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C569BD" w14:textId="77777777" w:rsidR="00AF4B0B" w:rsidRPr="005763F3" w:rsidRDefault="00E816B3" w:rsidP="00231910">
      <w:pPr>
        <w:pStyle w:val="Nzev"/>
      </w:pPr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  <w:r w:rsidR="007158A5" w:rsidRPr="005763F3">
        <w:t xml:space="preserve"> </w:t>
      </w:r>
    </w:p>
    <w:p w14:paraId="39762CC9" w14:textId="77777777" w:rsidR="00A56A3F" w:rsidRDefault="00A56A3F" w:rsidP="00231910">
      <w:pPr>
        <w:pStyle w:val="Zkladntext-sted"/>
      </w:pPr>
    </w:p>
    <w:p w14:paraId="05A0EC8C" w14:textId="25F6C964" w:rsidR="009910E5" w:rsidRDefault="000972D0" w:rsidP="000972D0">
      <w:r>
        <w:tab/>
      </w:r>
      <w:r w:rsidR="009910E5" w:rsidRPr="00E816B3">
        <w:t>dle § 2586 a násl. zákona č. 89/2012 Sb., občanský zákoník ve znění pozdějších předpisů</w:t>
      </w:r>
    </w:p>
    <w:p w14:paraId="099F5BF4" w14:textId="77777777" w:rsidR="009910E5" w:rsidRDefault="009910E5" w:rsidP="00A8167E">
      <w:pPr>
        <w:pStyle w:val="Zkladntextodsazen2"/>
      </w:pPr>
    </w:p>
    <w:p w14:paraId="41974FBF" w14:textId="77777777" w:rsidR="00A56A3F" w:rsidRDefault="00A56A3F" w:rsidP="004660E6">
      <w:pPr>
        <w:pStyle w:val="SODsmluvnstrany"/>
      </w:pPr>
      <w:r>
        <w:t>Číslo objednatele:</w:t>
      </w:r>
      <w:r w:rsidR="00791531">
        <w:rPr>
          <w:lang w:val="cs-CZ"/>
        </w:rPr>
        <w:tab/>
      </w:r>
      <w:r w:rsidR="000059E1"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0059E1">
        <w:instrText xml:space="preserve"> FORMTEXT </w:instrText>
      </w:r>
      <w:r w:rsidR="000059E1">
        <w:fldChar w:fldCharType="separate"/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fldChar w:fldCharType="end"/>
      </w:r>
      <w:bookmarkEnd w:id="0"/>
      <w:r>
        <w:tab/>
      </w:r>
    </w:p>
    <w:p w14:paraId="64DB1D63" w14:textId="77777777" w:rsidR="00A56A3F" w:rsidRDefault="00A56A3F" w:rsidP="004660E6">
      <w:pPr>
        <w:pStyle w:val="SODsmluvnstrany"/>
      </w:pPr>
      <w:r>
        <w:t>Číslo zhotovitele:</w:t>
      </w:r>
      <w:r w:rsidR="00791531">
        <w:rPr>
          <w:lang w:val="cs-CZ"/>
        </w:rPr>
        <w:tab/>
      </w:r>
      <w:r w:rsidR="00E011C5">
        <w:fldChar w:fldCharType="begin">
          <w:ffData>
            <w:name w:val="Text35"/>
            <w:enabled/>
            <w:calcOnExit w:val="0"/>
            <w:textInput/>
          </w:ffData>
        </w:fldChar>
      </w:r>
      <w:bookmarkStart w:id="1" w:name="Text35"/>
      <w:r w:rsidR="00E011C5">
        <w:instrText xml:space="preserve"> FORMTEXT </w:instrText>
      </w:r>
      <w:r w:rsidR="00E011C5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fldChar w:fldCharType="end"/>
      </w:r>
      <w:bookmarkEnd w:id="1"/>
    </w:p>
    <w:p w14:paraId="45035859" w14:textId="77777777" w:rsidR="00A56A3F" w:rsidRDefault="00A56A3F" w:rsidP="00231910">
      <w:pPr>
        <w:pStyle w:val="Nadpis1"/>
      </w:pPr>
      <w:r>
        <w:t>Smluvní strany</w:t>
      </w:r>
    </w:p>
    <w:p w14:paraId="2C613210" w14:textId="77777777" w:rsidR="00AF4B0B" w:rsidRPr="005763F3" w:rsidRDefault="00AF4B0B" w:rsidP="00231910">
      <w:pPr>
        <w:pStyle w:val="Nadpis2"/>
      </w:pPr>
      <w:r w:rsidRPr="005763F3">
        <w:t>Objednatel:</w:t>
      </w:r>
    </w:p>
    <w:p w14:paraId="27CA6096" w14:textId="77777777" w:rsidR="00AF4B0B" w:rsidRDefault="00AF4B0B" w:rsidP="004660E6">
      <w:pPr>
        <w:pStyle w:val="SODsmluvnstrany"/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  <w:t>MĚSTO UHERSKÝ BROD</w:t>
      </w:r>
    </w:p>
    <w:p w14:paraId="19E82CFE" w14:textId="77777777" w:rsidR="00AF4B0B" w:rsidRDefault="00AF4B0B" w:rsidP="004660E6">
      <w:pPr>
        <w:pStyle w:val="SODsmluvnstrany"/>
      </w:pPr>
      <w:r>
        <w:t xml:space="preserve">                                               </w:t>
      </w:r>
      <w:r>
        <w:tab/>
        <w:t>688 01 Uherský Brod, Masarykovo nám. 100</w:t>
      </w:r>
    </w:p>
    <w:p w14:paraId="7B12BF39" w14:textId="5493F397" w:rsidR="00AF4B0B" w:rsidRDefault="00AF4B0B" w:rsidP="004660E6">
      <w:pPr>
        <w:pStyle w:val="SODsmluvnstrany"/>
      </w:pPr>
      <w:r>
        <w:t xml:space="preserve">Zastoupeno:                      </w:t>
      </w:r>
      <w:r>
        <w:tab/>
      </w:r>
      <w:r w:rsidR="00665203">
        <w:t xml:space="preserve">Ing. </w:t>
      </w:r>
      <w:r w:rsidR="00BD237D">
        <w:rPr>
          <w:lang w:val="cs-CZ"/>
        </w:rPr>
        <w:t>Kamilem Válkem</w:t>
      </w:r>
      <w:r>
        <w:t xml:space="preserve">, </w:t>
      </w:r>
      <w:r w:rsidR="00BD237D">
        <w:rPr>
          <w:lang w:val="cs-CZ"/>
        </w:rPr>
        <w:t>tajemníkem</w:t>
      </w:r>
    </w:p>
    <w:p w14:paraId="193EDB54" w14:textId="77777777" w:rsidR="00AF4B0B" w:rsidRDefault="00AF4B0B" w:rsidP="004660E6">
      <w:pPr>
        <w:pStyle w:val="SODsmluvnstrany"/>
      </w:pPr>
      <w:r>
        <w:t xml:space="preserve">Ve věcech stavby je oprávněn jednat:     </w:t>
      </w:r>
      <w:r>
        <w:tab/>
      </w:r>
      <w:r>
        <w:tab/>
      </w:r>
    </w:p>
    <w:p w14:paraId="1B70F577" w14:textId="68182831" w:rsidR="00AF4B0B" w:rsidRPr="00A8167E" w:rsidRDefault="00FA7A10" w:rsidP="004660E6">
      <w:pPr>
        <w:pStyle w:val="SODsmluvnstrany"/>
        <w:rPr>
          <w:lang w:val="cs-CZ"/>
        </w:rPr>
      </w:pPr>
      <w:r>
        <w:tab/>
      </w:r>
      <w:r w:rsidR="00AF4B0B">
        <w:tab/>
        <w:t xml:space="preserve">Odbor rozvoje města, </w:t>
      </w:r>
      <w:r w:rsidR="009706B3">
        <w:rPr>
          <w:lang w:val="cs-CZ"/>
        </w:rPr>
        <w:t>o</w:t>
      </w:r>
      <w:r w:rsidR="00AF4B0B">
        <w:t>ddělení investic</w:t>
      </w:r>
      <w:r w:rsidR="00A8167E">
        <w:t xml:space="preserve"> </w:t>
      </w:r>
      <w:r w:rsidR="00A8167E">
        <w:rPr>
          <w:lang w:val="cs-CZ"/>
        </w:rPr>
        <w:t>(ORM-OI),</w:t>
      </w:r>
    </w:p>
    <w:p w14:paraId="5785A8CD" w14:textId="0991D2C2" w:rsidR="00AF4B0B" w:rsidRPr="00795D78" w:rsidRDefault="00FA7A10" w:rsidP="004660E6">
      <w:pPr>
        <w:pStyle w:val="SODsmluvnstrany"/>
      </w:pPr>
      <w:r>
        <w:tab/>
      </w:r>
      <w:r>
        <w:tab/>
      </w:r>
      <w:r w:rsidR="00AF4B0B">
        <w:t>Ing. Robert</w:t>
      </w:r>
      <w:r w:rsidR="00453502">
        <w:t xml:space="preserve"> Vráblík, </w:t>
      </w:r>
      <w:r w:rsidR="00795D78">
        <w:t>Ing. Dagmar Braunerová</w:t>
      </w:r>
    </w:p>
    <w:p w14:paraId="3DA9A0C2" w14:textId="77777777" w:rsidR="00AF4B0B" w:rsidRDefault="00AF4B0B" w:rsidP="004660E6">
      <w:pPr>
        <w:pStyle w:val="SODsmluvnstrany"/>
      </w:pPr>
      <w:r>
        <w:t xml:space="preserve">  </w:t>
      </w:r>
    </w:p>
    <w:p w14:paraId="2F88F59D" w14:textId="77777777" w:rsidR="00AF4B0B" w:rsidRDefault="00AF4B0B" w:rsidP="004660E6">
      <w:pPr>
        <w:pStyle w:val="SODsmluvnstrany"/>
      </w:pPr>
      <w:r>
        <w:t xml:space="preserve">IČ:                                  </w:t>
      </w:r>
      <w:r>
        <w:tab/>
        <w:t>00291463</w:t>
      </w:r>
    </w:p>
    <w:p w14:paraId="34435849" w14:textId="77777777" w:rsidR="00AF4B0B" w:rsidRDefault="00AF4B0B" w:rsidP="004660E6">
      <w:pPr>
        <w:pStyle w:val="SODsmluvnstrany"/>
      </w:pPr>
      <w:r>
        <w:t xml:space="preserve">DIČ:                                </w:t>
      </w:r>
      <w:r>
        <w:tab/>
        <w:t xml:space="preserve">CZ 00291463 </w:t>
      </w:r>
    </w:p>
    <w:p w14:paraId="169EB09A" w14:textId="77777777" w:rsidR="00AF4B0B" w:rsidRDefault="00AF4B0B" w:rsidP="004660E6">
      <w:pPr>
        <w:pStyle w:val="SODsmluvnstrany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  <w:t>ČS a.s., pob</w:t>
      </w:r>
      <w:r w:rsidR="00095BBF">
        <w:t>očka</w:t>
      </w:r>
      <w:r>
        <w:t xml:space="preserve"> Uherský Brod</w:t>
      </w:r>
    </w:p>
    <w:p w14:paraId="60E9D3BE" w14:textId="5C76B543" w:rsidR="00AF4B0B" w:rsidRDefault="00AF4B0B" w:rsidP="004660E6">
      <w:pPr>
        <w:pStyle w:val="SODsmluvnstrany"/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</w:t>
      </w:r>
      <w:r w:rsidR="00A8167E">
        <w:t xml:space="preserve">                  </w:t>
      </w:r>
      <w:r w:rsidR="00A8167E">
        <w:tab/>
        <w:t>4204852/0800</w:t>
      </w:r>
      <w:r>
        <w:t xml:space="preserve"> </w:t>
      </w:r>
    </w:p>
    <w:p w14:paraId="056D0B06" w14:textId="77777777" w:rsidR="00AF4B0B" w:rsidRDefault="00AF4B0B" w:rsidP="00A8167E">
      <w:pPr>
        <w:pStyle w:val="Zkladntextodsazen2"/>
      </w:pPr>
    </w:p>
    <w:p w14:paraId="434CA757" w14:textId="77777777" w:rsidR="00AF4B0B" w:rsidRPr="005763F3" w:rsidRDefault="00AF4B0B" w:rsidP="00231910">
      <w:pPr>
        <w:pStyle w:val="Nadpis2"/>
      </w:pPr>
      <w:r w:rsidRPr="005763F3">
        <w:t>Zhotovitel:</w:t>
      </w:r>
    </w:p>
    <w:p w14:paraId="6EBC9D5A" w14:textId="16C755E2" w:rsidR="00AF4B0B" w:rsidRDefault="00AF4B0B" w:rsidP="004660E6">
      <w:pPr>
        <w:pStyle w:val="SODsmluvnstrany"/>
      </w:pPr>
      <w:r>
        <w:t xml:space="preserve">    </w:t>
      </w:r>
      <w:r>
        <w:tab/>
      </w:r>
      <w:r>
        <w:tab/>
      </w:r>
      <w:r w:rsidR="00E011C5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2" w:name="Text33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2"/>
      <w:r w:rsidR="00E011C5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" w:name="Text34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3"/>
    </w:p>
    <w:p w14:paraId="54ED8359" w14:textId="77777777" w:rsidR="00AF4B0B" w:rsidRDefault="00AF4B0B" w:rsidP="004660E6">
      <w:pPr>
        <w:pStyle w:val="SODsmluvnstrany"/>
      </w:pPr>
      <w:r>
        <w:t>se sídlem:</w:t>
      </w:r>
      <w:r>
        <w:tab/>
      </w:r>
      <w:r>
        <w:tab/>
      </w:r>
      <w:r w:rsidR="00E011C5">
        <w:fldChar w:fldCharType="begin">
          <w:ffData>
            <w:name w:val="Text36"/>
            <w:enabled/>
            <w:calcOnExit w:val="0"/>
            <w:textInput/>
          </w:ffData>
        </w:fldChar>
      </w:r>
      <w:bookmarkStart w:id="4" w:name="Text3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4"/>
    </w:p>
    <w:p w14:paraId="36D4DEB3" w14:textId="77777777" w:rsidR="00AF4B0B" w:rsidRDefault="00AF4B0B" w:rsidP="004660E6">
      <w:pPr>
        <w:pStyle w:val="SODsmluvnstrany"/>
      </w:pPr>
      <w:r>
        <w:t>adresa provozovny:</w:t>
      </w:r>
      <w:r>
        <w:tab/>
      </w:r>
      <w:r w:rsidR="00E011C5">
        <w:fldChar w:fldCharType="begin">
          <w:ffData>
            <w:name w:val="Text37"/>
            <w:enabled/>
            <w:calcOnExit w:val="0"/>
            <w:textInput/>
          </w:ffData>
        </w:fldChar>
      </w:r>
      <w:bookmarkStart w:id="5" w:name="Text37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5"/>
    </w:p>
    <w:p w14:paraId="1F704C0D" w14:textId="77777777" w:rsidR="00AF4B0B" w:rsidRDefault="000A4AA0" w:rsidP="004660E6">
      <w:pPr>
        <w:pStyle w:val="SODsmluvnstrany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011C5">
        <w:fldChar w:fldCharType="begin">
          <w:ffData>
            <w:name w:val="Text38"/>
            <w:enabled/>
            <w:calcOnExit w:val="0"/>
            <w:textInput/>
          </w:ffData>
        </w:fldChar>
      </w:r>
      <w:bookmarkStart w:id="6" w:name="Text38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6"/>
      <w:r w:rsidR="008108D7">
        <w:tab/>
      </w:r>
      <w:r w:rsidR="008108D7">
        <w:tab/>
      </w:r>
      <w:r w:rsidR="008108D7">
        <w:tab/>
      </w:r>
    </w:p>
    <w:p w14:paraId="32224C17" w14:textId="71BE1067" w:rsidR="00D14E79" w:rsidRPr="00E011C5" w:rsidRDefault="00AF4B0B" w:rsidP="004660E6">
      <w:pPr>
        <w:pStyle w:val="SODsmluvnstrany"/>
        <w:rPr>
          <w:lang w:val="cs-CZ"/>
        </w:rPr>
      </w:pPr>
      <w:r>
        <w:t>zapsaný v</w:t>
      </w:r>
      <w:r w:rsidR="005151BC">
        <w:t>e veřejném</w:t>
      </w:r>
      <w:r>
        <w:t xml:space="preserve"> </w:t>
      </w:r>
      <w:bookmarkStart w:id="7" w:name="Text14"/>
      <w:r w:rsidR="00D14E79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D14E79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fldChar w:fldCharType="end"/>
      </w:r>
      <w:bookmarkEnd w:id="7"/>
      <w:r>
        <w:t xml:space="preserve"> rejstříku vedeném </w:t>
      </w:r>
      <w:r w:rsidR="00E011C5">
        <w:fldChar w:fldCharType="begin">
          <w:ffData>
            <w:name w:val="Text39"/>
            <w:enabled/>
            <w:calcOnExit w:val="0"/>
            <w:textInput/>
          </w:ffData>
        </w:fldChar>
      </w:r>
      <w:bookmarkStart w:id="8" w:name="Text39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8"/>
      <w:r w:rsidR="004C16C7">
        <w:rPr>
          <w:lang w:val="cs-CZ"/>
        </w:rPr>
        <w:t xml:space="preserve"> </w:t>
      </w:r>
      <w:r w:rsidR="004C16C7">
        <w:t>nebo jiné evidenci</w:t>
      </w:r>
      <w:r>
        <w:tab/>
        <w:t xml:space="preserve"> </w:t>
      </w:r>
    </w:p>
    <w:p w14:paraId="68CDDF20" w14:textId="77777777" w:rsidR="00D14E79" w:rsidRDefault="00AF4B0B" w:rsidP="004660E6">
      <w:pPr>
        <w:pStyle w:val="SODsmluvnstrany"/>
        <w:rPr>
          <w:lang w:val="cs-CZ"/>
        </w:rPr>
      </w:pPr>
      <w:r>
        <w:t>Zás</w:t>
      </w:r>
      <w:r w:rsidR="00095BBF">
        <w:t>tupce</w:t>
      </w:r>
      <w:r>
        <w:t xml:space="preserve"> ve věcech stavby: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9" w:name="Text40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9"/>
      <w:r>
        <w:tab/>
      </w:r>
    </w:p>
    <w:p w14:paraId="3CF5C77C" w14:textId="77777777" w:rsidR="00E011C5" w:rsidRDefault="003103DE" w:rsidP="004660E6">
      <w:pPr>
        <w:pStyle w:val="SODsmluvnstrany"/>
      </w:pPr>
      <w:r>
        <w:t>Zástupce ve věcech smluvních:</w:t>
      </w:r>
      <w:r>
        <w:tab/>
      </w:r>
      <w:r w:rsidR="00E011C5">
        <w:fldChar w:fldCharType="begin">
          <w:ffData>
            <w:name w:val="Text41"/>
            <w:enabled/>
            <w:calcOnExit w:val="0"/>
            <w:textInput/>
          </w:ffData>
        </w:fldChar>
      </w:r>
      <w:bookmarkStart w:id="10" w:name="Text41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0"/>
    </w:p>
    <w:p w14:paraId="3BF2B95D" w14:textId="77777777" w:rsidR="00D14E79" w:rsidRDefault="00D14E79" w:rsidP="004660E6">
      <w:pPr>
        <w:pStyle w:val="SODsmluvnstrany"/>
      </w:pPr>
      <w:r>
        <w:t>Kontakt – tel., email:</w:t>
      </w:r>
      <w:r>
        <w:tab/>
      </w:r>
      <w:r w:rsidR="00E011C5">
        <w:fldChar w:fldCharType="begin">
          <w:ffData>
            <w:name w:val="Text42"/>
            <w:enabled/>
            <w:calcOnExit w:val="0"/>
            <w:textInput/>
          </w:ffData>
        </w:fldChar>
      </w:r>
      <w:bookmarkStart w:id="11" w:name="Text42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1"/>
    </w:p>
    <w:p w14:paraId="69BDEC0A" w14:textId="77777777" w:rsidR="00AF4B0B" w:rsidRDefault="00AF4B0B" w:rsidP="004660E6">
      <w:pPr>
        <w:pStyle w:val="SODsmluvnstrany"/>
      </w:pPr>
      <w:r>
        <w:tab/>
      </w:r>
    </w:p>
    <w:p w14:paraId="361531DF" w14:textId="77777777" w:rsidR="00AF4B0B" w:rsidRDefault="00AF4B0B" w:rsidP="004660E6">
      <w:pPr>
        <w:pStyle w:val="SODsmluvnstrany"/>
      </w:pPr>
      <w:r>
        <w:t xml:space="preserve">IČ:                              </w:t>
      </w:r>
      <w:r>
        <w:tab/>
      </w:r>
      <w:r w:rsidR="00E011C5">
        <w:fldChar w:fldCharType="begin">
          <w:ffData>
            <w:name w:val="Text43"/>
            <w:enabled/>
            <w:calcOnExit w:val="0"/>
            <w:textInput/>
          </w:ffData>
        </w:fldChar>
      </w:r>
      <w:bookmarkStart w:id="12" w:name="Text43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2"/>
    </w:p>
    <w:p w14:paraId="6627039D" w14:textId="77777777" w:rsidR="00E011C5" w:rsidRPr="00E011C5" w:rsidRDefault="00AF4B0B" w:rsidP="004660E6">
      <w:pPr>
        <w:pStyle w:val="SODsmluvnstrany"/>
        <w:rPr>
          <w:lang w:val="cs-CZ"/>
        </w:rPr>
      </w:pPr>
      <w:r>
        <w:t xml:space="preserve">DIČ:                               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3" w:name="Text44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3"/>
    </w:p>
    <w:p w14:paraId="01C28271" w14:textId="77777777" w:rsidR="00AF4B0B" w:rsidRDefault="00AF4B0B" w:rsidP="004660E6">
      <w:pPr>
        <w:pStyle w:val="SODsmluvnstrany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011C5">
        <w:fldChar w:fldCharType="begin">
          <w:ffData>
            <w:name w:val="Text45"/>
            <w:enabled/>
            <w:calcOnExit w:val="0"/>
            <w:textInput/>
          </w:ffData>
        </w:fldChar>
      </w:r>
      <w:bookmarkStart w:id="14" w:name="Text45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4"/>
    </w:p>
    <w:p w14:paraId="1E12EBD0" w14:textId="77777777" w:rsidR="00AF4B0B" w:rsidRDefault="00AF4B0B" w:rsidP="004660E6">
      <w:pPr>
        <w:pStyle w:val="SODsmluvnstrany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011C5">
        <w:fldChar w:fldCharType="begin">
          <w:ffData>
            <w:name w:val="Text46"/>
            <w:enabled/>
            <w:calcOnExit w:val="0"/>
            <w:textInput/>
          </w:ffData>
        </w:fldChar>
      </w:r>
      <w:bookmarkStart w:id="15" w:name="Text4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5"/>
    </w:p>
    <w:p w14:paraId="56ED5E55" w14:textId="77777777" w:rsidR="00BD1AC5" w:rsidRDefault="00BD1AC5" w:rsidP="00A8167E">
      <w:pPr>
        <w:pStyle w:val="Zkladntextodsazen2"/>
      </w:pPr>
    </w:p>
    <w:p w14:paraId="6B48D691" w14:textId="77777777" w:rsidR="00BD1AC5" w:rsidRDefault="00BD1AC5" w:rsidP="00A8167E">
      <w:pPr>
        <w:pStyle w:val="Zkladntextodsazen2"/>
      </w:pPr>
    </w:p>
    <w:p w14:paraId="645C63E5" w14:textId="77777777" w:rsidR="002F2592" w:rsidRPr="005763F3" w:rsidRDefault="002F2592" w:rsidP="00231910">
      <w:pPr>
        <w:pStyle w:val="Nadpis2"/>
      </w:pPr>
      <w:r>
        <w:t>Identifikační údaje stavby</w:t>
      </w:r>
    </w:p>
    <w:p w14:paraId="477145B2" w14:textId="77777777" w:rsidR="002F2592" w:rsidRDefault="002F2592" w:rsidP="00A8167E">
      <w:pPr>
        <w:pStyle w:val="Zkladntextodsazen2"/>
      </w:pPr>
    </w:p>
    <w:p w14:paraId="0AAD111D" w14:textId="22A3801E" w:rsidR="002F2592" w:rsidRPr="00B643D3" w:rsidRDefault="002F2592" w:rsidP="004660E6">
      <w:pPr>
        <w:pStyle w:val="SODsmluvnstrany"/>
      </w:pPr>
      <w:r w:rsidRPr="00000208">
        <w:t>Název veřejné zakázky:</w:t>
      </w:r>
      <w:r w:rsidRPr="00000208">
        <w:tab/>
      </w:r>
      <w:r w:rsidR="00BD237D">
        <w:rPr>
          <w:lang w:val="cs-CZ"/>
        </w:rPr>
        <w:t>Radnice čp. 100</w:t>
      </w:r>
      <w:r w:rsidR="00B527D8" w:rsidRPr="00000208">
        <w:t xml:space="preserve"> – </w:t>
      </w:r>
      <w:r w:rsidR="00BD237D">
        <w:rPr>
          <w:lang w:val="cs-CZ"/>
        </w:rPr>
        <w:t>výměna výtahu</w:t>
      </w:r>
    </w:p>
    <w:p w14:paraId="2C764646" w14:textId="7D3A660F" w:rsidR="002F2592" w:rsidRPr="00A8167E" w:rsidRDefault="002F2592" w:rsidP="004660E6">
      <w:pPr>
        <w:pStyle w:val="SODsmluvnstrany"/>
      </w:pPr>
      <w:r w:rsidRPr="00B643D3">
        <w:t>Stavební povolení:</w:t>
      </w:r>
      <w:r w:rsidRPr="00B643D3">
        <w:tab/>
      </w:r>
      <w:r w:rsidR="004C16C7">
        <w:rPr>
          <w:lang w:val="cs-CZ"/>
        </w:rPr>
        <w:t>práce nepodléhají povolení SÚ</w:t>
      </w:r>
    </w:p>
    <w:p w14:paraId="5072C2DF" w14:textId="7968F0DA" w:rsidR="002F2592" w:rsidRPr="002F2592" w:rsidRDefault="002F2592" w:rsidP="004660E6">
      <w:pPr>
        <w:pStyle w:val="SODsmluvnstrany"/>
      </w:pPr>
      <w:r w:rsidRPr="00B643D3">
        <w:t>Místo stavby:</w:t>
      </w:r>
      <w:r w:rsidRPr="00B643D3">
        <w:tab/>
      </w:r>
      <w:r w:rsidR="00A96F8E">
        <w:tab/>
      </w:r>
      <w:r w:rsidR="00BD237D">
        <w:rPr>
          <w:lang w:val="cs-CZ"/>
        </w:rPr>
        <w:t>Masarykovo nám. 100</w:t>
      </w:r>
      <w:r w:rsidR="00E12947">
        <w:rPr>
          <w:rFonts w:cs="Arial"/>
        </w:rPr>
        <w:t xml:space="preserve">, </w:t>
      </w:r>
      <w:r w:rsidR="00E12947">
        <w:rPr>
          <w:rFonts w:cs="Arial"/>
          <w:lang w:val="cs-CZ"/>
        </w:rPr>
        <w:t xml:space="preserve">688 01 </w:t>
      </w:r>
      <w:r w:rsidR="00E12947">
        <w:rPr>
          <w:rFonts w:cs="Arial"/>
        </w:rPr>
        <w:t>Uherský Brod</w:t>
      </w:r>
    </w:p>
    <w:p w14:paraId="5DAABDE0" w14:textId="77777777" w:rsidR="002F2592" w:rsidRPr="00B643D3" w:rsidRDefault="002F2592" w:rsidP="004660E6">
      <w:pPr>
        <w:pStyle w:val="SODsmluvnstrany"/>
      </w:pPr>
    </w:p>
    <w:p w14:paraId="2327C03A" w14:textId="1EE0476C" w:rsidR="00111A81" w:rsidRDefault="002F2592" w:rsidP="004660E6">
      <w:pPr>
        <w:pStyle w:val="SODsmluvnstrany"/>
      </w:pPr>
      <w:r w:rsidRPr="00B643D3">
        <w:lastRenderedPageBreak/>
        <w:t xml:space="preserve">Projektant: </w:t>
      </w:r>
      <w:r w:rsidRPr="00B643D3">
        <w:tab/>
      </w:r>
      <w:r>
        <w:rPr>
          <w:lang w:val="cs-CZ"/>
        </w:rPr>
        <w:tab/>
      </w:r>
      <w:r w:rsidR="00BD237D">
        <w:rPr>
          <w:rFonts w:ascii="ArialMT" w:hAnsi="ArialMT" w:cs="ArialMT"/>
          <w:lang w:val="cs-CZ"/>
        </w:rPr>
        <w:t>bez projektové dokumentace</w:t>
      </w:r>
      <w:r w:rsidR="00111A81">
        <w:rPr>
          <w:lang w:val="cs-CZ"/>
        </w:rPr>
        <w:t xml:space="preserve"> </w:t>
      </w:r>
      <w:r w:rsidR="00111A81">
        <w:t xml:space="preserve"> </w:t>
      </w:r>
      <w:r w:rsidR="00111A81" w:rsidRPr="00FF26FC">
        <w:t xml:space="preserve"> </w:t>
      </w:r>
    </w:p>
    <w:p w14:paraId="4D8C1E07" w14:textId="38DFA178" w:rsidR="00BD237D" w:rsidRDefault="00BD237D" w:rsidP="004660E6">
      <w:pPr>
        <w:pStyle w:val="SODsmluvnstrany"/>
      </w:pPr>
      <w:r w:rsidRPr="00B643D3">
        <w:t>Kontakt – tel., email:</w:t>
      </w:r>
    </w:p>
    <w:p w14:paraId="2D98E4F4" w14:textId="30EEA065" w:rsidR="002F2592" w:rsidRPr="00A8167E" w:rsidRDefault="002F2592" w:rsidP="004660E6">
      <w:pPr>
        <w:pStyle w:val="SODsmluvnstrany"/>
        <w:rPr>
          <w:lang w:val="cs-CZ"/>
        </w:rPr>
      </w:pPr>
      <w:r w:rsidRPr="00B643D3">
        <w:t xml:space="preserve">Technický dozor objednatele: </w:t>
      </w:r>
      <w:r w:rsidRPr="00B643D3">
        <w:tab/>
      </w:r>
      <w:r w:rsidR="00A8167E">
        <w:rPr>
          <w:lang w:val="cs-CZ"/>
        </w:rPr>
        <w:t>Ing. Dagmar Braunerová</w:t>
      </w:r>
    </w:p>
    <w:p w14:paraId="5D9436E9" w14:textId="77777777" w:rsidR="002F2592" w:rsidRPr="00B643D3" w:rsidRDefault="002F2592" w:rsidP="004660E6">
      <w:pPr>
        <w:pStyle w:val="SODsmluvnstrany"/>
      </w:pPr>
      <w:r w:rsidRPr="00B643D3">
        <w:t>Kontakt – tel., email:</w:t>
      </w:r>
      <w:r w:rsidRPr="00B643D3">
        <w:tab/>
      </w:r>
    </w:p>
    <w:p w14:paraId="1A0B736C" w14:textId="0E4C53BB" w:rsidR="002F2592" w:rsidRPr="00111A81" w:rsidRDefault="002F2592" w:rsidP="004660E6">
      <w:pPr>
        <w:pStyle w:val="SODsmluvnstrany"/>
        <w:rPr>
          <w:lang w:val="cs-CZ"/>
        </w:rPr>
      </w:pPr>
      <w:r w:rsidRPr="00B643D3">
        <w:t>Koordinátor BOZP objednatele:</w:t>
      </w:r>
      <w:r w:rsidRPr="00B643D3">
        <w:tab/>
      </w:r>
      <w:r w:rsidR="00111A81">
        <w:rPr>
          <w:lang w:val="cs-CZ"/>
        </w:rPr>
        <w:t>nebude potřeba</w:t>
      </w:r>
    </w:p>
    <w:p w14:paraId="4457A37E" w14:textId="77777777" w:rsidR="002F2592" w:rsidRPr="00B643D3" w:rsidRDefault="002F2592" w:rsidP="004660E6">
      <w:pPr>
        <w:pStyle w:val="SODsmluvnstrany"/>
      </w:pPr>
      <w:r w:rsidRPr="00B643D3">
        <w:t>Kontakt – tel., email:</w:t>
      </w:r>
      <w:r w:rsidRPr="00B643D3">
        <w:tab/>
      </w:r>
    </w:p>
    <w:p w14:paraId="7FBDBB79" w14:textId="77777777" w:rsidR="00AF4B0B" w:rsidRDefault="00A56A3F" w:rsidP="00231910">
      <w:pPr>
        <w:pStyle w:val="Nadpis1"/>
      </w:pPr>
      <w:r>
        <w:t>Preambule, v</w:t>
      </w:r>
      <w:r w:rsidR="00AF4B0B">
        <w:t>ýchozí podklady a údaje, účel smlouvy</w:t>
      </w:r>
    </w:p>
    <w:p w14:paraId="2CCE0266" w14:textId="77777777" w:rsidR="00AF4B0B" w:rsidRPr="005763F3" w:rsidRDefault="00AF4B0B" w:rsidP="00231910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14:paraId="763EDD31" w14:textId="77777777" w:rsidR="00AF4B0B" w:rsidRDefault="00AF4B0B" w:rsidP="00597DEC">
      <w:pPr>
        <w:pStyle w:val="Nadpis7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14:paraId="64B88E58" w14:textId="77777777" w:rsidR="00AF4B0B" w:rsidRPr="005763F3" w:rsidRDefault="00AF4B0B" w:rsidP="00231910">
      <w:pPr>
        <w:pStyle w:val="Nadpis2"/>
      </w:pPr>
      <w:r w:rsidRPr="005763F3">
        <w:t>Výchozí podklady</w:t>
      </w:r>
    </w:p>
    <w:p w14:paraId="1739B564" w14:textId="3911BA1E" w:rsidR="00A56A3F" w:rsidRPr="00A56A3F" w:rsidRDefault="00A56A3F" w:rsidP="00597DEC">
      <w:pPr>
        <w:pStyle w:val="Nadpis7"/>
      </w:pPr>
      <w:bookmarkStart w:id="16" w:name="_Ref283561001"/>
      <w:r w:rsidRPr="00A56A3F">
        <w:t xml:space="preserve">Podkladem k uzavření této smlouvy je nabídka zhotovitele ze dne </w:t>
      </w:r>
      <w:r w:rsidR="006C7315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7" w:name="Text56"/>
      <w:r w:rsidR="006C7315" w:rsidRPr="00B0405E">
        <w:instrText xml:space="preserve"> FORMTEXT </w:instrText>
      </w:r>
      <w:r w:rsidR="006C7315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fldChar w:fldCharType="end"/>
      </w:r>
      <w:bookmarkEnd w:id="17"/>
      <w:r w:rsidRPr="00A56A3F">
        <w:t xml:space="preserve">, která byla vypracována na základě </w:t>
      </w:r>
      <w:r w:rsidR="002C6369">
        <w:t>v</w:t>
      </w:r>
      <w:r w:rsidRPr="00A56A3F">
        <w:t xml:space="preserve">ýzvy objednatele k podání nabídky jako zakázka malého rozsahu na </w:t>
      </w:r>
      <w:r w:rsidR="00BD237D">
        <w:t>dodávku</w:t>
      </w:r>
      <w:r w:rsidRPr="00A56A3F">
        <w:t>.</w:t>
      </w:r>
    </w:p>
    <w:p w14:paraId="1BF074A1" w14:textId="0A58E9E0" w:rsidR="00AF4B0B" w:rsidRPr="005763F3" w:rsidRDefault="00AF4B0B" w:rsidP="00231910">
      <w:pPr>
        <w:pStyle w:val="Nadpis2"/>
      </w:pPr>
      <w:r w:rsidRPr="005763F3">
        <w:t>Účel smlouvy</w:t>
      </w:r>
      <w:bookmarkEnd w:id="16"/>
      <w:r w:rsidR="00875660">
        <w:t xml:space="preserve"> a význam smlouvy</w:t>
      </w:r>
    </w:p>
    <w:p w14:paraId="72B6F9E9" w14:textId="4238C8BE" w:rsidR="00AF4B0B" w:rsidRDefault="00AF4B0B" w:rsidP="00597DEC">
      <w:pPr>
        <w:pStyle w:val="Nadpis7"/>
      </w:pPr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  <w:r w:rsidR="00875660">
        <w:t xml:space="preserve">Významný je pro objednatele převážně termín provádění, jelikož je vázaný na provoz </w:t>
      </w:r>
      <w:r w:rsidR="00231910">
        <w:t>škol</w:t>
      </w:r>
      <w:r w:rsidR="004C16C7">
        <w:t>k</w:t>
      </w:r>
      <w:r w:rsidR="00231910">
        <w:t xml:space="preserve">y </w:t>
      </w:r>
      <w:r w:rsidR="00875660">
        <w:t>v období letních prázdnin.</w:t>
      </w:r>
    </w:p>
    <w:p w14:paraId="709E4D0A" w14:textId="77777777" w:rsidR="00A56A3F" w:rsidRPr="009706B3" w:rsidRDefault="00A56A3F" w:rsidP="00231910">
      <w:pPr>
        <w:pStyle w:val="Nadpis2"/>
      </w:pPr>
      <w:r w:rsidRPr="009706B3">
        <w:t>Zhotovitel prohlašuje, že se s rozsahem díla seznámil, že je schopen dílo ve smluvené lhůtě dodat a že veškeré náklady spojené se zhotovením díla jsou zahrnuty v ceně díla.</w:t>
      </w:r>
    </w:p>
    <w:p w14:paraId="03FE59F8" w14:textId="3623D632" w:rsidR="00AF4B0B" w:rsidRDefault="00AF4B0B" w:rsidP="00231910">
      <w:pPr>
        <w:pStyle w:val="Nadpis1"/>
      </w:pPr>
      <w:bookmarkStart w:id="18" w:name="_Ref283560940"/>
      <w:r>
        <w:t>Předmět smlouvy</w:t>
      </w:r>
      <w:bookmarkEnd w:id="18"/>
    </w:p>
    <w:p w14:paraId="4FCE30C5" w14:textId="63DBF34C" w:rsidR="00AF4B0B" w:rsidRPr="005763F3" w:rsidRDefault="00AF4B0B" w:rsidP="00231910">
      <w:pPr>
        <w:pStyle w:val="Nadpis2"/>
      </w:pPr>
      <w:bookmarkStart w:id="19" w:name="_Ref283560770"/>
      <w:r w:rsidRPr="005763F3">
        <w:t>Popis předmětu smlouvy</w:t>
      </w:r>
      <w:bookmarkEnd w:id="19"/>
    </w:p>
    <w:p w14:paraId="78641E21" w14:textId="25328418" w:rsidR="006F54B2" w:rsidRDefault="00AF4B0B" w:rsidP="00597DEC">
      <w:pPr>
        <w:pStyle w:val="Nadpis7"/>
      </w:pPr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14:paraId="33E4C396" w14:textId="10D3D8C1" w:rsidR="00BD1AC5" w:rsidRPr="00795D78" w:rsidRDefault="00AF4B0B" w:rsidP="00597DEC">
      <w:pPr>
        <w:pStyle w:val="Nadpis7"/>
      </w:pPr>
      <w:r w:rsidRPr="00795D78">
        <w:t xml:space="preserve">Dílem se rozumí </w:t>
      </w:r>
      <w:r w:rsidR="00BD237D">
        <w:t>dodávka</w:t>
      </w:r>
      <w:r w:rsidR="001C091D">
        <w:t xml:space="preserve"> a montáž</w:t>
      </w:r>
      <w:r w:rsidR="00BD237D">
        <w:t xml:space="preserve"> provozního zařízení</w:t>
      </w:r>
      <w:r w:rsidR="00F445CA" w:rsidRPr="00F445CA">
        <w:t xml:space="preserve"> </w:t>
      </w:r>
      <w:r w:rsidR="001C091D">
        <w:t xml:space="preserve">do budovy městského úřadu </w:t>
      </w:r>
      <w:r w:rsidR="00795D78" w:rsidRPr="00795D78">
        <w:t>pod názvem</w:t>
      </w:r>
      <w:r w:rsidRPr="00795D78">
        <w:t>:</w:t>
      </w:r>
    </w:p>
    <w:p w14:paraId="5A3F7E2F" w14:textId="1CDABAD5" w:rsidR="007F7D40" w:rsidRDefault="00142198" w:rsidP="000F343B">
      <w:pPr>
        <w:pStyle w:val="Nadpis6"/>
      </w:pPr>
      <w:r w:rsidRPr="000F343B">
        <w:t>„</w:t>
      </w:r>
      <w:r w:rsidR="00BD237D">
        <w:t>Radnice čp. 100</w:t>
      </w:r>
      <w:r w:rsidR="005666D2">
        <w:t xml:space="preserve"> </w:t>
      </w:r>
      <w:r w:rsidR="007F7D40" w:rsidRPr="000F343B">
        <w:t xml:space="preserve">– </w:t>
      </w:r>
      <w:r w:rsidR="00BD237D">
        <w:t>výměna výtahu</w:t>
      </w:r>
      <w:r>
        <w:t>“</w:t>
      </w:r>
    </w:p>
    <w:p w14:paraId="13F494CD" w14:textId="6FA3BA35" w:rsidR="00AF4B0B" w:rsidRDefault="00DD1250" w:rsidP="00231910">
      <w:pPr>
        <w:pStyle w:val="Textdopisu"/>
      </w:pPr>
      <w:r>
        <w:t>(d</w:t>
      </w:r>
      <w:r w:rsidR="00AF4B0B">
        <w:t>ále jen „stavba“</w:t>
      </w:r>
      <w:r>
        <w:t>).</w:t>
      </w:r>
    </w:p>
    <w:p w14:paraId="28FD2B3B" w14:textId="77777777" w:rsidR="00301AAC" w:rsidRDefault="00301AAC" w:rsidP="00231910"/>
    <w:p w14:paraId="6E88E74F" w14:textId="0693C904" w:rsidR="00FC1168" w:rsidRPr="00FC1168" w:rsidRDefault="001C091D" w:rsidP="00FC1168">
      <w:pPr>
        <w:pStyle w:val="Nadpis7"/>
      </w:pPr>
      <w:r>
        <w:t>Jedná se o osobní výtah pro 3 nadzemní podlaží, v základní rozměrové řadě kabiny 1100 x 1</w:t>
      </w:r>
      <w:r w:rsidR="00A310BB">
        <w:t>4</w:t>
      </w:r>
      <w:r>
        <w:t>00 mm,</w:t>
      </w:r>
      <w:r w:rsidR="00A310BB">
        <w:t xml:space="preserve"> nosností</w:t>
      </w:r>
      <w:r w:rsidR="00784199">
        <w:t xml:space="preserve"> 630 kg</w:t>
      </w:r>
      <w:r w:rsidR="00A310BB">
        <w:t>.</w:t>
      </w:r>
      <w:r>
        <w:t xml:space="preserve"> </w:t>
      </w:r>
      <w:r w:rsidR="00FC1168" w:rsidRPr="00FC1168">
        <w:t xml:space="preserve">Stávající výtah byl realizován v roce 2007 jako přístavba k budově radnice, výtahová šachta je tvořena ocelovou konstrukcí s proskleným opláštěním. Střecha je ve tvaru čtyřbokého jehlanu a je taky zasklená bezpečnostním sklem Restex 6. Nad </w:t>
      </w:r>
      <w:r w:rsidR="00AF6540">
        <w:t>ventilátor</w:t>
      </w:r>
      <w:r w:rsidR="00FC1168" w:rsidRPr="00FC1168">
        <w:t>em ve špici střechy je krycí pozinkovaný plech. Zasklení výtahové šachty je z protislunečního dvojskla stopsol v kouřovém odstínu a bezpečnostního skla dle ČSN. V 2. a 3. nadzemním podlaží je propojena výtahová šachta s budovou radnice proskleným krčkem, v přízemí (1.NP) se nastupuje</w:t>
      </w:r>
      <w:r w:rsidR="00784199">
        <w:t xml:space="preserve"> do</w:t>
      </w:r>
      <w:r w:rsidR="00FC1168" w:rsidRPr="00FC1168">
        <w:t xml:space="preserve"> výtahu z venkovního prostrans</w:t>
      </w:r>
      <w:r w:rsidR="00784199">
        <w:t>tví. Podrobný popis šachty je v</w:t>
      </w:r>
      <w:r w:rsidR="00FC1168" w:rsidRPr="00FC1168">
        <w:t xml:space="preserve"> p</w:t>
      </w:r>
      <w:r w:rsidR="00784199">
        <w:t>rojektové dokumentaci z r. 2005, která je součástí zadávací dokumentace</w:t>
      </w:r>
      <w:r w:rsidR="00D04179">
        <w:t>.</w:t>
      </w:r>
    </w:p>
    <w:p w14:paraId="55C45890" w14:textId="479CFE2B" w:rsidR="001C091D" w:rsidRPr="00FC1168" w:rsidRDefault="001C091D" w:rsidP="00FC1168">
      <w:pPr>
        <w:pStyle w:val="Nadpis7"/>
      </w:pPr>
      <w:r w:rsidRPr="00FC1168">
        <w:t xml:space="preserve">Součástí výtahu je invalidní výbava, </w:t>
      </w:r>
      <w:r w:rsidR="00FC1168" w:rsidRPr="00FC1168">
        <w:t>bezpřevodový stroj – tichá jízda (hlučnost v kabině 53 d</w:t>
      </w:r>
      <w:r w:rsidR="00784199">
        <w:t>B</w:t>
      </w:r>
      <w:r w:rsidR="00FC1168" w:rsidRPr="00FC1168">
        <w:t xml:space="preserve">), </w:t>
      </w:r>
      <w:r w:rsidRPr="00FC1168">
        <w:t>rekuperační pohon</w:t>
      </w:r>
      <w:r w:rsidRPr="00784199">
        <w:t>, vzdálený monitoring,</w:t>
      </w:r>
      <w:r w:rsidRPr="00FC1168">
        <w:t xml:space="preserve"> ploché pásy</w:t>
      </w:r>
      <w:r w:rsidR="0056145B" w:rsidRPr="00FC1168">
        <w:t xml:space="preserve"> vč.</w:t>
      </w:r>
      <w:r w:rsidR="00FC1168" w:rsidRPr="00FC1168">
        <w:t xml:space="preserve"> nepřetržitého monitoringu stavu pásů</w:t>
      </w:r>
      <w:r w:rsidRPr="00FC1168">
        <w:t xml:space="preserve">, </w:t>
      </w:r>
      <w:r w:rsidR="00FC1168" w:rsidRPr="00FC1168">
        <w:t xml:space="preserve">energeticky úsporný provoz (energetická třída A), </w:t>
      </w:r>
      <w:r w:rsidRPr="00FC1168">
        <w:t>automatický dojezd v případě výpadku elektrické energie.</w:t>
      </w:r>
    </w:p>
    <w:p w14:paraId="6886640D" w14:textId="77777777" w:rsidR="001C091D" w:rsidRDefault="001C091D" w:rsidP="001C091D">
      <w:pPr>
        <w:rPr>
          <w:color w:val="000000" w:themeColor="text1"/>
        </w:rPr>
      </w:pPr>
    </w:p>
    <w:p w14:paraId="06B93B77" w14:textId="2DD97F19" w:rsidR="001C091D" w:rsidRDefault="001C091D" w:rsidP="001C091D">
      <w:pPr>
        <w:rPr>
          <w:color w:val="000000" w:themeColor="text1"/>
        </w:rPr>
      </w:pPr>
      <w:r>
        <w:rPr>
          <w:color w:val="000000" w:themeColor="text1"/>
        </w:rPr>
        <w:t xml:space="preserve">Podrobně je výtah specifikován v příloze P3 Technická specifikace výtahu, dále jsou součástí dodávky </w:t>
      </w:r>
      <w:r w:rsidR="00A310BB">
        <w:rPr>
          <w:color w:val="000000" w:themeColor="text1"/>
        </w:rPr>
        <w:t xml:space="preserve">a ceny </w:t>
      </w:r>
      <w:r>
        <w:rPr>
          <w:color w:val="000000" w:themeColor="text1"/>
        </w:rPr>
        <w:t xml:space="preserve">výtahu tyto </w:t>
      </w:r>
      <w:r w:rsidR="00A310BB">
        <w:rPr>
          <w:color w:val="000000" w:themeColor="text1"/>
        </w:rPr>
        <w:t>části</w:t>
      </w:r>
      <w:r>
        <w:rPr>
          <w:color w:val="000000" w:themeColor="text1"/>
        </w:rPr>
        <w:t>:</w:t>
      </w:r>
    </w:p>
    <w:p w14:paraId="292F430C" w14:textId="14DBDC2D" w:rsidR="001C091D" w:rsidRPr="001C091D" w:rsidRDefault="00A310BB" w:rsidP="001C091D">
      <w:pPr>
        <w:pStyle w:val="Zkladntextodsazen2-odrky"/>
        <w:numPr>
          <w:ilvl w:val="0"/>
          <w:numId w:val="22"/>
        </w:numPr>
        <w:tabs>
          <w:tab w:val="left" w:pos="1072"/>
        </w:tabs>
        <w:rPr>
          <w:color w:val="000000" w:themeColor="text1"/>
        </w:rPr>
      </w:pPr>
      <w:r>
        <w:rPr>
          <w:color w:val="000000" w:themeColor="text1"/>
          <w:lang w:val="cs-CZ"/>
        </w:rPr>
        <w:t>d</w:t>
      </w:r>
      <w:r w:rsidR="001C091D">
        <w:rPr>
          <w:color w:val="000000" w:themeColor="text1"/>
          <w:lang w:val="cs-CZ"/>
        </w:rPr>
        <w:t>emontáž stávajícího výtahu vč.</w:t>
      </w:r>
      <w:r w:rsidR="00D04179">
        <w:rPr>
          <w:color w:val="000000" w:themeColor="text1"/>
          <w:lang w:val="cs-CZ"/>
        </w:rPr>
        <w:t xml:space="preserve"> ekologické</w:t>
      </w:r>
      <w:r w:rsidR="001C091D">
        <w:rPr>
          <w:color w:val="000000" w:themeColor="text1"/>
          <w:lang w:val="cs-CZ"/>
        </w:rPr>
        <w:t xml:space="preserve"> </w:t>
      </w:r>
      <w:r w:rsidR="00D64403">
        <w:rPr>
          <w:color w:val="000000" w:themeColor="text1"/>
          <w:lang w:val="cs-CZ"/>
        </w:rPr>
        <w:t xml:space="preserve">likvidace odpadu, </w:t>
      </w:r>
    </w:p>
    <w:p w14:paraId="0B2AF78F" w14:textId="4323A4C9" w:rsidR="001C091D" w:rsidRDefault="001C091D" w:rsidP="001C091D">
      <w:pPr>
        <w:pStyle w:val="Zkladntextodsazen2-odrky"/>
        <w:numPr>
          <w:ilvl w:val="0"/>
          <w:numId w:val="22"/>
        </w:numPr>
        <w:tabs>
          <w:tab w:val="left" w:pos="1072"/>
        </w:tabs>
        <w:rPr>
          <w:color w:val="000000" w:themeColor="text1"/>
        </w:rPr>
      </w:pPr>
      <w:r>
        <w:rPr>
          <w:color w:val="000000" w:themeColor="text1"/>
        </w:rPr>
        <w:t xml:space="preserve">veškeré </w:t>
      </w:r>
      <w:r w:rsidRPr="00A76332">
        <w:t>stavební</w:t>
      </w:r>
      <w:r>
        <w:rPr>
          <w:color w:val="000000" w:themeColor="text1"/>
        </w:rPr>
        <w:t xml:space="preserve"> a montážní úpravy stávající výtahové</w:t>
      </w:r>
      <w:r w:rsidR="009069E1">
        <w:rPr>
          <w:color w:val="000000" w:themeColor="text1"/>
        </w:rPr>
        <w:t xml:space="preserve"> šachty (např. zapravení ostění a</w:t>
      </w:r>
      <w:r>
        <w:rPr>
          <w:color w:val="000000" w:themeColor="text1"/>
        </w:rPr>
        <w:t xml:space="preserve"> nadpraží nerezovým plechem</w:t>
      </w:r>
      <w:r w:rsidR="009069E1">
        <w:rPr>
          <w:color w:val="000000" w:themeColor="text1"/>
        </w:rPr>
        <w:t>, řešení prahu systémovými lištami bez přechodových plechů</w:t>
      </w:r>
      <w:r w:rsidR="00D64403">
        <w:rPr>
          <w:color w:val="000000" w:themeColor="text1"/>
          <w:lang w:val="cs-CZ"/>
        </w:rPr>
        <w:t>, úprava návaznosti stávajících podlah</w:t>
      </w:r>
      <w:r>
        <w:rPr>
          <w:color w:val="000000" w:themeColor="text1"/>
        </w:rPr>
        <w:t xml:space="preserve">; </w:t>
      </w:r>
    </w:p>
    <w:p w14:paraId="72D2849D" w14:textId="2A367784" w:rsidR="00784199" w:rsidRDefault="00784199" w:rsidP="001C091D">
      <w:pPr>
        <w:pStyle w:val="Zkladntextodsazen2-odrky"/>
        <w:numPr>
          <w:ilvl w:val="0"/>
          <w:numId w:val="22"/>
        </w:numPr>
        <w:tabs>
          <w:tab w:val="left" w:pos="1072"/>
        </w:tabs>
        <w:rPr>
          <w:color w:val="000000" w:themeColor="text1"/>
        </w:rPr>
      </w:pPr>
      <w:r>
        <w:rPr>
          <w:color w:val="000000" w:themeColor="text1"/>
          <w:lang w:val="cs-CZ"/>
        </w:rPr>
        <w:t xml:space="preserve">rozsah prosklení výtahové kabiny </w:t>
      </w:r>
      <w:r w:rsidR="00D04179">
        <w:rPr>
          <w:color w:val="000000" w:themeColor="text1"/>
          <w:lang w:val="cs-CZ"/>
        </w:rPr>
        <w:t>viz specifikace</w:t>
      </w:r>
      <w:r>
        <w:rPr>
          <w:color w:val="000000" w:themeColor="text1"/>
          <w:lang w:val="cs-CZ"/>
        </w:rPr>
        <w:t xml:space="preserve"> jako stávající kabina;</w:t>
      </w:r>
    </w:p>
    <w:p w14:paraId="49758D02" w14:textId="6CCF96A1" w:rsidR="00D64403" w:rsidRDefault="00D64403" w:rsidP="001C091D">
      <w:pPr>
        <w:pStyle w:val="Zkladntextodsazen2-odrky"/>
        <w:numPr>
          <w:ilvl w:val="0"/>
          <w:numId w:val="22"/>
        </w:numPr>
        <w:tabs>
          <w:tab w:val="left" w:pos="1072"/>
        </w:tabs>
        <w:rPr>
          <w:color w:val="000000" w:themeColor="text1"/>
        </w:rPr>
      </w:pPr>
      <w:r>
        <w:rPr>
          <w:color w:val="000000" w:themeColor="text1"/>
          <w:lang w:val="cs-CZ"/>
        </w:rPr>
        <w:t>podlaha výtahové kabiny z přírodní travertinové dlažby – viz foto stávajícího stavu, formát dlažby ideálně 80/40 cm</w:t>
      </w:r>
      <w:r w:rsidR="00784199">
        <w:rPr>
          <w:color w:val="000000" w:themeColor="text1"/>
          <w:lang w:val="cs-CZ"/>
        </w:rPr>
        <w:t>;</w:t>
      </w:r>
    </w:p>
    <w:p w14:paraId="6C0DFF89" w14:textId="2197C0E9" w:rsidR="00A310BB" w:rsidRPr="00103A0F" w:rsidRDefault="00A310BB" w:rsidP="001C091D">
      <w:pPr>
        <w:pStyle w:val="Zkladntextodsazen2-odrky"/>
        <w:numPr>
          <w:ilvl w:val="0"/>
          <w:numId w:val="22"/>
        </w:numPr>
        <w:tabs>
          <w:tab w:val="left" w:pos="1072"/>
        </w:tabs>
        <w:rPr>
          <w:color w:val="000000" w:themeColor="text1"/>
        </w:rPr>
      </w:pPr>
      <w:r>
        <w:rPr>
          <w:color w:val="000000" w:themeColor="text1"/>
          <w:lang w:val="cs-CZ"/>
        </w:rPr>
        <w:lastRenderedPageBreak/>
        <w:t>repase povrchové úpravy stávající konstrukce výtahové šachty – hlavně dojezdové části šachty a vstupního</w:t>
      </w:r>
      <w:r w:rsidR="00D64403">
        <w:rPr>
          <w:color w:val="000000" w:themeColor="text1"/>
          <w:lang w:val="cs-CZ"/>
        </w:rPr>
        <w:t xml:space="preserve"> průčelí – stávající stav viz foto</w:t>
      </w:r>
    </w:p>
    <w:p w14:paraId="1B9DAD9B" w14:textId="6662341D" w:rsidR="00103A0F" w:rsidRDefault="00103A0F" w:rsidP="001C091D">
      <w:pPr>
        <w:pStyle w:val="Zkladntextodsazen2-odrky"/>
        <w:numPr>
          <w:ilvl w:val="0"/>
          <w:numId w:val="22"/>
        </w:numPr>
        <w:tabs>
          <w:tab w:val="left" w:pos="1072"/>
        </w:tabs>
        <w:rPr>
          <w:color w:val="000000" w:themeColor="text1"/>
        </w:rPr>
      </w:pPr>
      <w:r>
        <w:rPr>
          <w:color w:val="000000" w:themeColor="text1"/>
          <w:lang w:val="cs-CZ"/>
        </w:rPr>
        <w:t>vyčistění výtahové šachty (skla vnější i vnitřní strana, OK)</w:t>
      </w:r>
    </w:p>
    <w:p w14:paraId="0A67ECB0" w14:textId="03541707" w:rsidR="001C091D" w:rsidRDefault="001C091D" w:rsidP="001C091D">
      <w:pPr>
        <w:pStyle w:val="Zkladntextodsazen2-odrky"/>
        <w:numPr>
          <w:ilvl w:val="0"/>
          <w:numId w:val="22"/>
        </w:numPr>
        <w:tabs>
          <w:tab w:val="left" w:pos="1072"/>
        </w:tabs>
        <w:rPr>
          <w:color w:val="000000" w:themeColor="text1"/>
        </w:rPr>
      </w:pPr>
      <w:r>
        <w:rPr>
          <w:color w:val="000000" w:themeColor="text1"/>
        </w:rPr>
        <w:t xml:space="preserve">napojení </w:t>
      </w:r>
      <w:r>
        <w:rPr>
          <w:color w:val="000000" w:themeColor="text1"/>
          <w:lang w:val="cs-CZ"/>
        </w:rPr>
        <w:t xml:space="preserve">výtahu </w:t>
      </w:r>
      <w:r>
        <w:rPr>
          <w:color w:val="000000" w:themeColor="text1"/>
        </w:rPr>
        <w:t xml:space="preserve">na </w:t>
      </w:r>
      <w:r w:rsidR="009069E1">
        <w:rPr>
          <w:color w:val="000000" w:themeColor="text1"/>
          <w:lang w:val="cs-CZ"/>
        </w:rPr>
        <w:t xml:space="preserve">stávající </w:t>
      </w:r>
      <w:r>
        <w:rPr>
          <w:color w:val="000000" w:themeColor="text1"/>
        </w:rPr>
        <w:t>elektroinstalaci vč. revizní zprávy</w:t>
      </w:r>
      <w:r>
        <w:rPr>
          <w:color w:val="000000" w:themeColor="text1"/>
          <w:lang w:val="cs-CZ"/>
        </w:rPr>
        <w:t xml:space="preserve"> </w:t>
      </w:r>
      <w:r w:rsidR="009069E1">
        <w:rPr>
          <w:color w:val="000000" w:themeColor="text1"/>
          <w:lang w:val="cs-CZ"/>
        </w:rPr>
        <w:t>výtahu</w:t>
      </w:r>
      <w:r w:rsidR="00A310BB">
        <w:rPr>
          <w:color w:val="000000" w:themeColor="text1"/>
          <w:lang w:val="cs-CZ"/>
        </w:rPr>
        <w:t>;</w:t>
      </w:r>
    </w:p>
    <w:p w14:paraId="4FEFD735" w14:textId="48AF3D9B" w:rsidR="001C091D" w:rsidRPr="00D64403" w:rsidRDefault="001617FF" w:rsidP="001C091D">
      <w:pPr>
        <w:pStyle w:val="Zkladntextodsazen2-odrky"/>
        <w:numPr>
          <w:ilvl w:val="0"/>
          <w:numId w:val="22"/>
        </w:numPr>
        <w:tabs>
          <w:tab w:val="left" w:pos="1072"/>
        </w:tabs>
        <w:rPr>
          <w:color w:val="000000" w:themeColor="text1"/>
        </w:rPr>
      </w:pPr>
      <w:r>
        <w:rPr>
          <w:color w:val="000000" w:themeColor="text1"/>
          <w:lang w:val="cs-CZ"/>
        </w:rPr>
        <w:t xml:space="preserve">led </w:t>
      </w:r>
      <w:r w:rsidR="001C091D" w:rsidRPr="00D64403">
        <w:rPr>
          <w:color w:val="000000" w:themeColor="text1"/>
        </w:rPr>
        <w:t xml:space="preserve">osvětlení výtahové šachty </w:t>
      </w:r>
      <w:r w:rsidR="00D64403" w:rsidRPr="00D64403">
        <w:rPr>
          <w:color w:val="000000" w:themeColor="text1"/>
          <w:lang w:val="cs-CZ"/>
        </w:rPr>
        <w:t>vč.</w:t>
      </w:r>
      <w:r w:rsidR="001C091D" w:rsidRPr="00D64403">
        <w:rPr>
          <w:color w:val="000000" w:themeColor="text1"/>
        </w:rPr>
        <w:t xml:space="preserve"> revizní zprávy</w:t>
      </w:r>
      <w:r w:rsidR="00A310BB" w:rsidRPr="00D64403">
        <w:rPr>
          <w:color w:val="000000" w:themeColor="text1"/>
          <w:lang w:val="cs-CZ"/>
        </w:rPr>
        <w:t>;</w:t>
      </w:r>
    </w:p>
    <w:p w14:paraId="046E0F52" w14:textId="10466227" w:rsidR="0056145B" w:rsidRPr="00784199" w:rsidRDefault="0056145B" w:rsidP="001C091D">
      <w:pPr>
        <w:pStyle w:val="Zkladntextodsazen2-odrky"/>
        <w:numPr>
          <w:ilvl w:val="0"/>
          <w:numId w:val="22"/>
        </w:numPr>
        <w:tabs>
          <w:tab w:val="left" w:pos="1072"/>
        </w:tabs>
        <w:rPr>
          <w:color w:val="000000" w:themeColor="text1"/>
        </w:rPr>
      </w:pPr>
      <w:r w:rsidRPr="00784199">
        <w:rPr>
          <w:color w:val="000000" w:themeColor="text1"/>
          <w:lang w:val="cs-CZ"/>
        </w:rPr>
        <w:t>výměna ventilátoru</w:t>
      </w:r>
      <w:r w:rsidR="00D64403" w:rsidRPr="00784199">
        <w:rPr>
          <w:color w:val="000000" w:themeColor="text1"/>
          <w:lang w:val="cs-CZ"/>
        </w:rPr>
        <w:t>;</w:t>
      </w:r>
    </w:p>
    <w:p w14:paraId="43F0ADBB" w14:textId="0F8D5ED5" w:rsidR="001C091D" w:rsidRPr="00C87F6B" w:rsidRDefault="00D64403" w:rsidP="001C091D">
      <w:pPr>
        <w:pStyle w:val="Zkladntextodsazen2-odrky"/>
        <w:numPr>
          <w:ilvl w:val="0"/>
          <w:numId w:val="22"/>
        </w:numPr>
        <w:tabs>
          <w:tab w:val="left" w:pos="1072"/>
        </w:tabs>
        <w:rPr>
          <w:color w:val="000000" w:themeColor="text1"/>
        </w:rPr>
      </w:pPr>
      <w:r>
        <w:rPr>
          <w:color w:val="000000" w:themeColor="text1"/>
          <w:lang w:val="cs-CZ"/>
        </w:rPr>
        <w:t>potřebná</w:t>
      </w:r>
      <w:r w:rsidR="001C091D">
        <w:rPr>
          <w:color w:val="000000" w:themeColor="text1"/>
        </w:rPr>
        <w:t xml:space="preserve"> úprava</w:t>
      </w:r>
      <w:r>
        <w:rPr>
          <w:color w:val="000000" w:themeColor="text1"/>
          <w:lang w:val="cs-CZ"/>
        </w:rPr>
        <w:t xml:space="preserve"> stávající konstrukce</w:t>
      </w:r>
      <w:r w:rsidR="001C091D">
        <w:rPr>
          <w:color w:val="000000" w:themeColor="text1"/>
        </w:rPr>
        <w:t xml:space="preserve"> pro kotvení výtahu </w:t>
      </w:r>
      <w:r w:rsidR="009069E1">
        <w:rPr>
          <w:color w:val="000000" w:themeColor="text1"/>
          <w:lang w:val="cs-CZ"/>
        </w:rPr>
        <w:t>nebo dodávka montážních háků</w:t>
      </w:r>
      <w:r w:rsidR="00A310BB">
        <w:rPr>
          <w:color w:val="000000" w:themeColor="text1"/>
          <w:lang w:val="cs-CZ"/>
        </w:rPr>
        <w:t>;</w:t>
      </w:r>
    </w:p>
    <w:p w14:paraId="0345ADC3" w14:textId="77777777" w:rsidR="001C091D" w:rsidRDefault="001C091D" w:rsidP="001C091D">
      <w:pPr>
        <w:pStyle w:val="Zkladntextodsazen2-odrky"/>
        <w:numPr>
          <w:ilvl w:val="0"/>
          <w:numId w:val="22"/>
        </w:numPr>
        <w:tabs>
          <w:tab w:val="left" w:pos="1072"/>
        </w:tabs>
        <w:rPr>
          <w:color w:val="000000" w:themeColor="text1"/>
        </w:rPr>
      </w:pPr>
      <w:r>
        <w:rPr>
          <w:color w:val="000000" w:themeColor="text1"/>
          <w:lang w:val="cs-CZ"/>
        </w:rPr>
        <w:t>zpracování prováděcí dokumentace výtahu;</w:t>
      </w:r>
    </w:p>
    <w:p w14:paraId="2327C89D" w14:textId="77777777" w:rsidR="001C091D" w:rsidRDefault="001C091D" w:rsidP="001C091D">
      <w:pPr>
        <w:pStyle w:val="Zkladntextodsazen2-odrky"/>
        <w:numPr>
          <w:ilvl w:val="0"/>
          <w:numId w:val="22"/>
        </w:numPr>
        <w:tabs>
          <w:tab w:val="left" w:pos="1072"/>
        </w:tabs>
        <w:rPr>
          <w:color w:val="000000" w:themeColor="text1"/>
        </w:rPr>
      </w:pPr>
      <w:r>
        <w:rPr>
          <w:color w:val="000000" w:themeColor="text1"/>
          <w:lang w:val="cs-CZ"/>
        </w:rPr>
        <w:t xml:space="preserve">pracovní </w:t>
      </w:r>
      <w:r>
        <w:rPr>
          <w:color w:val="000000" w:themeColor="text1"/>
        </w:rPr>
        <w:t>lešení.</w:t>
      </w:r>
    </w:p>
    <w:p w14:paraId="44DE73DE" w14:textId="77777777" w:rsidR="00AF6540" w:rsidRDefault="00AF6540" w:rsidP="001C091D">
      <w:pPr>
        <w:rPr>
          <w:color w:val="000000" w:themeColor="text1"/>
        </w:rPr>
      </w:pPr>
    </w:p>
    <w:p w14:paraId="48480069" w14:textId="5082CC24" w:rsidR="001C091D" w:rsidRDefault="001C091D" w:rsidP="001C091D">
      <w:pPr>
        <w:rPr>
          <w:color w:val="000000" w:themeColor="text1"/>
        </w:rPr>
      </w:pPr>
      <w:r>
        <w:rPr>
          <w:color w:val="000000" w:themeColor="text1"/>
        </w:rPr>
        <w:t>Nejasnosti, které vyvolají vícenáklady a mohly být na místě</w:t>
      </w:r>
      <w:r w:rsidR="00AF6540">
        <w:rPr>
          <w:color w:val="000000" w:themeColor="text1"/>
        </w:rPr>
        <w:t xml:space="preserve"> nebo dotazem</w:t>
      </w:r>
      <w:r>
        <w:rPr>
          <w:color w:val="000000" w:themeColor="text1"/>
        </w:rPr>
        <w:t xml:space="preserve"> ověřeny před podáním nabídky, nebudou objednatelem akceptovány.</w:t>
      </w:r>
    </w:p>
    <w:p w14:paraId="64A6985B" w14:textId="067906FE" w:rsidR="00616C63" w:rsidRDefault="00A310BB" w:rsidP="00597DEC">
      <w:pPr>
        <w:pStyle w:val="Nadpis7"/>
      </w:pPr>
      <w:r>
        <w:t>Podkladem pro zpracování cenové nabídky byla i</w:t>
      </w:r>
      <w:r w:rsidR="009069E1">
        <w:t xml:space="preserve"> </w:t>
      </w:r>
      <w:r>
        <w:t>projektové dokumentace</w:t>
      </w:r>
      <w:r w:rsidR="009500F2" w:rsidRPr="009500F2">
        <w:t xml:space="preserve"> </w:t>
      </w:r>
      <w:r w:rsidR="001C091D">
        <w:t xml:space="preserve">výtahové šachty </w:t>
      </w:r>
      <w:r>
        <w:t>zpracovaná</w:t>
      </w:r>
      <w:r w:rsidR="00344B94">
        <w:t xml:space="preserve"> </w:t>
      </w:r>
      <w:r w:rsidR="001C091D">
        <w:t>dodavatelem výtahové šachty v r. 2005</w:t>
      </w:r>
      <w:r w:rsidR="00616C63">
        <w:rPr>
          <w:rFonts w:cs="Arial"/>
        </w:rPr>
        <w:t xml:space="preserve"> </w:t>
      </w:r>
      <w:r>
        <w:t>a fotodokumentace stávajícího stavu.</w:t>
      </w:r>
    </w:p>
    <w:p w14:paraId="37F755DD" w14:textId="1A6E9F67" w:rsidR="00AF4B0B" w:rsidRDefault="00AF4B0B" w:rsidP="00597DEC">
      <w:pPr>
        <w:pStyle w:val="Nadpis7"/>
      </w:pPr>
      <w:r>
        <w:t xml:space="preserve">Zhotovením </w:t>
      </w:r>
      <w:r w:rsidR="001C091D">
        <w:t>díla</w:t>
      </w:r>
      <w:r>
        <w:t xml:space="preserve"> se rozumí úplné, funkční a bezvadné provedení všech stavebních a montážních prací</w:t>
      </w:r>
      <w:r w:rsidR="00E661B8">
        <w:t xml:space="preserve"> </w:t>
      </w:r>
      <w:r w:rsidR="00D213D0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</w:t>
      </w:r>
      <w:r w:rsidR="00940F05">
        <w:t>ho díla</w:t>
      </w:r>
      <w:r>
        <w:t>.</w:t>
      </w:r>
      <w:r w:rsidR="00940F05">
        <w:t xml:space="preserve"> </w:t>
      </w:r>
    </w:p>
    <w:p w14:paraId="26A5DD3F" w14:textId="77777777" w:rsidR="00B0405E" w:rsidRDefault="00B0405E" w:rsidP="00231910">
      <w:pPr>
        <w:pStyle w:val="Zkladntext"/>
      </w:pPr>
    </w:p>
    <w:p w14:paraId="44258B2F" w14:textId="77777777" w:rsidR="00AF4B0B" w:rsidRPr="0069310B" w:rsidRDefault="00AF4B0B" w:rsidP="00231910">
      <w:pPr>
        <w:pStyle w:val="Nadpis2"/>
      </w:pPr>
      <w:r w:rsidRPr="0069310B">
        <w:t>Rozsah díla</w:t>
      </w:r>
    </w:p>
    <w:p w14:paraId="6F5966FC" w14:textId="77777777" w:rsidR="00AF4B0B" w:rsidRDefault="00AF4B0B" w:rsidP="00597DEC">
      <w:pPr>
        <w:pStyle w:val="SODHlavn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 místě obou smluvních stran</w:t>
      </w:r>
      <w:r>
        <w:t>.</w:t>
      </w:r>
    </w:p>
    <w:p w14:paraId="53D0B460" w14:textId="77777777" w:rsidR="00AF4B0B" w:rsidRDefault="00AF4B0B" w:rsidP="00597DEC">
      <w:pPr>
        <w:pStyle w:val="SODHlavnodrky"/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14:paraId="08A4B732" w14:textId="77777777" w:rsidR="00AF4B0B" w:rsidRDefault="00AF4B0B" w:rsidP="00597DEC">
      <w:pPr>
        <w:pStyle w:val="SODHlavnodrky"/>
      </w:pPr>
      <w:r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14:paraId="5FCAEEC1" w14:textId="4D5FE081" w:rsidR="00AF4B0B" w:rsidRPr="00E011C5" w:rsidRDefault="000D6D21" w:rsidP="005771FA">
      <w:pPr>
        <w:pStyle w:val="Nadpis4"/>
      </w:pPr>
      <w:r w:rsidRPr="00E011C5">
        <w:t>Rozsah díla – další související</w:t>
      </w:r>
      <w:r w:rsidR="00AF4B0B" w:rsidRPr="00E011C5">
        <w:t xml:space="preserve"> </w:t>
      </w:r>
      <w:r w:rsidRPr="00E011C5">
        <w:t>práce a činnosti</w:t>
      </w:r>
      <w:r w:rsidR="00AF4B0B" w:rsidRPr="00E011C5">
        <w:t xml:space="preserve"> zejména</w:t>
      </w:r>
      <w:r w:rsidR="00D924FC">
        <w:t xml:space="preserve"> (vedlejší náklady)</w:t>
      </w:r>
      <w:r w:rsidR="00AF4B0B" w:rsidRPr="00E011C5">
        <w:t>:</w:t>
      </w:r>
    </w:p>
    <w:p w14:paraId="07365402" w14:textId="77777777" w:rsidR="0069310B" w:rsidRDefault="0069310B" w:rsidP="00597DEC">
      <w:pPr>
        <w:pStyle w:val="SODHlavnodrky"/>
      </w:pPr>
      <w:r>
        <w:t xml:space="preserve">Zajištění </w:t>
      </w:r>
      <w:r w:rsidR="00795D78" w:rsidRPr="00A8167E">
        <w:rPr>
          <w:lang w:val="cs-CZ"/>
        </w:rPr>
        <w:t xml:space="preserve">neomezeného </w:t>
      </w:r>
      <w:r>
        <w:t>přístupu a příjezdu k nemovitostem v zájmovém území po dobu výstavby.</w:t>
      </w:r>
    </w:p>
    <w:p w14:paraId="4A4187CC" w14:textId="77777777" w:rsidR="0069310B" w:rsidRDefault="0069310B" w:rsidP="00597DEC">
      <w:pPr>
        <w:pStyle w:val="SODHlavnodrky"/>
      </w:pPr>
      <w:r>
        <w:t>Zajištění a provedení všech opatření organizačního charakteru a stavebně technologického charakteru k řádnému provedení díla.</w:t>
      </w:r>
    </w:p>
    <w:p w14:paraId="4F038A5B" w14:textId="77777777" w:rsidR="0069310B" w:rsidRDefault="0069310B" w:rsidP="00597DEC">
      <w:pPr>
        <w:pStyle w:val="SODHlavnodrky"/>
      </w:pPr>
      <w:r>
        <w:t>Zařízení a odstranění zařízení staveniště.</w:t>
      </w:r>
    </w:p>
    <w:p w14:paraId="7DE87A58" w14:textId="77777777" w:rsidR="0069310B" w:rsidRDefault="0069310B" w:rsidP="00597DEC">
      <w:pPr>
        <w:pStyle w:val="SODHlavnodrky"/>
      </w:pPr>
      <w:r>
        <w:t>Veškeré práce a dodávky související s bezpečnostními opatřeními na ochranu lidí a majetku.</w:t>
      </w:r>
    </w:p>
    <w:p w14:paraId="5AAA8ADD" w14:textId="23364A9B" w:rsidR="0069310B" w:rsidRDefault="0069310B" w:rsidP="00597DEC">
      <w:pPr>
        <w:pStyle w:val="SODHlavnodrky"/>
      </w:pPr>
      <w:r>
        <w:t>Zabezpečení předmětu díla během provádění včetně zajištění ochrany vnitřních prostor</w:t>
      </w:r>
      <w:r w:rsidR="00D213D0">
        <w:rPr>
          <w:lang w:val="cs-CZ"/>
        </w:rPr>
        <w:t xml:space="preserve"> např.</w:t>
      </w:r>
      <w:r>
        <w:t xml:space="preserve"> proti zatečení </w:t>
      </w:r>
      <w:r w:rsidR="00D213D0">
        <w:rPr>
          <w:lang w:val="cs-CZ"/>
        </w:rPr>
        <w:t>č</w:t>
      </w:r>
      <w:r>
        <w:t>i vloupání.</w:t>
      </w:r>
    </w:p>
    <w:p w14:paraId="5B9E14BA" w14:textId="77777777" w:rsidR="0069310B" w:rsidRDefault="0069310B" w:rsidP="00597DEC">
      <w:pPr>
        <w:pStyle w:val="SODHlavnodrky"/>
      </w:pPr>
      <w:r>
        <w:t>Zajištění a provedení všech nutných zkoušek dle ČSN (případně jiných norem vztahujících se k prováděnému dílu) včetně pořízení protokolů a jejich předání.</w:t>
      </w:r>
    </w:p>
    <w:p w14:paraId="5A8E189B" w14:textId="77F7902F" w:rsidR="0069310B" w:rsidRDefault="0069310B" w:rsidP="00597DEC">
      <w:pPr>
        <w:pStyle w:val="SODHlavnodrky"/>
      </w:pPr>
      <w:r>
        <w:t>V</w:t>
      </w:r>
      <w:r w:rsidRPr="00635048">
        <w:t>edení stavebního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14:paraId="1852E7E0" w14:textId="77777777" w:rsidR="0069310B" w:rsidRDefault="0069310B" w:rsidP="00597DEC">
      <w:pPr>
        <w:pStyle w:val="SODHlavnodrky"/>
      </w:pPr>
      <w:r>
        <w:t xml:space="preserve">Zhotovitel je povinen průběžně ode dne předání staveniště, až do doby protokolárního předání </w:t>
      </w:r>
      <w:r w:rsidR="00BA6BDF" w:rsidRPr="00A8167E">
        <w:rPr>
          <w:lang w:val="cs-CZ"/>
        </w:rPr>
        <w:br/>
      </w:r>
      <w:r>
        <w:t xml:space="preserve">a převzetí díla pořizovat </w:t>
      </w:r>
      <w:r w:rsidRPr="00A8167E">
        <w:rPr>
          <w:b/>
        </w:rPr>
        <w:t>fotodokumentaci</w:t>
      </w:r>
      <w:r>
        <w:t xml:space="preserve"> postupu stavebních a zejména všech zakrývaných prací.</w:t>
      </w:r>
    </w:p>
    <w:p w14:paraId="3F962FA0" w14:textId="77777777" w:rsidR="0069310B" w:rsidRPr="00B717B6" w:rsidRDefault="0069310B" w:rsidP="00597DEC">
      <w:pPr>
        <w:pStyle w:val="SODHlavn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14:paraId="7FADF040" w14:textId="22B687F8" w:rsidR="00E96A24" w:rsidRPr="00E96A24" w:rsidRDefault="00E96A24" w:rsidP="00597DEC">
      <w:pPr>
        <w:pStyle w:val="SODHlavnodrky"/>
      </w:pPr>
      <w:r w:rsidRPr="00DE2907">
        <w:t>Provedení</w:t>
      </w:r>
      <w:r w:rsidRPr="00E96A24">
        <w:t xml:space="preserve">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</w:t>
      </w:r>
      <w:r w:rsidRPr="00A8167E">
        <w:rPr>
          <w:lang w:val="cs-CZ"/>
        </w:rPr>
        <w:t xml:space="preserve"> </w:t>
      </w:r>
      <w:r w:rsidRPr="00E96A24">
        <w:t xml:space="preserve">č. 22/1997 Sb., </w:t>
      </w:r>
      <w:r w:rsidR="00D213D0">
        <w:br/>
      </w:r>
      <w:r w:rsidRPr="00E96A24">
        <w:t xml:space="preserve">o technických požadavcích na výrobky a související předpisy ve znění pozdějších právních předpisů, a prováděcích předpisů, vše v českém jazyku a jejich předání </w:t>
      </w:r>
      <w:r w:rsidR="00EA3C8B" w:rsidRPr="00A8167E">
        <w:rPr>
          <w:lang w:val="cs-CZ"/>
        </w:rPr>
        <w:t>objednateli.</w:t>
      </w:r>
    </w:p>
    <w:p w14:paraId="4EE6D35E" w14:textId="3B354C91" w:rsidR="0069310B" w:rsidRDefault="0069310B" w:rsidP="00597DEC">
      <w:pPr>
        <w:pStyle w:val="SODHlavnodrky"/>
      </w:pPr>
      <w:r>
        <w:lastRenderedPageBreak/>
        <w:t xml:space="preserve">Odvoz a uložení </w:t>
      </w:r>
      <w:r w:rsidRPr="000F343B">
        <w:t>vybouraných</w:t>
      </w:r>
      <w:r>
        <w:t xml:space="preserve"> hmot a stavební suti vč. předložení evidence odpadů a dokladů </w:t>
      </w:r>
      <w:r w:rsidR="00BA6BDF" w:rsidRPr="00A8167E">
        <w:rPr>
          <w:lang w:val="cs-CZ"/>
        </w:rPr>
        <w:br/>
      </w:r>
      <w:r>
        <w:t>o jejich využití (přednostně) či likvidaci dle zákona č</w:t>
      </w:r>
      <w:r w:rsidR="000648BC">
        <w:rPr>
          <w:lang w:val="cs-CZ"/>
        </w:rPr>
        <w:t>.</w:t>
      </w:r>
      <w:r w:rsidR="000648BC" w:rsidRPr="000648BC">
        <w:t xml:space="preserve"> </w:t>
      </w:r>
      <w:r w:rsidR="000648BC">
        <w:t>541/2020 Sb., o odpadech</w:t>
      </w:r>
    </w:p>
    <w:p w14:paraId="08478A67" w14:textId="77777777" w:rsidR="0069310B" w:rsidRDefault="0069310B" w:rsidP="00597DEC">
      <w:pPr>
        <w:pStyle w:val="SODHlavnodrky"/>
      </w:pPr>
      <w:r>
        <w:t>Odstranění případných závad zjištěných při závěrečné kontrolní prohlídce stavby.</w:t>
      </w:r>
    </w:p>
    <w:p w14:paraId="3B954F4F" w14:textId="77777777" w:rsidR="0069310B" w:rsidRDefault="0069310B" w:rsidP="00597DEC">
      <w:pPr>
        <w:pStyle w:val="SODHlavnodrky"/>
      </w:pPr>
      <w:r>
        <w:t>Uvedení všech povrchů dotčených stavbou do původního stavu.</w:t>
      </w:r>
    </w:p>
    <w:p w14:paraId="6A1064E2" w14:textId="77777777" w:rsidR="00940D17" w:rsidRDefault="00940D17" w:rsidP="00231910">
      <w:pPr>
        <w:pStyle w:val="Nadpis2"/>
      </w:pPr>
      <w:r>
        <w:t>Dokumentace skutečného provedení stavby</w:t>
      </w:r>
    </w:p>
    <w:p w14:paraId="11FB347B" w14:textId="77777777" w:rsidR="00940D17" w:rsidRDefault="00940D17" w:rsidP="00597DEC">
      <w:pPr>
        <w:pStyle w:val="SODHlavnodrky"/>
      </w:pPr>
      <w:r>
        <w:t>Dokumentace skutečného provedení stavby bude provedena v souladu se stavebním zákonem a jeho prováděcími vyhláškami a podle zásad:</w:t>
      </w:r>
    </w:p>
    <w:p w14:paraId="6D190841" w14:textId="55A9873F" w:rsidR="00940D17" w:rsidRDefault="00940D17" w:rsidP="000972D0">
      <w:pPr>
        <w:pStyle w:val="SODvedlejodrky"/>
      </w:pPr>
      <w:r>
        <w:t>do projektu pro provedení stavby budou zřetelně vyznačeny všechny změny, k nimž došlo v průběhu zhotovení díla,</w:t>
      </w:r>
    </w:p>
    <w:p w14:paraId="745EA0F1" w14:textId="63B6629D" w:rsidR="00940D17" w:rsidRDefault="00940D17" w:rsidP="000972D0">
      <w:pPr>
        <w:pStyle w:val="SODvedlejodrky"/>
      </w:pPr>
      <w:r>
        <w:t>každý výkres dokumentace o skutečném provedení stavby bude opatřen razítkem a podpisem osoby, která změny provedla,</w:t>
      </w:r>
    </w:p>
    <w:p w14:paraId="6D513D27" w14:textId="66F1FBFF" w:rsidR="00940D17" w:rsidRDefault="00940D17" w:rsidP="000972D0">
      <w:pPr>
        <w:pStyle w:val="SODvedlejodrky"/>
      </w:pPr>
      <w:r>
        <w:t>části projektu, ve kterých nedošlo ke změnám, budou označeny nápisem „bez změn“,</w:t>
      </w:r>
    </w:p>
    <w:p w14:paraId="60A3E7E5" w14:textId="6C5D531B" w:rsidR="00940D17" w:rsidRPr="00940D17" w:rsidRDefault="00940D17" w:rsidP="000972D0">
      <w:pPr>
        <w:pStyle w:val="SODvedlejodrky"/>
        <w:rPr>
          <w:lang w:val="cs-CZ"/>
        </w:rPr>
      </w:pPr>
      <w:r>
        <w:t>dokumentace skutečného provedení bude provedena i v digitální podobě</w:t>
      </w:r>
      <w:r>
        <w:rPr>
          <w:lang w:val="cs-CZ"/>
        </w:rPr>
        <w:t>.</w:t>
      </w:r>
    </w:p>
    <w:p w14:paraId="0B04173C" w14:textId="77777777" w:rsidR="00BF52BE" w:rsidRPr="0069310B" w:rsidRDefault="00BF52BE" w:rsidP="00231910">
      <w:pPr>
        <w:pStyle w:val="Nadpis2"/>
      </w:pPr>
      <w:r w:rsidRPr="0069310B">
        <w:t>Podmínky provádění stavby</w:t>
      </w:r>
    </w:p>
    <w:p w14:paraId="36FC0082" w14:textId="53CA19E6" w:rsidR="00EE43AD" w:rsidRPr="007C1EA4" w:rsidRDefault="00EE43AD" w:rsidP="00597DEC">
      <w:pPr>
        <w:pStyle w:val="SODHlavnodrky"/>
      </w:pPr>
      <w:r>
        <w:t>Práce provádět nepřetržitě</w:t>
      </w:r>
      <w:r w:rsidR="00CC310F">
        <w:t xml:space="preserve"> bez přerušení – více jak 1 den, netýká se n</w:t>
      </w:r>
      <w:r w:rsidR="00301AAC">
        <w:t>evhodných klimatických podmínek</w:t>
      </w:r>
      <w:r w:rsidR="00395A9E">
        <w:t>,</w:t>
      </w:r>
      <w:r w:rsidR="00301AAC">
        <w:t xml:space="preserve"> případně </w:t>
      </w:r>
      <w:r w:rsidR="00395A9E">
        <w:t>vyvolaných provozem</w:t>
      </w:r>
      <w:r w:rsidR="00301AAC">
        <w:t xml:space="preserve"> </w:t>
      </w:r>
      <w:r w:rsidR="00694327">
        <w:rPr>
          <w:lang w:val="cs-CZ"/>
        </w:rPr>
        <w:t>objednatele</w:t>
      </w:r>
      <w:r w:rsidR="00301AAC">
        <w:t>.</w:t>
      </w:r>
    </w:p>
    <w:p w14:paraId="7CAC5F67" w14:textId="16F3075C" w:rsidR="007C1EA4" w:rsidRPr="001D6BF8" w:rsidRDefault="00395A9E" w:rsidP="00597DEC">
      <w:pPr>
        <w:pStyle w:val="SODHlavnodrky"/>
      </w:pPr>
      <w:r>
        <w:t>Pokud budou práce</w:t>
      </w:r>
      <w:r w:rsidR="00301AAC">
        <w:t xml:space="preserve"> </w:t>
      </w:r>
      <w:r w:rsidR="007C1EA4">
        <w:t xml:space="preserve">prováděny za provozu </w:t>
      </w:r>
      <w:r w:rsidR="0056145B">
        <w:rPr>
          <w:lang w:val="cs-CZ"/>
        </w:rPr>
        <w:t>objednatele</w:t>
      </w:r>
      <w:r>
        <w:t>,</w:t>
      </w:r>
      <w:r w:rsidR="00301AAC">
        <w:t xml:space="preserve"> </w:t>
      </w:r>
      <w:r>
        <w:t>musí být zajištěna zvýšená bezpečnost – náklady jsou v tomto případě zakalkulovány v ceně díla.</w:t>
      </w:r>
    </w:p>
    <w:p w14:paraId="3294F922" w14:textId="77777777" w:rsidR="0069310B" w:rsidRPr="00395A9E" w:rsidRDefault="0069310B" w:rsidP="00597DEC">
      <w:pPr>
        <w:pStyle w:val="SODHlavnodrky"/>
      </w:pPr>
      <w:r w:rsidRPr="00120F55">
        <w:t>Zhotovitel je povinen zajistit provádění stavebních a montážních prací tak, aby nedocházelo</w:t>
      </w:r>
      <w:r w:rsidRPr="00120F55">
        <w:br/>
        <w:t xml:space="preserve">k ohrožování, nadměrnému nebo zbytečnému obtěžování okolí stavby a majetku třetích osob. </w:t>
      </w:r>
    </w:p>
    <w:p w14:paraId="182668FE" w14:textId="77777777" w:rsidR="00395A9E" w:rsidRDefault="00395A9E" w:rsidP="00597DEC">
      <w:pPr>
        <w:pStyle w:val="SODHlavnodrky"/>
      </w:pPr>
      <w:r>
        <w:t>Zajištění těchto podmínek je utvrzeno smluvní pokutou.</w:t>
      </w:r>
    </w:p>
    <w:p w14:paraId="1496915F" w14:textId="77777777" w:rsidR="00AF4B0B" w:rsidRPr="00940F05" w:rsidRDefault="00AF4B0B" w:rsidP="00231910">
      <w:pPr>
        <w:pStyle w:val="Nadpis2"/>
      </w:pPr>
      <w:r w:rsidRPr="00940F05">
        <w:t>Právo objednatele na změnu předmětu smlouvy</w:t>
      </w:r>
      <w:r w:rsidR="00141236" w:rsidRPr="00940F05">
        <w:t xml:space="preserve"> </w:t>
      </w:r>
    </w:p>
    <w:p w14:paraId="6F53ACB8" w14:textId="6A2D8262" w:rsidR="001D7725" w:rsidRPr="001D7725" w:rsidRDefault="00AF4B0B" w:rsidP="00597DEC">
      <w:pPr>
        <w:pStyle w:val="SODHlavnodrky"/>
      </w:pPr>
      <w:r w:rsidRPr="001B63AB">
        <w:t>Objednatel má právo z předmětu smlouvy vy</w:t>
      </w:r>
      <w:r w:rsidR="00086EE1" w:rsidRPr="001B63AB">
        <w:t>loučit</w:t>
      </w:r>
      <w:r w:rsidRPr="001B63AB">
        <w:t xml:space="preserve"> některé práce nebo dodávky</w:t>
      </w:r>
      <w:r w:rsidR="001D7725" w:rsidRPr="00A8167E">
        <w:rPr>
          <w:lang w:val="cs-CZ"/>
        </w:rPr>
        <w:t xml:space="preserve"> </w:t>
      </w:r>
      <w:r w:rsidR="00CB68A6" w:rsidRPr="001B63AB">
        <w:t>a požadovat nové práce nebo</w:t>
      </w:r>
      <w:r w:rsidR="003822FE">
        <w:t xml:space="preserve"> dodávky (vícepráce) v rozsahu </w:t>
      </w:r>
      <w:r w:rsidR="001D7725" w:rsidRPr="00A8167E">
        <w:rPr>
          <w:lang w:val="cs-CZ"/>
        </w:rPr>
        <w:t xml:space="preserve">15 % </w:t>
      </w:r>
      <w:r w:rsidR="00CB68A6" w:rsidRPr="001B63AB">
        <w:t>díla,</w:t>
      </w:r>
      <w:r w:rsidR="00141236" w:rsidRPr="001B63AB">
        <w:t xml:space="preserve"> v tomto případě se jedná o nepodstatnou změnu závazku, která nemá vliv na změnu termínu dokončení prací – předání díla.</w:t>
      </w:r>
      <w:r>
        <w:t xml:space="preserve"> </w:t>
      </w:r>
    </w:p>
    <w:p w14:paraId="78160C6C" w14:textId="77777777" w:rsidR="00742458" w:rsidRPr="00742458" w:rsidRDefault="00AF4B0B" w:rsidP="00597DEC">
      <w:pPr>
        <w:pStyle w:val="SODHlavnodrky"/>
      </w:pPr>
      <w:r>
        <w:t>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14:paraId="00E77590" w14:textId="77777777" w:rsidR="00086EE1" w:rsidRPr="00086EE1" w:rsidRDefault="00086EE1" w:rsidP="00231910">
      <w:pPr>
        <w:pStyle w:val="Nadpis2"/>
      </w:pPr>
      <w:r w:rsidRPr="00086EE1">
        <w:t>Objednatel se zavazuje dílo od zhotovitele převzít a zaplatit mu sjednanou cenu.</w:t>
      </w:r>
    </w:p>
    <w:p w14:paraId="4A95BF32" w14:textId="77777777" w:rsidR="00AF4B0B" w:rsidRPr="0069310B" w:rsidRDefault="00C84605" w:rsidP="00231910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14:paraId="6DD4CF9B" w14:textId="77777777" w:rsidR="00AF4B0B" w:rsidRPr="0069310B" w:rsidRDefault="00C84605" w:rsidP="00231910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14:paraId="7D5E5AF1" w14:textId="77777777" w:rsidR="00FC1C6E" w:rsidRDefault="00616C63" w:rsidP="00231910">
      <w:r>
        <w:tab/>
      </w:r>
      <w:r w:rsidR="00FC1C6E"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31"/>
      </w:tblGrid>
      <w:tr w:rsidR="00FC1C6E" w14:paraId="466196EC" w14:textId="77777777" w:rsidTr="00694327">
        <w:trPr>
          <w:trHeight w:val="754"/>
        </w:trPr>
        <w:tc>
          <w:tcPr>
            <w:tcW w:w="4680" w:type="dxa"/>
            <w:vAlign w:val="center"/>
          </w:tcPr>
          <w:p w14:paraId="38F6E9F9" w14:textId="77777777" w:rsidR="00FC1C6E" w:rsidRPr="0024421D" w:rsidRDefault="00FC1C6E" w:rsidP="00231910">
            <w:r w:rsidRPr="0024421D">
              <w:t>Dokončení prací - předání díla</w:t>
            </w:r>
          </w:p>
        </w:tc>
        <w:tc>
          <w:tcPr>
            <w:tcW w:w="3531" w:type="dxa"/>
            <w:vAlign w:val="center"/>
          </w:tcPr>
          <w:p w14:paraId="697B441A" w14:textId="2E0F8613" w:rsidR="00694327" w:rsidRPr="00694327" w:rsidRDefault="00231910" w:rsidP="00694327">
            <w:pPr>
              <w:pStyle w:val="normlnikmytext"/>
              <w:ind w:left="551" w:hanging="565"/>
              <w:rPr>
                <w:rStyle w:val="cena"/>
                <w:i w:val="0"/>
              </w:rPr>
            </w:pPr>
            <w:r w:rsidRPr="0024421D">
              <w:rPr>
                <w:rStyle w:val="cena"/>
                <w:b w:val="0"/>
                <w:i w:val="0"/>
              </w:rPr>
              <w:tab/>
            </w:r>
            <w:r w:rsidR="007D111A">
              <w:rPr>
                <w:rStyle w:val="cena"/>
                <w:i w:val="0"/>
              </w:rPr>
              <w:t>do 17</w:t>
            </w:r>
            <w:r w:rsidR="00694327" w:rsidRPr="00694327">
              <w:rPr>
                <w:rStyle w:val="cena"/>
                <w:i w:val="0"/>
              </w:rPr>
              <w:t xml:space="preserve"> týdnů </w:t>
            </w:r>
          </w:p>
          <w:p w14:paraId="737ABAEA" w14:textId="7DC54F32" w:rsidR="00FC1C6E" w:rsidRPr="0024421D" w:rsidRDefault="00694327" w:rsidP="00694327">
            <w:pPr>
              <w:pStyle w:val="normlnikmytext"/>
              <w:ind w:left="551" w:hanging="565"/>
              <w:rPr>
                <w:rStyle w:val="cena"/>
                <w:b w:val="0"/>
                <w:i w:val="0"/>
              </w:rPr>
            </w:pPr>
            <w:r>
              <w:rPr>
                <w:rStyle w:val="cena"/>
                <w:b w:val="0"/>
                <w:i w:val="0"/>
              </w:rPr>
              <w:tab/>
              <w:t>od podpisu smlouvy</w:t>
            </w:r>
          </w:p>
        </w:tc>
      </w:tr>
    </w:tbl>
    <w:p w14:paraId="5CA74A9F" w14:textId="77777777" w:rsidR="004F588D" w:rsidRDefault="004F588D" w:rsidP="00597DEC">
      <w:pPr>
        <w:pStyle w:val="Nadpis7"/>
      </w:pPr>
    </w:p>
    <w:p w14:paraId="138EFB88" w14:textId="77777777" w:rsidR="00AF4B0B" w:rsidRDefault="00AF4B0B" w:rsidP="004F588D">
      <w:pPr>
        <w:pStyle w:val="Nadpis2"/>
      </w:pPr>
      <w:r>
        <w:t>Změna v </w:t>
      </w:r>
      <w:r w:rsidR="00D95AEA">
        <w:t>době</w:t>
      </w:r>
      <w:r>
        <w:t xml:space="preserve"> plnění</w:t>
      </w:r>
    </w:p>
    <w:p w14:paraId="6F5444A1" w14:textId="77777777" w:rsidR="00C27EFF" w:rsidRDefault="00C27EFF" w:rsidP="00597DEC">
      <w:pPr>
        <w:pStyle w:val="SODHlavn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14:paraId="0ED9C57C" w14:textId="77777777" w:rsidR="00C27EFF" w:rsidRDefault="00C27EFF" w:rsidP="00597DEC">
      <w:pPr>
        <w:pStyle w:val="SODHlavn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</w:t>
      </w:r>
      <w:r w:rsidR="000409DE" w:rsidRPr="00A8167E">
        <w:rPr>
          <w:lang w:val="cs-CZ"/>
        </w:rPr>
        <w:t xml:space="preserve"> nastoupení souvisejících subdodávek v režii objednatele,</w:t>
      </w:r>
      <w:r>
        <w:t xml:space="preserve"> pravomocného stavebního povolení (ohlášení stavby), přerušení stavebních prací ze strany objednatele a okolností ve smyslu § 2006 a násl</w:t>
      </w:r>
      <w:r w:rsidR="00C86D02" w:rsidRPr="00A8167E">
        <w:rPr>
          <w:lang w:val="cs-CZ"/>
        </w:rPr>
        <w:t>.</w:t>
      </w:r>
      <w:r>
        <w:t xml:space="preserve"> a § 2913 odst. 2 občanského zákoníku.</w:t>
      </w:r>
    </w:p>
    <w:p w14:paraId="5379D63A" w14:textId="77777777" w:rsidR="00AF4B0B" w:rsidRDefault="00AF4B0B" w:rsidP="00597DEC">
      <w:pPr>
        <w:pStyle w:val="SODHlavnodrky"/>
      </w:pPr>
      <w:r>
        <w:t>Zhotovitel je povinen zahájit práce na díle a řádně v nich pokračovat do 5 dnů ode dne protokolárního předání staveniště.</w:t>
      </w:r>
    </w:p>
    <w:p w14:paraId="041C410C" w14:textId="77777777" w:rsidR="00AF4B0B" w:rsidRDefault="00AF4B0B" w:rsidP="00597DEC">
      <w:pPr>
        <w:pStyle w:val="SODHlavnodrky"/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14:paraId="4AF811E5" w14:textId="77777777" w:rsidR="00AF4B0B" w:rsidRDefault="00AF4B0B" w:rsidP="00597DEC">
      <w:pPr>
        <w:pStyle w:val="SODHlavnodrky"/>
      </w:pPr>
      <w:r>
        <w:t>Zhotovitel je povinen předat předmět díla objednateli v termínu sjednaném ve smlouvě.</w:t>
      </w:r>
    </w:p>
    <w:p w14:paraId="29D3624C" w14:textId="77777777" w:rsidR="00177B29" w:rsidRPr="0069310B" w:rsidRDefault="00177B29" w:rsidP="00231910">
      <w:pPr>
        <w:pStyle w:val="Nadpis2"/>
      </w:pPr>
      <w:r w:rsidRPr="0069310B">
        <w:t>Místo plnění předmětu smlouvy:</w:t>
      </w:r>
    </w:p>
    <w:p w14:paraId="2D6ECADD" w14:textId="74F3A534" w:rsidR="00177B29" w:rsidRPr="00177B29" w:rsidRDefault="00694327" w:rsidP="00597DEC">
      <w:pPr>
        <w:pStyle w:val="SODHlavnodrky"/>
      </w:pPr>
      <w:r>
        <w:rPr>
          <w:lang w:val="cs-CZ"/>
        </w:rPr>
        <w:t>Masarykovo nám. 100</w:t>
      </w:r>
      <w:r w:rsidR="00231910" w:rsidRPr="00A8167E">
        <w:rPr>
          <w:rFonts w:cs="Arial"/>
        </w:rPr>
        <w:t xml:space="preserve">, </w:t>
      </w:r>
      <w:r w:rsidR="00231910" w:rsidRPr="00A8167E">
        <w:rPr>
          <w:rFonts w:cs="Arial"/>
          <w:lang w:val="cs-CZ"/>
        </w:rPr>
        <w:t xml:space="preserve">688 01 </w:t>
      </w:r>
      <w:r w:rsidR="00231910" w:rsidRPr="00A8167E">
        <w:rPr>
          <w:rFonts w:cs="Arial"/>
        </w:rPr>
        <w:t>Uherský Brod</w:t>
      </w:r>
      <w:r w:rsidR="00A57EC9" w:rsidRPr="00A57EC9">
        <w:t>,</w:t>
      </w:r>
      <w:r w:rsidR="00707341" w:rsidRPr="00BA6BDF">
        <w:t xml:space="preserve"> </w:t>
      </w:r>
      <w:r w:rsidR="00F939E7" w:rsidRPr="00BA6BDF">
        <w:t xml:space="preserve">katastrální území </w:t>
      </w:r>
      <w:r w:rsidR="00231910" w:rsidRPr="00A8167E">
        <w:rPr>
          <w:lang w:val="cs-CZ"/>
        </w:rPr>
        <w:t>Uherský Brod</w:t>
      </w:r>
      <w:r w:rsidR="00F939E7" w:rsidRPr="00BA6BDF">
        <w:t>, Česká republika.</w:t>
      </w:r>
    </w:p>
    <w:p w14:paraId="0E693E2E" w14:textId="77777777" w:rsidR="00AF4B0B" w:rsidRDefault="00AF4B0B" w:rsidP="00231910">
      <w:pPr>
        <w:pStyle w:val="Nadpis1"/>
      </w:pPr>
      <w:r>
        <w:t>Cena díla a podmínky pro změnu sjednané ceny</w:t>
      </w:r>
    </w:p>
    <w:p w14:paraId="76831F88" w14:textId="77777777" w:rsidR="00AF4B0B" w:rsidRPr="0069310B" w:rsidRDefault="00AF4B0B" w:rsidP="00231910">
      <w:pPr>
        <w:pStyle w:val="Nadpis2"/>
      </w:pPr>
      <w:r w:rsidRPr="0069310B">
        <w:t>Cena díla</w:t>
      </w:r>
    </w:p>
    <w:p w14:paraId="1F5DA6C9" w14:textId="77777777" w:rsidR="00AF4B0B" w:rsidRDefault="00AF4B0B" w:rsidP="00597DEC">
      <w:pPr>
        <w:pStyle w:val="Nadpis7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87422E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14:paraId="47CB4EEB" w14:textId="77777777" w:rsidR="00FC1C6E" w:rsidRDefault="00FC1C6E" w:rsidP="00231910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AF4B0B" w14:paraId="2ABADBD6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733FF62F" w14:textId="5D9F6EDA" w:rsidR="00AF4B0B" w:rsidRDefault="00562573" w:rsidP="00231910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637" w:type="dxa"/>
            <w:vAlign w:val="center"/>
          </w:tcPr>
          <w:p w14:paraId="77D46886" w14:textId="77777777" w:rsidR="00AF4B0B" w:rsidRDefault="001B63AB" w:rsidP="00231910">
            <w:pPr>
              <w:pStyle w:val="Cenatabulka"/>
            </w:pPr>
            <w:r>
              <w:tab/>
            </w:r>
            <w:r w:rsidR="005763F3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0" w:name="Text50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0"/>
            <w:r w:rsidR="00AA7001">
              <w:t xml:space="preserve"> </w:t>
            </w:r>
            <w:r w:rsidR="008108D7">
              <w:t>Kč</w:t>
            </w:r>
          </w:p>
        </w:tc>
      </w:tr>
      <w:tr w:rsidR="00AF4B0B" w14:paraId="0EC42312" w14:textId="77777777" w:rsidTr="00875660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5D905DA8" w14:textId="77777777" w:rsidR="00AF4B0B" w:rsidRDefault="00AF4B0B" w:rsidP="00231910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637" w:type="dxa"/>
            <w:vAlign w:val="center"/>
          </w:tcPr>
          <w:p w14:paraId="0665E9B9" w14:textId="77777777" w:rsidR="00AF4B0B" w:rsidRDefault="001B63AB" w:rsidP="00231910">
            <w:pPr>
              <w:pStyle w:val="Cenatabulka"/>
            </w:pPr>
            <w:r>
              <w:tab/>
            </w:r>
            <w:r w:rsidR="005763F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1" w:name="Text49"/>
            <w:r w:rsidR="005763F3">
              <w:instrText xml:space="preserve"> FORMTEXT </w:instrText>
            </w:r>
            <w:r w:rsidR="005763F3">
              <w:fldChar w:fldCharType="separate"/>
            </w:r>
            <w:bookmarkStart w:id="22" w:name="_GoBack"/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bookmarkEnd w:id="22"/>
            <w:r w:rsidR="005763F3">
              <w:fldChar w:fldCharType="end"/>
            </w:r>
            <w:bookmarkEnd w:id="21"/>
            <w:r w:rsidR="00AA7001">
              <w:t xml:space="preserve"> </w:t>
            </w:r>
            <w:r w:rsidR="008108D7">
              <w:t>Kč</w:t>
            </w:r>
          </w:p>
        </w:tc>
      </w:tr>
      <w:tr w:rsidR="00442F99" w14:paraId="1237FB10" w14:textId="77777777" w:rsidTr="00875660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15821A3F" w14:textId="77777777" w:rsidR="00442F99" w:rsidRPr="00FA7A10" w:rsidRDefault="00442F99" w:rsidP="00231910">
            <w:r w:rsidRPr="00FA7A10"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14:paraId="3B3598E9" w14:textId="77777777" w:rsidR="00442F99" w:rsidRDefault="001B63AB" w:rsidP="00231910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tab/>
            </w:r>
            <w:r w:rsidR="005763F3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3" w:name="Text48"/>
            <w:r w:rsidR="005763F3">
              <w:rPr>
                <w:rStyle w:val="cena"/>
              </w:rPr>
              <w:instrText xml:space="preserve"> FORMTEXT </w:instrText>
            </w:r>
            <w:r w:rsidR="005763F3">
              <w:rPr>
                <w:rStyle w:val="cena"/>
              </w:rPr>
            </w:r>
            <w:r w:rsidR="005763F3">
              <w:rPr>
                <w:rStyle w:val="cena"/>
              </w:rPr>
              <w:fldChar w:fldCharType="separate"/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</w:rPr>
              <w:fldChar w:fldCharType="end"/>
            </w:r>
            <w:bookmarkEnd w:id="23"/>
            <w:r w:rsidR="00AA7001">
              <w:rPr>
                <w:rStyle w:val="cena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14:paraId="00854CCB" w14:textId="77777777" w:rsidR="00875660" w:rsidRDefault="00875660" w:rsidP="00597DEC">
      <w:pPr>
        <w:pStyle w:val="Nadpis7"/>
      </w:pPr>
    </w:p>
    <w:p w14:paraId="167B7A50" w14:textId="77777777" w:rsidR="002E5A12" w:rsidRPr="002E5A12" w:rsidRDefault="002E5A12" w:rsidP="00597DEC">
      <w:pPr>
        <w:pStyle w:val="SODHlavnodrky"/>
      </w:pPr>
      <w:r w:rsidRPr="002E5A1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14:paraId="1A10162C" w14:textId="77777777" w:rsidR="002E5A12" w:rsidRPr="002E5A12" w:rsidRDefault="002E5A12" w:rsidP="00597DEC">
      <w:pPr>
        <w:pStyle w:val="SODHlavnodrky"/>
      </w:pPr>
      <w:r w:rsidRPr="002E5A12">
        <w:t>Na výši sjednané ceny nemají vliv ani nepředvídatelné mimořádné okolnosti, které nastaly po uzavření této smlouvy.</w:t>
      </w:r>
    </w:p>
    <w:p w14:paraId="762F57EB" w14:textId="77777777" w:rsidR="00AF4B0B" w:rsidRDefault="00AF4B0B" w:rsidP="00597DEC">
      <w:pPr>
        <w:pStyle w:val="SODHlavn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14:paraId="114CCC95" w14:textId="77777777" w:rsidR="00AF4B0B" w:rsidRDefault="00AF4B0B" w:rsidP="00597DEC">
      <w:pPr>
        <w:pStyle w:val="SODHlavnodrky"/>
      </w:pPr>
      <w:r>
        <w:t>Cena je dohodnuta na základě zhotovitelem vypracovaného položkového rozpočtu díla</w:t>
      </w:r>
      <w:r w:rsidR="00086EE1">
        <w:t>. O</w:t>
      </w:r>
      <w:r>
        <w:t>ceněný položkový rozpočet bude sloužit rovněž</w:t>
      </w:r>
      <w:r w:rsidR="00A837B8">
        <w:t xml:space="preserve"> jako cenová úroveň pro </w:t>
      </w:r>
      <w:r>
        <w:t>dodatečné stavební práce</w:t>
      </w:r>
      <w:r w:rsidR="00A837B8">
        <w:t xml:space="preserve"> – „vícepráce</w:t>
      </w:r>
      <w:r>
        <w:t>“ a „méně</w:t>
      </w:r>
      <w:r w:rsidR="00267E8F">
        <w:t>-</w:t>
      </w:r>
      <w:r>
        <w:t>práce“. Jednotkové ceny uvedené v položkovém rozpočtu jsou cenami pevnými po celou dobu realizace díla.</w:t>
      </w:r>
    </w:p>
    <w:p w14:paraId="4A512D7F" w14:textId="77777777" w:rsidR="00AF4B0B" w:rsidRDefault="00AF4B0B" w:rsidP="00597DEC">
      <w:pPr>
        <w:pStyle w:val="SODHlavn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14:paraId="274B31E9" w14:textId="77777777" w:rsidR="00AF4B0B" w:rsidRPr="0069310B" w:rsidRDefault="00AF4B0B" w:rsidP="00231910">
      <w:pPr>
        <w:pStyle w:val="Nadpis2"/>
      </w:pPr>
      <w:r w:rsidRPr="0069310B">
        <w:t>Podmínky pro změnu ceny</w:t>
      </w:r>
    </w:p>
    <w:p w14:paraId="0AC68A25" w14:textId="77777777" w:rsidR="00AF4B0B" w:rsidRDefault="00AF4B0B" w:rsidP="00597DEC">
      <w:pPr>
        <w:pStyle w:val="Nadpis7"/>
      </w:pPr>
      <w:r>
        <w:t>Sjednaná cena může být změněna pouze za níže uvedených podmínek:</w:t>
      </w:r>
    </w:p>
    <w:p w14:paraId="7DAE6064" w14:textId="77777777" w:rsidR="00AF4B0B" w:rsidRDefault="00AF4B0B" w:rsidP="000972D0">
      <w:pPr>
        <w:pStyle w:val="SODvedlejodstavecpsmena"/>
      </w:pPr>
      <w:r>
        <w:t>po podpisu smlouvy a před termínem dokončení díla dojde ke změně DPH</w:t>
      </w:r>
      <w:r w:rsidR="00791531">
        <w:t>,</w:t>
      </w:r>
    </w:p>
    <w:p w14:paraId="25B4C9F3" w14:textId="77777777" w:rsidR="00AF4B0B" w:rsidRDefault="00AF4B0B" w:rsidP="000972D0">
      <w:pPr>
        <w:pStyle w:val="SODvedlejodstavecpsmena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14:paraId="23B43F3A" w14:textId="62E537EC" w:rsidR="00A4693C" w:rsidRPr="007A6528" w:rsidRDefault="00945BA4" w:rsidP="002412D1">
      <w:pPr>
        <w:pStyle w:val="SODvedlejodstavecpsmena"/>
        <w:numPr>
          <w:ilvl w:val="0"/>
          <w:numId w:val="0"/>
        </w:numPr>
        <w:ind w:left="1068"/>
      </w:pPr>
      <w:r>
        <w:tab/>
      </w:r>
    </w:p>
    <w:p w14:paraId="54EA66A4" w14:textId="77777777" w:rsidR="00AF4B0B" w:rsidRPr="0069310B" w:rsidRDefault="00AF4B0B" w:rsidP="00231910">
      <w:pPr>
        <w:pStyle w:val="Nadpis2"/>
      </w:pPr>
      <w:r w:rsidRPr="0069310B">
        <w:t>Způsob sjednání změny ceny</w:t>
      </w:r>
    </w:p>
    <w:p w14:paraId="3F7081DD" w14:textId="77777777" w:rsidR="00AF4B0B" w:rsidRDefault="00AF4B0B" w:rsidP="00597DEC">
      <w:pPr>
        <w:pStyle w:val="Nadpis7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14:paraId="5A32BE6B" w14:textId="77777777" w:rsidR="00D52963" w:rsidRDefault="00D52963" w:rsidP="00597DEC">
      <w:pPr>
        <w:pStyle w:val="SODHlavn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14:paraId="67C0057B" w14:textId="77777777" w:rsidR="00AF4B0B" w:rsidRDefault="00AF4B0B" w:rsidP="00597DEC">
      <w:pPr>
        <w:pStyle w:val="SODHlavn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14:paraId="4C9F2E21" w14:textId="3D228F0C" w:rsidR="00AF4B0B" w:rsidRDefault="00D52963" w:rsidP="00597DEC">
      <w:pPr>
        <w:pStyle w:val="SODHlavnodrky"/>
      </w:pPr>
      <w:r w:rsidRPr="003E4F55">
        <w:t xml:space="preserve">Případné vícepráce či </w:t>
      </w:r>
      <w:r w:rsidR="00EB3D7A">
        <w:t xml:space="preserve">méněpráce </w:t>
      </w:r>
      <w:r w:rsidRPr="003E4F55">
        <w:t>vyvolané objednatelem budou oceňovány stejnou metodikou</w:t>
      </w:r>
      <w:r w:rsidR="00F921C5">
        <w:t>,</w:t>
      </w:r>
      <w:r w:rsidR="00A57EC9">
        <w:t xml:space="preserve"> </w:t>
      </w:r>
      <w:r w:rsidRPr="003E4F55">
        <w:t xml:space="preserve">jako byla zpracována cenová nabídka. </w:t>
      </w:r>
      <w:r w:rsidR="00AF4B0B">
        <w:t xml:space="preserve">Pro výpočet změny ceny prací a dodávek neobsažených ve smluvním položkovém rozpočtu bude použita metodika oceňování </w:t>
      </w:r>
      <w:r w:rsidR="0006035A" w:rsidRPr="00A8167E">
        <w:rPr>
          <w:lang w:val="cs-CZ"/>
        </w:rPr>
        <w:t>RTS</w:t>
      </w:r>
      <w:r w:rsidR="00AF4B0B">
        <w:t xml:space="preserve"> v cenové úrovni platné v</w:t>
      </w:r>
      <w:r w:rsidR="00E36982">
        <w:t> </w:t>
      </w:r>
      <w:r w:rsidR="00AF4B0B">
        <w:t>době</w:t>
      </w:r>
      <w:r w:rsidR="00E36982">
        <w:t>,</w:t>
      </w:r>
      <w:r w:rsidR="004A3CE7">
        <w:t xml:space="preserve"> ve které byly práce provedeny. </w:t>
      </w:r>
      <w:r>
        <w:t>V </w:t>
      </w:r>
      <w:r w:rsidRPr="003E4F55">
        <w:t>případě, že ceníky tyto práce neobsahují, předloží zhotovitel objednateli podrobnou kalkulaci ceny</w:t>
      </w:r>
      <w:r>
        <w:t xml:space="preserve"> nebo se práce ocení</w:t>
      </w:r>
      <w:r w:rsidRPr="003E4F55">
        <w:t xml:space="preserve"> </w:t>
      </w:r>
      <w:r w:rsidR="00AF4B0B">
        <w:t xml:space="preserve">HZS </w:t>
      </w:r>
      <w:r>
        <w:t xml:space="preserve">v max. výši </w:t>
      </w:r>
      <w:r w:rsidR="00AF4B0B">
        <w:t>(bez DPH): stavební prác</w:t>
      </w:r>
      <w:r w:rsidR="00791531">
        <w:t xml:space="preserve">e </w:t>
      </w:r>
      <w:r w:rsidR="0006035A" w:rsidRPr="00A8167E">
        <w:rPr>
          <w:lang w:val="cs-CZ"/>
        </w:rPr>
        <w:t>3</w:t>
      </w:r>
      <w:r w:rsidR="00CA30F6">
        <w:rPr>
          <w:lang w:val="cs-CZ"/>
        </w:rPr>
        <w:t>5</w:t>
      </w:r>
      <w:r w:rsidR="00791531" w:rsidRPr="00A8167E">
        <w:rPr>
          <w:lang w:val="cs-CZ"/>
        </w:rPr>
        <w:t>0</w:t>
      </w:r>
      <w:r w:rsidR="00E36982">
        <w:t xml:space="preserve"> </w:t>
      </w:r>
      <w:r w:rsidR="00AF4B0B">
        <w:t xml:space="preserve">Kč/hod; pro montážní práce </w:t>
      </w:r>
      <w:r w:rsidR="00CA30F6">
        <w:rPr>
          <w:lang w:val="cs-CZ"/>
        </w:rPr>
        <w:t>40</w:t>
      </w:r>
      <w:r w:rsidR="00AF4B0B">
        <w:t>0</w:t>
      </w:r>
      <w:r w:rsidR="00E36982">
        <w:t xml:space="preserve"> </w:t>
      </w:r>
      <w:r w:rsidR="00AF4B0B">
        <w:t>Kč/hod; pro revize</w:t>
      </w:r>
      <w:r w:rsidR="00CA30F6">
        <w:rPr>
          <w:lang w:val="cs-CZ"/>
        </w:rPr>
        <w:t xml:space="preserve"> </w:t>
      </w:r>
      <w:r w:rsidR="0006035A">
        <w:t xml:space="preserve">a zkoušky </w:t>
      </w:r>
      <w:r w:rsidR="00CA30F6">
        <w:rPr>
          <w:lang w:val="cs-CZ"/>
        </w:rPr>
        <w:t>4</w:t>
      </w:r>
      <w:r w:rsidR="0006035A" w:rsidRPr="00A8167E">
        <w:rPr>
          <w:lang w:val="cs-CZ"/>
        </w:rPr>
        <w:t>5</w:t>
      </w:r>
      <w:r w:rsidR="00AF4B0B">
        <w:t>0 Kč/hod.</w:t>
      </w:r>
    </w:p>
    <w:p w14:paraId="11B977CA" w14:textId="77777777" w:rsidR="00D52963" w:rsidRDefault="00A837B8" w:rsidP="00597DEC">
      <w:pPr>
        <w:pStyle w:val="SODHlavn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14:paraId="13354505" w14:textId="3CD061E2" w:rsidR="00AF4B0B" w:rsidRPr="007A6528" w:rsidRDefault="00AF4B0B" w:rsidP="00597DEC">
      <w:pPr>
        <w:pStyle w:val="SODHlavnodrky"/>
      </w:pPr>
      <w:r>
        <w:t>Práce, které</w:t>
      </w:r>
      <w:r w:rsidR="00D213D0">
        <w:t xml:space="preserve"> nebudou provedeny, ačkoliv byly</w:t>
      </w:r>
      <w:r>
        <w:t xml:space="preserve">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14:paraId="54046992" w14:textId="77777777" w:rsidR="00AF4B0B" w:rsidRDefault="00AF4B0B" w:rsidP="00231910">
      <w:pPr>
        <w:pStyle w:val="Nadpis1"/>
      </w:pPr>
      <w:r>
        <w:t>Platební podmínky</w:t>
      </w:r>
    </w:p>
    <w:p w14:paraId="4852DD7B" w14:textId="77777777" w:rsidR="00A57EC9" w:rsidRDefault="00A57EC9" w:rsidP="00597DEC">
      <w:pPr>
        <w:pStyle w:val="SODHlavnodrky"/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14:paraId="2E07908D" w14:textId="5D95B55D" w:rsidR="00A57EC9" w:rsidRPr="004A26CF" w:rsidRDefault="00A57EC9" w:rsidP="00597DEC">
      <w:pPr>
        <w:pStyle w:val="SODHlavnodrky"/>
      </w:pPr>
      <w:r w:rsidRPr="004A26CF">
        <w:t xml:space="preserve">Objednatel prohlašuje, že předmět smlouvy </w:t>
      </w:r>
      <w:r w:rsidR="00CD51D3" w:rsidRPr="00A8167E">
        <w:rPr>
          <w:rStyle w:val="Siln"/>
          <w:lang w:val="cs-CZ"/>
        </w:rPr>
        <w:t>není</w:t>
      </w:r>
      <w:r w:rsidRPr="004A26CF">
        <w:rPr>
          <w:rStyle w:val="Siln"/>
        </w:rPr>
        <w:t xml:space="preserve"> ekonomickou činností</w:t>
      </w:r>
      <w:r w:rsidR="007B2541" w:rsidRPr="004A26CF">
        <w:t xml:space="preserve"> </w:t>
      </w:r>
      <w:r w:rsidR="00D213D0">
        <w:rPr>
          <w:lang w:val="cs-CZ"/>
        </w:rPr>
        <w:t>objednatele</w:t>
      </w:r>
      <w:r w:rsidR="007B2541" w:rsidRPr="004A26CF">
        <w:t xml:space="preserve"> a </w:t>
      </w:r>
      <w:r w:rsidR="00CD51D3" w:rsidRPr="00A8167E">
        <w:rPr>
          <w:lang w:val="cs-CZ"/>
        </w:rPr>
        <w:t>ne</w:t>
      </w:r>
      <w:r w:rsidRPr="004A26CF">
        <w:t>bude pro zdanitelné plnění aplikován režim přenesené daňové povinnosti dle § 92a zákona o DPH.</w:t>
      </w:r>
    </w:p>
    <w:p w14:paraId="73413508" w14:textId="77777777" w:rsidR="007C1EA4" w:rsidRPr="007C1EA4" w:rsidRDefault="00521130" w:rsidP="00597DEC">
      <w:pPr>
        <w:pStyle w:val="SODHlavnodrky"/>
      </w:pPr>
      <w:r w:rsidRPr="0037341C">
        <w:t xml:space="preserve">Cena za dílo bude hrazena </w:t>
      </w:r>
      <w:r w:rsidR="007C1EA4" w:rsidRPr="00A8167E">
        <w:rPr>
          <w:lang w:val="cs-CZ"/>
        </w:rPr>
        <w:t>po předání a převzetí dokončeného díla</w:t>
      </w:r>
      <w:r w:rsidRPr="0037341C">
        <w:t xml:space="preserve"> na základě daňových dokladů (faktur</w:t>
      </w:r>
      <w:r>
        <w:t>) vystavených zhotovitelem dle skutečně provedených prací dodávek a služeb</w:t>
      </w:r>
      <w:r w:rsidRPr="0037341C">
        <w:t xml:space="preserve">. </w:t>
      </w:r>
    </w:p>
    <w:p w14:paraId="279C5C82" w14:textId="77777777" w:rsidR="00A57EC9" w:rsidRDefault="00A57EC9" w:rsidP="00597DEC">
      <w:pPr>
        <w:pStyle w:val="SODHlavnodrky"/>
      </w:pPr>
      <w:r>
        <w:t>Zhotovitel předloží objednateli oceněný soupis provedených prací. Objednatel je povinen se k tomuto soupisu vyjádřit do 5 pracovních dnů ode dne jeho obdržení. Na základě odsouhlaseného soupisu provedených prací vystaví zhotovitel fakturu. Soupis prací je nedílnou součástí faktury. Bez toho je faktura neplatná</w:t>
      </w:r>
      <w:r w:rsidRPr="00B4719A">
        <w:t>.</w:t>
      </w:r>
    </w:p>
    <w:p w14:paraId="3495B095" w14:textId="77777777" w:rsidR="00610826" w:rsidRPr="006B7BF6" w:rsidRDefault="00AF4B0B" w:rsidP="00597DEC">
      <w:pPr>
        <w:pStyle w:val="SODHlavnodrky"/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10826" w:rsidRPr="006B7BF6">
        <w:t>Pokud faktura nebude doručena 30 dní před její splatností</w:t>
      </w:r>
      <w:r w:rsidR="00610826">
        <w:t>,</w:t>
      </w:r>
      <w:r w:rsidR="00610826" w:rsidRPr="006B7BF6">
        <w:t xml:space="preserve"> bude zhotoviteli vrácena</w:t>
      </w:r>
      <w:r w:rsidR="004A26CF" w:rsidRPr="00A8167E">
        <w:rPr>
          <w:lang w:val="cs-CZ"/>
        </w:rPr>
        <w:t xml:space="preserve"> k opravení data splatnosti</w:t>
      </w:r>
      <w:r w:rsidR="00610826" w:rsidRPr="006B7BF6">
        <w:t>.</w:t>
      </w:r>
    </w:p>
    <w:p w14:paraId="6DA4174C" w14:textId="1862250A" w:rsidR="00814B14" w:rsidRPr="007A6528" w:rsidRDefault="00814B14" w:rsidP="00597DEC">
      <w:pPr>
        <w:pStyle w:val="SODHlavnodrky"/>
      </w:pPr>
      <w:r w:rsidRPr="007A6528">
        <w:t>Objednatel má právo neuhradit 10% z ceny díla do doby odstranění</w:t>
      </w:r>
      <w:r w:rsidR="007A6528">
        <w:t xml:space="preserve"> všech</w:t>
      </w:r>
      <w:r w:rsidRPr="007A6528">
        <w:t xml:space="preserve"> vad a nedodělků uvedených </w:t>
      </w:r>
      <w:r w:rsidR="00D213D0">
        <w:rPr>
          <w:lang w:val="cs-CZ"/>
        </w:rPr>
        <w:t xml:space="preserve">v </w:t>
      </w:r>
      <w:r w:rsidRPr="007A6528">
        <w:t xml:space="preserve">zápise </w:t>
      </w:r>
      <w:r w:rsidR="00D213D0">
        <w:rPr>
          <w:lang w:val="cs-CZ"/>
        </w:rPr>
        <w:t>o</w:t>
      </w:r>
      <w:r w:rsidRPr="007A6528">
        <w:t xml:space="preserve"> předání a převzetí díla</w:t>
      </w:r>
      <w:r w:rsidR="003E1759" w:rsidRPr="007A6528">
        <w:t>. Tato pozastávka bude uhrazena do 7 pracovních dní po odstranění vad a nedodělků</w:t>
      </w:r>
      <w:r w:rsidR="006C7FFE" w:rsidRPr="00A8167E">
        <w:rPr>
          <w:lang w:val="cs-CZ"/>
        </w:rPr>
        <w:t>.</w:t>
      </w:r>
    </w:p>
    <w:p w14:paraId="4B1EB046" w14:textId="77777777" w:rsidR="00AF4B0B" w:rsidRDefault="00AF4B0B" w:rsidP="00597DEC">
      <w:pPr>
        <w:pStyle w:val="SODHlavnodrky"/>
      </w:pPr>
      <w:r>
        <w:t>V případě sjednané změny ceny za dílo</w:t>
      </w:r>
      <w:r w:rsidR="00E4395B">
        <w:t xml:space="preserve"> - víceprací</w:t>
      </w:r>
      <w:r>
        <w:t xml:space="preserve">, zhotovitel </w:t>
      </w:r>
      <w:r w:rsidR="007C1EA4">
        <w:t>vystaví</w:t>
      </w:r>
      <w:r>
        <w:t xml:space="preserve"> samostatný daňový doklad</w:t>
      </w:r>
      <w:r w:rsidR="0006035A" w:rsidRPr="00A8167E">
        <w:rPr>
          <w:lang w:val="cs-CZ"/>
        </w:rPr>
        <w:t xml:space="preserve"> (pokud nebude dohodnuto jinak)</w:t>
      </w:r>
      <w:r>
        <w:t>, doložený objednatelem odsouhlaseným soupisem víceprací, a to za obdobných podmínek, jak je uvedeno v tomto článku.</w:t>
      </w:r>
    </w:p>
    <w:p w14:paraId="735D5C65" w14:textId="77777777" w:rsidR="00AF4B0B" w:rsidRDefault="00AF4B0B" w:rsidP="00597DEC">
      <w:pPr>
        <w:pStyle w:val="SODHlavnodrky"/>
      </w:pPr>
      <w:r>
        <w:t>Jakákoli faktura zhotovitele musí obsahovat:</w:t>
      </w:r>
    </w:p>
    <w:p w14:paraId="5FAE8F44" w14:textId="51ABC098" w:rsidR="00AF4B0B" w:rsidRDefault="00AF4B0B" w:rsidP="000972D0">
      <w:pPr>
        <w:pStyle w:val="SODvedlejodrky"/>
      </w:pPr>
      <w:r>
        <w:t>označení faktury a IČ</w:t>
      </w:r>
      <w:r w:rsidR="00095BBF">
        <w:t>O</w:t>
      </w:r>
    </w:p>
    <w:p w14:paraId="46BB1837" w14:textId="6E88C238" w:rsidR="00AF4B0B" w:rsidRDefault="00AF4B0B" w:rsidP="000972D0">
      <w:pPr>
        <w:pStyle w:val="SODvedlejodrky"/>
      </w:pPr>
      <w:r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14:paraId="129CE122" w14:textId="0F8FE298" w:rsidR="00AF4B0B" w:rsidRDefault="00AF4B0B" w:rsidP="000972D0">
      <w:pPr>
        <w:pStyle w:val="SODvedlejodrky"/>
      </w:pPr>
      <w:r>
        <w:t>název a sídlo zhotovit</w:t>
      </w:r>
      <w:r w:rsidR="00223A71">
        <w:t xml:space="preserve">ele a objednatele včetně čísel </w:t>
      </w:r>
      <w:r>
        <w:t>bankovních účtů</w:t>
      </w:r>
    </w:p>
    <w:p w14:paraId="27757F17" w14:textId="4E68DAC3" w:rsidR="00AF4B0B" w:rsidRPr="001140CC" w:rsidRDefault="00AF4B0B" w:rsidP="000972D0">
      <w:pPr>
        <w:pStyle w:val="SODvedlejodrky"/>
        <w:rPr>
          <w:lang w:val="cs-CZ"/>
        </w:rPr>
      </w:pPr>
      <w:r>
        <w:t>předmět plnění – název projektu/zakázky</w:t>
      </w:r>
      <w:r w:rsidR="001140CC">
        <w:rPr>
          <w:lang w:val="cs-CZ"/>
        </w:rPr>
        <w:t>, číslo smlouvy o dílo</w:t>
      </w:r>
    </w:p>
    <w:p w14:paraId="61994F80" w14:textId="279D492D" w:rsidR="00AF4B0B" w:rsidRDefault="00AF4B0B" w:rsidP="000972D0">
      <w:pPr>
        <w:pStyle w:val="SODvedlejodrky"/>
      </w:pPr>
      <w:r>
        <w:t>cena provedených prací</w:t>
      </w:r>
    </w:p>
    <w:p w14:paraId="518BB98A" w14:textId="580D111F" w:rsidR="00AF4B0B" w:rsidRDefault="00AF4B0B" w:rsidP="000972D0">
      <w:pPr>
        <w:pStyle w:val="SODvedlejodrky"/>
      </w:pPr>
      <w:r>
        <w:t>den vystavení a splatnosti faktury</w:t>
      </w:r>
    </w:p>
    <w:p w14:paraId="7859CD61" w14:textId="77777777" w:rsidR="00E4395B" w:rsidRPr="00A8167E" w:rsidRDefault="00E4395B" w:rsidP="00597DEC">
      <w:pPr>
        <w:pStyle w:val="SODHlavn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</w:t>
      </w:r>
      <w:r w:rsidR="00120F55" w:rsidRPr="00A8167E">
        <w:rPr>
          <w:lang w:val="cs-CZ"/>
        </w:rPr>
        <w:t> </w:t>
      </w:r>
      <w:r w:rsidRPr="00E4395B">
        <w:t>přidané hodnoty a dále musí obsahov</w:t>
      </w:r>
      <w:r>
        <w:t>at náležitosti daňového dokladu.</w:t>
      </w:r>
    </w:p>
    <w:p w14:paraId="2828F1CF" w14:textId="77777777" w:rsidR="00095BBF" w:rsidRPr="003E1759" w:rsidRDefault="00095BBF" w:rsidP="00597DEC">
      <w:pPr>
        <w:pStyle w:val="SODHlavnodrky"/>
      </w:pPr>
      <w:r w:rsidRPr="00945BA4">
        <w:t xml:space="preserve">Fakturu lze objednateli doručit taktéž v elektronické formě na adresu </w:t>
      </w:r>
      <w:hyperlink r:id="rId8" w:history="1">
        <w:r w:rsidR="009706B3" w:rsidRPr="00A8167E">
          <w:rPr>
            <w:rStyle w:val="Hypertextovodkaz"/>
            <w:b/>
          </w:rPr>
          <w:t>podatelna@ub.cz</w:t>
        </w:r>
      </w:hyperlink>
      <w:r w:rsidR="009706B3" w:rsidRPr="00A8167E">
        <w:rPr>
          <w:lang w:val="cs-CZ"/>
        </w:rPr>
        <w:t>.</w:t>
      </w:r>
    </w:p>
    <w:p w14:paraId="45D15782" w14:textId="77777777" w:rsidR="00E4395B" w:rsidRDefault="00E4395B" w:rsidP="00597DEC">
      <w:pPr>
        <w:pStyle w:val="SODHlavn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14:paraId="0B16F0BE" w14:textId="77777777" w:rsidR="00223A71" w:rsidRDefault="00223A71" w:rsidP="00597DEC">
      <w:pPr>
        <w:pStyle w:val="SODHlavnodrky"/>
      </w:pPr>
      <w:r>
        <w:t>Zhotovitel se zavazuje, že v případě nesplnění termínu vystavení a předání faktury uhradí objednateli případné sankce za opožděný odvod DPH.</w:t>
      </w:r>
    </w:p>
    <w:p w14:paraId="0A1E6CB0" w14:textId="77777777" w:rsidR="00AF4B0B" w:rsidRDefault="00AF4B0B" w:rsidP="00231910">
      <w:pPr>
        <w:pStyle w:val="Nadpis1"/>
      </w:pPr>
      <w:r>
        <w:t>Majetkové sankce</w:t>
      </w:r>
    </w:p>
    <w:p w14:paraId="4C3C503D" w14:textId="77777777" w:rsidR="00AF4B0B" w:rsidRPr="0069310B" w:rsidRDefault="00AF4B0B" w:rsidP="00231910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14:paraId="40DF05C2" w14:textId="234564FF" w:rsidR="00AF4B0B" w:rsidRDefault="00AF4B0B" w:rsidP="00597DEC">
      <w:pPr>
        <w:pStyle w:val="SODHlavnodrky"/>
      </w:pPr>
      <w:r>
        <w:t xml:space="preserve">Pokud bude zhotovitel v prodlení </w:t>
      </w:r>
      <w:r w:rsidR="006A3A5E">
        <w:t>s dobou plnění sjednanou</w:t>
      </w:r>
      <w:r w:rsidR="00D213D0">
        <w:rPr>
          <w:lang w:val="cs-CZ"/>
        </w:rPr>
        <w:t xml:space="preserve"> v</w:t>
      </w:r>
      <w:r w:rsidR="007C1B09">
        <w:rPr>
          <w:lang w:val="cs-CZ"/>
        </w:rPr>
        <w:t> č. 4.01 smlouvy</w:t>
      </w:r>
      <w:r w:rsidR="006A3A5E">
        <w:t xml:space="preserve"> pro provedení díla</w:t>
      </w:r>
      <w:r w:rsidR="007D111A">
        <w:t xml:space="preserve">, zaplatí </w:t>
      </w:r>
      <w:r>
        <w:t xml:space="preserve">objednateli smluvní pokutu ve výši </w:t>
      </w:r>
      <w:r w:rsidR="00875660" w:rsidRPr="00A8167E">
        <w:rPr>
          <w:b/>
          <w:lang w:val="cs-CZ"/>
        </w:rPr>
        <w:t>1</w:t>
      </w:r>
      <w:r w:rsidR="00707341">
        <w:rPr>
          <w:rStyle w:val="cena"/>
        </w:rPr>
        <w:t>.</w:t>
      </w:r>
      <w:r w:rsidR="00440C5B">
        <w:rPr>
          <w:rStyle w:val="cena"/>
        </w:rPr>
        <w:t>000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14:paraId="46ECB5E6" w14:textId="77777777" w:rsidR="00AF4B0B" w:rsidRPr="0069310B" w:rsidRDefault="00AF4B0B" w:rsidP="00231910">
      <w:pPr>
        <w:pStyle w:val="Nadpis2"/>
      </w:pPr>
      <w:r w:rsidRPr="0069310B">
        <w:t>Sankce za neodstranění vad a nedodělků zjištěných při předání a převzetí díla</w:t>
      </w:r>
    </w:p>
    <w:p w14:paraId="020B0AE8" w14:textId="77777777" w:rsidR="00AF4B0B" w:rsidRDefault="00AF4B0B" w:rsidP="00597DEC">
      <w:pPr>
        <w:pStyle w:val="SODHlavnodrky"/>
      </w:pPr>
      <w:r w:rsidRPr="00CA30F6"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CA30F6">
        <w:br/>
      </w:r>
      <w:r>
        <w:t xml:space="preserve">o předání a převzetí díla, je povinen zaplatit objednateli smluvní pokutu </w:t>
      </w:r>
      <w:r w:rsidR="00CC310F" w:rsidRPr="00A8167E">
        <w:rPr>
          <w:b/>
          <w:lang w:val="cs-CZ"/>
        </w:rPr>
        <w:t>6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14:paraId="7CAE0B4B" w14:textId="77777777" w:rsidR="00AF4B0B" w:rsidRDefault="00AF4B0B" w:rsidP="00597DEC">
      <w:pPr>
        <w:pStyle w:val="SODHlavn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CC310F" w:rsidRPr="00A8167E">
        <w:rPr>
          <w:rStyle w:val="cena"/>
          <w:lang w:val="cs-CZ"/>
        </w:rPr>
        <w:t>6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A8167E">
        <w:rPr>
          <w:lang w:val="cs-CZ"/>
        </w:rPr>
        <w:br/>
      </w:r>
      <w:r>
        <w:t xml:space="preserve">a každý den prodlení s odstraňováním. </w:t>
      </w:r>
    </w:p>
    <w:p w14:paraId="3BF4321C" w14:textId="77777777" w:rsidR="00AF4B0B" w:rsidRPr="004A26CF" w:rsidRDefault="00AF4B0B" w:rsidP="00597DEC">
      <w:pPr>
        <w:pStyle w:val="SODHlavnodrky"/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CC310F" w:rsidRPr="00A8167E">
        <w:rPr>
          <w:b/>
          <w:lang w:val="cs-CZ"/>
        </w:rPr>
        <w:t>1.2</w:t>
      </w:r>
      <w:r w:rsidR="001140CC" w:rsidRPr="00A8167E">
        <w:rPr>
          <w:b/>
          <w:lang w:val="cs-CZ"/>
        </w:rPr>
        <w:t xml:space="preserve">00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14:paraId="2233424D" w14:textId="77777777" w:rsidR="004A26CF" w:rsidRDefault="004A26CF" w:rsidP="00597DEC">
      <w:pPr>
        <w:pStyle w:val="SODHlavnodrky"/>
      </w:pPr>
      <w:r>
        <w:t xml:space="preserve">Pokud zhotovitel nevyklidí staveniště ve sjednaném termínu, nejpozději však do 5 dnů od předání </w:t>
      </w:r>
      <w:r w:rsidRPr="00A8167E">
        <w:rPr>
          <w:lang w:val="cs-CZ"/>
        </w:rPr>
        <w:br/>
      </w:r>
      <w:r>
        <w:t xml:space="preserve">a převzetí díla, je povinen zaplatit objednateli smluvní pokutu </w:t>
      </w:r>
      <w:r>
        <w:rPr>
          <w:rStyle w:val="cena"/>
        </w:rPr>
        <w:t>1.000 Kč</w:t>
      </w:r>
      <w:r>
        <w:t xml:space="preserve"> za každý den prodlení </w:t>
      </w:r>
      <w:r w:rsidRPr="00A8167E">
        <w:rPr>
          <w:lang w:val="cs-CZ"/>
        </w:rPr>
        <w:br/>
      </w:r>
      <w:r>
        <w:t>s odstraněním.</w:t>
      </w:r>
    </w:p>
    <w:p w14:paraId="23834D8E" w14:textId="77777777" w:rsidR="00AF4B0B" w:rsidRPr="0069310B" w:rsidRDefault="00AF4B0B" w:rsidP="00231910">
      <w:pPr>
        <w:pStyle w:val="Nadpis2"/>
      </w:pPr>
      <w:r w:rsidRPr="0069310B">
        <w:t>Sankce za neodstranění reklamovaných vad</w:t>
      </w:r>
    </w:p>
    <w:p w14:paraId="7F43024B" w14:textId="77777777" w:rsidR="00AF4B0B" w:rsidRDefault="00AF4B0B" w:rsidP="00597DEC">
      <w:pPr>
        <w:pStyle w:val="SODHlavn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CC310F" w:rsidRPr="00A8167E">
        <w:rPr>
          <w:b/>
          <w:lang w:val="cs-CZ"/>
        </w:rPr>
        <w:t>6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14:paraId="48BC02EA" w14:textId="77777777" w:rsidR="00AF4B0B" w:rsidRDefault="00AF4B0B" w:rsidP="00597DEC">
      <w:pPr>
        <w:pStyle w:val="SODHlavnodrky"/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CC310F" w:rsidRPr="00A8167E">
        <w:rPr>
          <w:b/>
          <w:lang w:val="cs-CZ"/>
        </w:rPr>
        <w:t>1.</w:t>
      </w:r>
      <w:r w:rsidR="00AA7001" w:rsidRPr="00A8167E">
        <w:rPr>
          <w:rStyle w:val="cena"/>
          <w:lang w:val="cs-CZ"/>
        </w:rPr>
        <w:t>2</w:t>
      </w:r>
      <w:r w:rsidR="003C24BE">
        <w:rPr>
          <w:rStyle w:val="cena"/>
        </w:rPr>
        <w:t>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14:paraId="6FC894A9" w14:textId="77777777" w:rsidR="00AF4B0B" w:rsidRDefault="00AF4B0B" w:rsidP="00597DEC">
      <w:pPr>
        <w:pStyle w:val="SODHlavnodrky"/>
      </w:pPr>
      <w:r>
        <w:t xml:space="preserve">Pokud je zhotovitel v prodlení s odstraněním reklamovaných vad, zaplatí objednateli smluvní pokutu </w:t>
      </w:r>
      <w:r w:rsidR="00CC310F" w:rsidRPr="00A8167E">
        <w:rPr>
          <w:rStyle w:val="cena"/>
          <w:lang w:val="cs-CZ"/>
        </w:rPr>
        <w:t>6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14:paraId="7CFC066F" w14:textId="4FA49AF6" w:rsidR="00AF4B0B" w:rsidRDefault="00AF4B0B" w:rsidP="00597DEC">
      <w:pPr>
        <w:pStyle w:val="SODHlavnodrky"/>
      </w:pPr>
      <w:r>
        <w:t xml:space="preserve">Označil-li objednatel v reklamaci, že se jedná o vadu, která brání řádnému užívání díla, případně hrozí nebezpečí škody velkého rozsahu, </w:t>
      </w:r>
      <w:r w:rsidR="007C1B09">
        <w:rPr>
          <w:lang w:val="cs-CZ"/>
        </w:rPr>
        <w:t xml:space="preserve">zavazuje se zhotovitel uhradit objednateli </w:t>
      </w:r>
      <w:r>
        <w:t>smluvní pokut</w:t>
      </w:r>
      <w:r w:rsidR="007C1B09">
        <w:rPr>
          <w:lang w:val="cs-CZ"/>
        </w:rPr>
        <w:t>u</w:t>
      </w:r>
      <w:r w:rsidR="007C1B09">
        <w:t xml:space="preserve"> ve dvojnásobné výši, </w:t>
      </w:r>
      <w:r w:rsidR="007C1B09">
        <w:rPr>
          <w:lang w:val="cs-CZ"/>
        </w:rPr>
        <w:t>přičemž zhotovitel prohlašuje, že s ujednáním o výši takové pokuty výslovně souhlasí, neboť si je vědom hodnoty zajišťované povinnosti pro objednatele</w:t>
      </w:r>
      <w:r w:rsidR="007C1B09" w:rsidRPr="00EE71B6">
        <w:t>.</w:t>
      </w:r>
    </w:p>
    <w:p w14:paraId="6B8FD804" w14:textId="77777777" w:rsidR="00E4395B" w:rsidRPr="001A70F2" w:rsidRDefault="00E4395B" w:rsidP="00597DEC">
      <w:pPr>
        <w:pStyle w:val="SODHlavn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14:paraId="085F0FDC" w14:textId="77777777" w:rsidR="00D36C3B" w:rsidRPr="00641144" w:rsidRDefault="00D36C3B" w:rsidP="00231910">
      <w:pPr>
        <w:pStyle w:val="Nadpis2"/>
      </w:pPr>
      <w:r w:rsidRPr="00CC310F">
        <w:t>Smluvní pokuta za porušení povinnosti v odst</w:t>
      </w:r>
      <w:r w:rsidRPr="00641144">
        <w:t>. 3.0</w:t>
      </w:r>
      <w:r w:rsidR="00C74988" w:rsidRPr="00641144">
        <w:t>4</w:t>
      </w:r>
      <w:r w:rsidRPr="00641144">
        <w:t xml:space="preserve"> této smlouvy</w:t>
      </w:r>
    </w:p>
    <w:p w14:paraId="41F02EE2" w14:textId="77777777" w:rsidR="00D36C3B" w:rsidRPr="00641144" w:rsidRDefault="00D36C3B" w:rsidP="00597DEC">
      <w:pPr>
        <w:pStyle w:val="SODHlavnodrky"/>
      </w:pPr>
      <w:r w:rsidRPr="00641144"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CC310F" w:rsidRPr="00A8167E">
        <w:rPr>
          <w:b/>
          <w:lang w:val="cs-CZ"/>
        </w:rPr>
        <w:t>1.0</w:t>
      </w:r>
      <w:r w:rsidR="00CF4E02" w:rsidRPr="00A8167E">
        <w:rPr>
          <w:b/>
        </w:rPr>
        <w:t>00</w:t>
      </w:r>
      <w:r w:rsidRPr="00A8167E">
        <w:rPr>
          <w:b/>
        </w:rPr>
        <w:t xml:space="preserve"> Kč</w:t>
      </w:r>
      <w:r w:rsidRPr="00641144">
        <w:t xml:space="preserve"> za každý případ.</w:t>
      </w:r>
    </w:p>
    <w:p w14:paraId="36436447" w14:textId="77777777" w:rsidR="00CF4E02" w:rsidRPr="00641144" w:rsidRDefault="00CF4E02" w:rsidP="00231910">
      <w:pPr>
        <w:pStyle w:val="Nadpis2"/>
      </w:pPr>
      <w:r w:rsidRPr="00641144">
        <w:t>Smluvní pokuta za porušení povinnosti v čl. 14 této smlouvy</w:t>
      </w:r>
    </w:p>
    <w:p w14:paraId="526AB8E8" w14:textId="796CACB3" w:rsidR="00CF4E02" w:rsidRPr="00635217" w:rsidRDefault="00CF4E02" w:rsidP="00597DEC">
      <w:pPr>
        <w:pStyle w:val="SODHlavnodrky"/>
      </w:pPr>
      <w:r w:rsidRPr="00CC310F">
        <w:t xml:space="preserve">Pokud zhotovitel poruší povinnost dle čl. 14, na kterou ho objednatel upozorní </w:t>
      </w:r>
      <w:r w:rsidR="00574436" w:rsidRPr="00CC310F">
        <w:t xml:space="preserve">v </w:t>
      </w:r>
      <w:r w:rsidRPr="00CC310F">
        <w:t>písemn</w:t>
      </w:r>
      <w:r w:rsidR="00574436" w:rsidRPr="00CC310F">
        <w:t>é</w:t>
      </w:r>
      <w:r w:rsidRPr="00CC310F">
        <w:t xml:space="preserve"> výzvou</w:t>
      </w:r>
      <w:r w:rsidR="00574436" w:rsidRPr="00CC310F">
        <w:t xml:space="preserve"> s termínem předložení dokladů</w:t>
      </w:r>
      <w:r w:rsidRPr="00CC310F">
        <w:t xml:space="preserve">, je povinen zaplatit objednateli smluvní pokutu ve výši </w:t>
      </w:r>
      <w:r w:rsidR="00CC310F" w:rsidRPr="00A8167E">
        <w:rPr>
          <w:b/>
          <w:lang w:val="cs-CZ"/>
        </w:rPr>
        <w:t>6</w:t>
      </w:r>
      <w:r w:rsidRPr="00A8167E">
        <w:rPr>
          <w:b/>
        </w:rPr>
        <w:t>00 Kč</w:t>
      </w:r>
      <w:r w:rsidR="00635217" w:rsidRPr="00A8167E">
        <w:rPr>
          <w:b/>
        </w:rPr>
        <w:t xml:space="preserve"> </w:t>
      </w:r>
      <w:r w:rsidR="00635217" w:rsidRPr="00635217">
        <w:t>za každý den prodlení.</w:t>
      </w:r>
    </w:p>
    <w:p w14:paraId="63447033" w14:textId="77777777" w:rsidR="00AF4B0B" w:rsidRPr="0069310B" w:rsidRDefault="00AF4B0B" w:rsidP="00231910">
      <w:pPr>
        <w:pStyle w:val="Nadpis2"/>
      </w:pPr>
      <w:r w:rsidRPr="0069310B">
        <w:t>Úrok z prodlení za pozdní úhradu faktury</w:t>
      </w:r>
    </w:p>
    <w:p w14:paraId="53913F26" w14:textId="77777777" w:rsidR="00AF4B0B" w:rsidRDefault="00AF4B0B" w:rsidP="00597DEC">
      <w:pPr>
        <w:pStyle w:val="SODHlavn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14:paraId="063080DB" w14:textId="77777777" w:rsidR="00EB3D7A" w:rsidRPr="0069310B" w:rsidRDefault="00EB3D7A" w:rsidP="00231910">
      <w:pPr>
        <w:pStyle w:val="Nadpis2"/>
      </w:pPr>
      <w:r w:rsidRPr="0069310B">
        <w:t>Způsob a vypořádání smluvních pokut</w:t>
      </w:r>
    </w:p>
    <w:p w14:paraId="0DCC0231" w14:textId="77777777" w:rsidR="00072391" w:rsidRDefault="00EB3D7A" w:rsidP="00597DEC">
      <w:pPr>
        <w:pStyle w:val="SODHlavn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14:paraId="667CC0DB" w14:textId="77777777" w:rsidR="00072391" w:rsidRDefault="00072391" w:rsidP="00597DEC">
      <w:pPr>
        <w:pStyle w:val="SODHlavnodrky"/>
      </w:pPr>
      <w:r>
        <w:t xml:space="preserve">Sjednané majetkové sankce se nezapočítávají na náhradu případně vzniklé škody, kterou lze vymáhat samostatně. </w:t>
      </w:r>
    </w:p>
    <w:p w14:paraId="5AFF6E18" w14:textId="77777777" w:rsidR="00223A71" w:rsidRDefault="00D34C40" w:rsidP="00597DEC">
      <w:pPr>
        <w:pStyle w:val="SODHlavnodrky"/>
      </w:pPr>
      <w:r>
        <w:t xml:space="preserve">Smluvní strany souhlasí s výší majetkových sankcí a považují je za přiměřené </w:t>
      </w:r>
      <w:r w:rsidR="00057A15" w:rsidRPr="00A8167E">
        <w:rPr>
          <w:lang w:val="cs-CZ"/>
        </w:rPr>
        <w:t>k hodnotě a</w:t>
      </w:r>
      <w:r>
        <w:t xml:space="preserve"> významu z</w:t>
      </w:r>
      <w:r w:rsidR="00DB36C8" w:rsidRPr="00A8167E">
        <w:rPr>
          <w:lang w:val="cs-CZ"/>
        </w:rPr>
        <w:t>a</w:t>
      </w:r>
      <w:r>
        <w:t>jišťovaných povinností.</w:t>
      </w:r>
    </w:p>
    <w:p w14:paraId="142F7513" w14:textId="77777777" w:rsidR="00AF4B0B" w:rsidRDefault="00AF4B0B" w:rsidP="00231910">
      <w:pPr>
        <w:pStyle w:val="Nadpis1"/>
      </w:pPr>
      <w:r>
        <w:t>Staveniště</w:t>
      </w:r>
    </w:p>
    <w:p w14:paraId="7BAB1205" w14:textId="77777777" w:rsidR="00AF4B0B" w:rsidRPr="0069310B" w:rsidRDefault="00AF4B0B" w:rsidP="00231910">
      <w:pPr>
        <w:pStyle w:val="Nadpis2"/>
      </w:pPr>
      <w:r w:rsidRPr="0069310B">
        <w:t>Předání a převzetí staveniště</w:t>
      </w:r>
    </w:p>
    <w:p w14:paraId="6CDF4BE4" w14:textId="77777777" w:rsidR="00210118" w:rsidRPr="00210118" w:rsidRDefault="00AF4B0B" w:rsidP="00597DEC">
      <w:pPr>
        <w:pStyle w:val="SODHlavn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14:paraId="4D6F5041" w14:textId="77777777" w:rsidR="00AF4B0B" w:rsidRDefault="00AF4B0B" w:rsidP="00597DEC">
      <w:pPr>
        <w:pStyle w:val="SODHlavn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14:paraId="4266B324" w14:textId="78D9A65B" w:rsidR="00453502" w:rsidRDefault="00453502" w:rsidP="00597DEC">
      <w:pPr>
        <w:pStyle w:val="SODHlavnodrky"/>
      </w:pPr>
      <w:r>
        <w:t xml:space="preserve">Zhotovitel je povinen si při převzetí staveniště zajistit vytyčení tras stávajících inženýrských sítí na staveništi a přilehlých pozemcích dotčených prováděním díla a tyto vhodným způsobem chránit.  V případě jejich poškození je </w:t>
      </w:r>
      <w:r w:rsidR="007C1B09">
        <w:rPr>
          <w:lang w:val="cs-CZ"/>
        </w:rPr>
        <w:t xml:space="preserve">zhotovitel </w:t>
      </w:r>
      <w:r>
        <w:t>povinen bezodkladně uvést poškozené sítě do původního stavu na své náklady a uhradit případné škody a pokuty vzniklé v souvislosti s jejich poškozením.</w:t>
      </w:r>
    </w:p>
    <w:p w14:paraId="78F34AA2" w14:textId="77777777" w:rsidR="00453502" w:rsidRDefault="00453502" w:rsidP="00597DEC">
      <w:pPr>
        <w:pStyle w:val="SODHlavnodrky"/>
      </w:pPr>
      <w:r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14:paraId="288331E6" w14:textId="77777777" w:rsidR="00453502" w:rsidRDefault="00453502" w:rsidP="00597DEC">
      <w:pPr>
        <w:pStyle w:val="SODHlavnodrky"/>
      </w:pPr>
      <w:r>
        <w:t>Zhotovitel si zajistí pro stavební účely na své náklady případný odběr vody a elektrické energie.</w:t>
      </w:r>
    </w:p>
    <w:p w14:paraId="4C1E0092" w14:textId="77777777" w:rsidR="00AF4B0B" w:rsidRPr="0069310B" w:rsidRDefault="00AF4B0B" w:rsidP="00231910">
      <w:pPr>
        <w:pStyle w:val="Nadpis2"/>
      </w:pPr>
      <w:r w:rsidRPr="0069310B">
        <w:t xml:space="preserve">Vyklizení staveniště </w:t>
      </w:r>
    </w:p>
    <w:p w14:paraId="3608CDD6" w14:textId="77777777" w:rsidR="00AF4B0B" w:rsidRDefault="00AF4B0B" w:rsidP="00597DEC">
      <w:pPr>
        <w:pStyle w:val="SODHlavnodrky"/>
      </w:pPr>
      <w:r>
        <w:t>Zhotovitel je povinen odstranit a vyklidit zařízení staveniště a vyklidit staveniště nejpozději do 5 dnů ode dne předání a převzetí díla, pokud se strany nedohodnou jinak.</w:t>
      </w:r>
    </w:p>
    <w:p w14:paraId="0ACD5AB2" w14:textId="77777777" w:rsidR="00AF4B0B" w:rsidRDefault="00AF4B0B" w:rsidP="00597DEC">
      <w:pPr>
        <w:pStyle w:val="SODHlavnodrky"/>
      </w:pPr>
      <w:r>
        <w:t>Nevyklidí – li zhotovitel staveniště ve sjednaném termínu, je objednatel oprávněn zabezpečit vyklizení třetí osobou a náklady s tím spojené uhradí objednateli zhotovitel.</w:t>
      </w:r>
    </w:p>
    <w:p w14:paraId="031D0AE0" w14:textId="77777777" w:rsidR="00AF4B0B" w:rsidRDefault="00AF4B0B" w:rsidP="00231910">
      <w:pPr>
        <w:pStyle w:val="Nadpis1"/>
      </w:pPr>
      <w:r>
        <w:t>Stavební deník</w:t>
      </w:r>
    </w:p>
    <w:p w14:paraId="0C36ED4C" w14:textId="77777777" w:rsidR="00CD27FA" w:rsidRDefault="00CD27FA" w:rsidP="00597DEC">
      <w:pPr>
        <w:pStyle w:val="SODHlavnodrky"/>
      </w:pPr>
      <w:r>
        <w:t>Zhotovitel je povinen vést ode dne předání a převzetí staveniště o pracích, které provádí, stavební deník.</w:t>
      </w:r>
    </w:p>
    <w:p w14:paraId="323A3FC0" w14:textId="77777777" w:rsidR="00CD27FA" w:rsidRDefault="00CD27FA" w:rsidP="00597DEC">
      <w:pPr>
        <w:pStyle w:val="SODHlavnodrky"/>
      </w:pPr>
      <w:r>
        <w:t>Stavební deník musí být přístupný oprávněným osobám objednatele, případně jiným osobám oprávněným do stavebního deníku zapisovat.</w:t>
      </w:r>
    </w:p>
    <w:p w14:paraId="7FAC69A0" w14:textId="77777777" w:rsidR="00CD27FA" w:rsidRDefault="00CD27FA" w:rsidP="00597DEC">
      <w:pPr>
        <w:pStyle w:val="SODHlavnodrky"/>
      </w:pPr>
      <w:r>
        <w:t xml:space="preserve">Do stavebního deníku zapisuje zhotovitel veškeré skutečnosti rozhodné pro provádění díla. </w:t>
      </w:r>
    </w:p>
    <w:p w14:paraId="145D1B9F" w14:textId="77777777" w:rsidR="00CD27FA" w:rsidRDefault="00CD27FA" w:rsidP="00597DEC">
      <w:pPr>
        <w:pStyle w:val="SODHlavnodrky"/>
      </w:pPr>
      <w:r>
        <w:t>Zapisuje zejména údaje o:</w:t>
      </w:r>
    </w:p>
    <w:p w14:paraId="52F961A0" w14:textId="03344F2B" w:rsidR="00CD27FA" w:rsidRDefault="00CD27FA" w:rsidP="000972D0">
      <w:pPr>
        <w:pStyle w:val="SODvedlejodrky"/>
        <w:tabs>
          <w:tab w:val="clear" w:pos="1588"/>
        </w:tabs>
      </w:pPr>
      <w:r>
        <w:t xml:space="preserve">stavu staveniště, počasí, počtu pracovníků, nasazení strojů a dopravních prostředků </w:t>
      </w:r>
    </w:p>
    <w:p w14:paraId="4423202D" w14:textId="08CDDCE5" w:rsidR="00CD27FA" w:rsidRDefault="00CD27FA" w:rsidP="000972D0">
      <w:pPr>
        <w:pStyle w:val="SODvedlejodrky"/>
        <w:tabs>
          <w:tab w:val="clear" w:pos="1588"/>
        </w:tabs>
      </w:pPr>
      <w:r>
        <w:t>časovém postupu prací</w:t>
      </w:r>
    </w:p>
    <w:p w14:paraId="12962B27" w14:textId="5CA0007A" w:rsidR="00CD27FA" w:rsidRDefault="00CD27FA" w:rsidP="000972D0">
      <w:pPr>
        <w:pStyle w:val="SODvedlejodrky"/>
      </w:pPr>
      <w:r>
        <w:t>kontrole jakosti provedených prací</w:t>
      </w:r>
    </w:p>
    <w:p w14:paraId="2602319D" w14:textId="013F3D81" w:rsidR="00CD27FA" w:rsidRDefault="00CD27FA" w:rsidP="000972D0">
      <w:pPr>
        <w:pStyle w:val="SODvedlejodrky"/>
      </w:pPr>
      <w:r>
        <w:t>opatřeních učiněných v souladu s předpisy o bezpečnosti a ochrany zdraví</w:t>
      </w:r>
    </w:p>
    <w:p w14:paraId="3D362196" w14:textId="72272559" w:rsidR="00CD27FA" w:rsidRDefault="00CD27FA" w:rsidP="000972D0">
      <w:pPr>
        <w:pStyle w:val="SODvedlejodrky"/>
      </w:pPr>
      <w:r>
        <w:t>opatřeních učiněných v souladu s předpisy požární ochrany  a ochrany životního prostředí</w:t>
      </w:r>
    </w:p>
    <w:p w14:paraId="60B35141" w14:textId="62D0BCF8" w:rsidR="00CD27FA" w:rsidRDefault="00CD27FA" w:rsidP="000972D0">
      <w:pPr>
        <w:pStyle w:val="SODvedlejodrky"/>
      </w:pPr>
      <w:r>
        <w:t>událostech, majících vliv na provádění díla</w:t>
      </w:r>
    </w:p>
    <w:p w14:paraId="5A411BAE" w14:textId="77777777" w:rsidR="00CD27FA" w:rsidRDefault="00CD27FA" w:rsidP="00597DEC">
      <w:pPr>
        <w:pStyle w:val="SODHlavnodrky"/>
      </w:pPr>
      <w:r>
        <w:t>Všechny listy deníku musí být očíslovány, ve stavebním deníku nesmí být vynechána volná místa.</w:t>
      </w:r>
    </w:p>
    <w:p w14:paraId="0ECFBFBA" w14:textId="77777777" w:rsidR="00CD27FA" w:rsidRDefault="00CD27FA" w:rsidP="00597DEC">
      <w:pPr>
        <w:pStyle w:val="SODHlavn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14:paraId="52FAEA0F" w14:textId="77777777" w:rsidR="00CD27FA" w:rsidRDefault="00CD27FA" w:rsidP="00597DEC">
      <w:pPr>
        <w:pStyle w:val="SODHlavn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14:paraId="7EF210B8" w14:textId="6F69CA9B" w:rsidR="00CD27FA" w:rsidRDefault="00CD27FA" w:rsidP="00597DEC">
      <w:pPr>
        <w:pStyle w:val="Nadpis7"/>
      </w:pPr>
      <w:r>
        <w:t xml:space="preserve">Stavební deník vede zhotovitelem pověřená osoba – stavbyvedoucí </w:t>
      </w:r>
      <w:r w:rsidR="0087245F">
        <w:t>uvedený v záhlaví této smlouvy</w:t>
      </w:r>
      <w:r w:rsidR="0060143F">
        <w:t>.</w:t>
      </w:r>
      <w:r>
        <w:t xml:space="preserve"> V případě změny osoby </w:t>
      </w:r>
      <w:r w:rsidR="0060143F">
        <w:t>z</w:t>
      </w:r>
      <w:r>
        <w:t xml:space="preserve">hotovitelem pověřené k vedení stavebního deníku musí být tato skutečnost bezodkladně uvedena ve stavebním deníku. </w:t>
      </w:r>
    </w:p>
    <w:p w14:paraId="277869CB" w14:textId="77777777" w:rsidR="00AF4B0B" w:rsidRPr="0069310B" w:rsidRDefault="00AF4B0B" w:rsidP="00231910">
      <w:pPr>
        <w:pStyle w:val="Nadpis4"/>
      </w:pPr>
      <w:r w:rsidRPr="0069310B">
        <w:t>Kontrolní dny</w:t>
      </w:r>
    </w:p>
    <w:p w14:paraId="517F4977" w14:textId="77777777" w:rsidR="00AF4B0B" w:rsidRPr="00A8167E" w:rsidRDefault="00BE1CE9" w:rsidP="00597DEC">
      <w:pPr>
        <w:pStyle w:val="SODHlavnodrky"/>
        <w:rPr>
          <w:b/>
        </w:rPr>
      </w:pPr>
      <w:r w:rsidRPr="00A8167E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A8167E">
        <w:rPr>
          <w:rStyle w:val="Siln"/>
          <w:b w:val="0"/>
        </w:rPr>
        <w:t xml:space="preserve">Kontrolní dny budou probíhat </w:t>
      </w:r>
      <w:r w:rsidR="00AF4B0B" w:rsidRPr="00A8167E">
        <w:rPr>
          <w:b/>
        </w:rPr>
        <w:t xml:space="preserve">minimálně 1x za </w:t>
      </w:r>
      <w:r w:rsidR="00A57EC9" w:rsidRPr="00A8167E">
        <w:rPr>
          <w:b/>
        </w:rPr>
        <w:t>týden</w:t>
      </w:r>
      <w:r w:rsidRPr="00A8167E">
        <w:rPr>
          <w:b/>
        </w:rPr>
        <w:t>.</w:t>
      </w:r>
    </w:p>
    <w:p w14:paraId="1B324754" w14:textId="77777777" w:rsidR="00AF4B0B" w:rsidRDefault="00AF4B0B" w:rsidP="00597DEC">
      <w:pPr>
        <w:pStyle w:val="SODHlavn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14:paraId="72E726F9" w14:textId="77777777" w:rsidR="00AF4B0B" w:rsidRDefault="00AF4B0B" w:rsidP="00597DEC">
      <w:pPr>
        <w:pStyle w:val="SODHlavnodrky"/>
      </w:pPr>
      <w:r>
        <w:t xml:space="preserve">Zhotovitel prohlašuje, že pro uskutečnění dodávky je uvažováno vždy a zásadně s výrobky řádné </w:t>
      </w:r>
      <w:r w:rsidR="00C74988" w:rsidRPr="00A8167E">
        <w:rPr>
          <w:lang w:val="cs-CZ"/>
        </w:rPr>
        <w:br/>
      </w:r>
      <w:r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14:paraId="28CF06E9" w14:textId="77777777" w:rsidR="00AF4B0B" w:rsidRDefault="00AF4B0B" w:rsidP="00597DEC">
      <w:pPr>
        <w:pStyle w:val="SODHlavnodrky"/>
      </w:pPr>
      <w:r>
        <w:t xml:space="preserve">Výkon činnosti odborného dozoru zastupujícího objednatele v žádném případě nesnímá povinnosti </w:t>
      </w:r>
      <w:r w:rsidR="00BA6BDF" w:rsidRPr="00A8167E">
        <w:rPr>
          <w:lang w:val="cs-CZ"/>
        </w:rPr>
        <w:br/>
      </w:r>
      <w:r>
        <w:t>a odpovědnosti odborných pracovníků zhotovitele v souvislosti s prováděním díla, ani odpovědnost dalších osob zhotovitele za technickou dodavatelskou úplnost, za kvalitu prací a dodržení technologických postupů.</w:t>
      </w:r>
    </w:p>
    <w:p w14:paraId="2948D437" w14:textId="77777777" w:rsidR="00AF4B0B" w:rsidRDefault="00AF4B0B" w:rsidP="00231910">
      <w:pPr>
        <w:pStyle w:val="Nadpis1"/>
      </w:pPr>
      <w:r>
        <w:t xml:space="preserve">Provádění díla a bezpečnost práce </w:t>
      </w:r>
    </w:p>
    <w:p w14:paraId="6A0204F7" w14:textId="77777777" w:rsidR="00E3370F" w:rsidRPr="00E3370F" w:rsidRDefault="00E3370F" w:rsidP="00597DEC">
      <w:pPr>
        <w:pStyle w:val="SODHlavnodrky"/>
      </w:pPr>
      <w:r w:rsidRPr="00E3370F">
        <w:t xml:space="preserve">Zhotovitel se zavazuje provést dílo s odbornou péčí, v rozsahu a kvalitě podle této smlouvy </w:t>
      </w:r>
      <w:r w:rsidR="00BA6BDF" w:rsidRPr="00A8167E">
        <w:rPr>
          <w:lang w:val="cs-CZ"/>
        </w:rPr>
        <w:br/>
      </w:r>
      <w:r w:rsidRPr="00E3370F">
        <w:t>a v dohodnuté době plnění. Dále se zhotovitel zavazuje opatřit vše, co je zapotřebí k provedení díla podle této smlouvy.</w:t>
      </w:r>
    </w:p>
    <w:p w14:paraId="6A856067" w14:textId="77777777" w:rsidR="00E3370F" w:rsidRDefault="00E3370F" w:rsidP="00597DEC">
      <w:pPr>
        <w:pStyle w:val="SODHlavnodrky"/>
      </w:pPr>
      <w:r>
        <w:t xml:space="preserve">Zhotovitel se zavazuje provést dílo pod svým osobním vedením. </w:t>
      </w:r>
    </w:p>
    <w:p w14:paraId="19D0461B" w14:textId="77777777" w:rsidR="00AF4B0B" w:rsidRDefault="00AF4B0B" w:rsidP="00597DEC">
      <w:pPr>
        <w:pStyle w:val="SODHlavnodrky"/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14:paraId="661E48DB" w14:textId="77777777" w:rsidR="009977EF" w:rsidRDefault="009977EF" w:rsidP="00597DEC">
      <w:pPr>
        <w:pStyle w:val="SODHlavnodrky"/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A8167E">
        <w:rPr>
          <w:lang w:val="cs-CZ"/>
        </w:rPr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14:paraId="32DDEB9A" w14:textId="77777777" w:rsidR="00AF4B0B" w:rsidRDefault="00AF4B0B" w:rsidP="00597DEC">
      <w:pPr>
        <w:pStyle w:val="SODHlavn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 zjistit při vynaložení </w:t>
      </w:r>
      <w:r w:rsidR="00E3370F">
        <w:t>potřebné</w:t>
      </w:r>
      <w:r>
        <w:t xml:space="preserve"> péče.</w:t>
      </w:r>
    </w:p>
    <w:p w14:paraId="06A437F5" w14:textId="77777777" w:rsidR="00AF4B0B" w:rsidRDefault="00AF4B0B" w:rsidP="00597DEC">
      <w:pPr>
        <w:pStyle w:val="SODHlavnodrky"/>
      </w:pPr>
      <w:r>
        <w:t xml:space="preserve"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</w:t>
      </w:r>
      <w:r w:rsidR="00BA6BDF" w:rsidRPr="00A8167E">
        <w:rPr>
          <w:lang w:val="cs-CZ"/>
        </w:rPr>
        <w:br/>
      </w:r>
      <w:r>
        <w:t>a doporučených metodik, vč. technologických předpisů výrobců a dodavatelů.</w:t>
      </w:r>
    </w:p>
    <w:p w14:paraId="650370A4" w14:textId="77777777" w:rsidR="00AF4B0B" w:rsidRDefault="00AF4B0B" w:rsidP="00597DEC">
      <w:pPr>
        <w:pStyle w:val="SODHlavn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14:paraId="50053E16" w14:textId="77777777" w:rsidR="00AF4B0B" w:rsidRDefault="00AF4B0B" w:rsidP="00597DEC">
      <w:pPr>
        <w:pStyle w:val="SODHlavnodrky"/>
      </w:pPr>
      <w:r>
        <w:t>Zhotovitel odpovídá i za škodu způsobenou činností těch, kteří pro něj dílo provádějí.</w:t>
      </w:r>
    </w:p>
    <w:p w14:paraId="742BAB27" w14:textId="77777777" w:rsidR="00AF4B0B" w:rsidRDefault="00AF4B0B" w:rsidP="00597DEC">
      <w:pPr>
        <w:pStyle w:val="SODHlavn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14:paraId="4A51FD37" w14:textId="77777777" w:rsidR="00453502" w:rsidRPr="0081425B" w:rsidRDefault="00453502" w:rsidP="00597DEC">
      <w:pPr>
        <w:pStyle w:val="SODHlavnodrky"/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14:paraId="466BFF2C" w14:textId="77777777" w:rsidR="00AF4B0B" w:rsidRDefault="00AF4B0B" w:rsidP="00231910">
      <w:pPr>
        <w:pStyle w:val="Nadpis1"/>
      </w:pPr>
      <w:r>
        <w:t>Předání a převzetí díla</w:t>
      </w:r>
    </w:p>
    <w:p w14:paraId="38290CCF" w14:textId="77777777" w:rsidR="00AF4B0B" w:rsidRPr="0069310B" w:rsidRDefault="00AF4B0B" w:rsidP="00231910">
      <w:pPr>
        <w:pStyle w:val="Nadpis2"/>
      </w:pPr>
      <w:r w:rsidRPr="0069310B">
        <w:t>Organizace předání díla</w:t>
      </w:r>
    </w:p>
    <w:p w14:paraId="19DD222A" w14:textId="77777777" w:rsidR="00AF4B0B" w:rsidRDefault="00AF4B0B" w:rsidP="00597DEC">
      <w:pPr>
        <w:pStyle w:val="SODHlavn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14:paraId="53746B3D" w14:textId="125FCA58" w:rsidR="00AF4B0B" w:rsidRDefault="00AF4B0B" w:rsidP="00597DEC">
      <w:pPr>
        <w:pStyle w:val="SODHlavn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</w:t>
      </w:r>
    </w:p>
    <w:p w14:paraId="3442F607" w14:textId="77777777" w:rsidR="00AF4B0B" w:rsidRDefault="00AF4B0B" w:rsidP="00597DEC">
      <w:pPr>
        <w:pStyle w:val="SODHlavnodrky"/>
      </w:pPr>
      <w:r>
        <w:t>O průběhu přejímacího řízení pořídí zhotovitel protokol o předání a převzetí díla.</w:t>
      </w:r>
    </w:p>
    <w:p w14:paraId="07E52F7B" w14:textId="77777777" w:rsidR="00AF4B0B" w:rsidRDefault="00AF4B0B" w:rsidP="00597DEC">
      <w:pPr>
        <w:pStyle w:val="SODHlavn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A8167E">
        <w:rPr>
          <w:lang w:val="cs-CZ"/>
        </w:rPr>
        <w:br/>
      </w:r>
      <w:r>
        <w:t>a nedodělků vč. dohody o způsobu a termínech odstranění, popřípadě o jiném způsobu narovnání.</w:t>
      </w:r>
    </w:p>
    <w:p w14:paraId="7E5B395A" w14:textId="77777777" w:rsidR="00AF4B0B" w:rsidRDefault="00AF4B0B" w:rsidP="00597DEC">
      <w:pPr>
        <w:pStyle w:val="SODHlavnodrky"/>
      </w:pPr>
      <w:r>
        <w:t>V případě, že objednatel odmítá dílo převzít, uvede do protokolu o předání a převzetí díla i důvody, které mu brání převzetí.</w:t>
      </w:r>
    </w:p>
    <w:p w14:paraId="0CB43054" w14:textId="77777777" w:rsidR="00AF4B0B" w:rsidRDefault="00AF4B0B" w:rsidP="00597DEC">
      <w:pPr>
        <w:pStyle w:val="SODHlavnodrky"/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14:paraId="77AEB917" w14:textId="77777777" w:rsidR="00AF4B0B" w:rsidRDefault="00AF4B0B" w:rsidP="00597DEC">
      <w:pPr>
        <w:pStyle w:val="SODHlavnodrky"/>
      </w:pPr>
      <w:r>
        <w:t>K přejímce díla je zhotovitel povinen objednateli předložit následující doklady, jejichž seznam bude uveden v protokolu o předání a převzetí stavby:</w:t>
      </w:r>
    </w:p>
    <w:p w14:paraId="04FF9880" w14:textId="603AB5F0" w:rsidR="00AF4B0B" w:rsidRDefault="00AF4B0B" w:rsidP="000972D0">
      <w:pPr>
        <w:pStyle w:val="SODvedlejodrky"/>
      </w:pPr>
      <w:r>
        <w:t>Doklad o zajištění likvidace odpadů dle zákona č. 185/2001 Sb,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14:paraId="5C8A24C4" w14:textId="4762AFFF" w:rsidR="00AF4B0B" w:rsidRDefault="00AF4B0B" w:rsidP="000972D0">
      <w:pPr>
        <w:pStyle w:val="SODvedlejodrky"/>
      </w:pPr>
      <w:r>
        <w:t xml:space="preserve">Originál stavebního </w:t>
      </w:r>
      <w:r w:rsidR="008C0EA7">
        <w:t xml:space="preserve">nebo montážního </w:t>
      </w:r>
      <w:r>
        <w:t>deníku</w:t>
      </w:r>
      <w:r w:rsidR="00FC5B11">
        <w:t>.</w:t>
      </w:r>
    </w:p>
    <w:p w14:paraId="3AB14ADF" w14:textId="3006B47C" w:rsidR="00AF4B0B" w:rsidRDefault="00AF4B0B" w:rsidP="000972D0">
      <w:pPr>
        <w:pStyle w:val="SODvedlejodrky"/>
      </w:pPr>
      <w:r>
        <w:t>Zápisy o provedení a kontrole zakrývaných konstrukcí</w:t>
      </w:r>
      <w:r w:rsidR="00FC5B11">
        <w:t>.</w:t>
      </w:r>
    </w:p>
    <w:p w14:paraId="3E92146B" w14:textId="0C46D3A3" w:rsidR="00847B6A" w:rsidRDefault="00847B6A" w:rsidP="000972D0">
      <w:pPr>
        <w:pStyle w:val="SODvedlejodrky"/>
      </w:pPr>
      <w:r>
        <w:t>Fotodokumentaci pořízenou při realizaci stavby, především konstrukcí před zakrytím</w:t>
      </w:r>
      <w:r w:rsidR="00FC5B11">
        <w:t>.</w:t>
      </w:r>
    </w:p>
    <w:p w14:paraId="05262AAF" w14:textId="1431DED9" w:rsidR="00AF4B0B" w:rsidRDefault="00E96A24" w:rsidP="000972D0">
      <w:pPr>
        <w:pStyle w:val="SODvedlejodrky"/>
        <w:rPr>
          <w:lang w:val="cs-CZ"/>
        </w:rPr>
      </w:pPr>
      <w:r>
        <w:t>Projekt skutečného provedení stavby (editovatelná, needitovatelná verze).</w:t>
      </w:r>
    </w:p>
    <w:p w14:paraId="24403EF0" w14:textId="583EDB03" w:rsidR="00EA3C8B" w:rsidRDefault="00EA3C8B" w:rsidP="000972D0">
      <w:pPr>
        <w:pStyle w:val="SODvedlejodrky"/>
        <w:rPr>
          <w:lang w:val="cs-CZ"/>
        </w:rPr>
      </w:pPr>
      <w:r>
        <w:rPr>
          <w:lang w:val="cs-CZ"/>
        </w:rPr>
        <w:t>D</w:t>
      </w:r>
      <w:r w:rsidRPr="00E96A24">
        <w:t>okladů o provedení</w:t>
      </w:r>
      <w:r w:rsidRPr="00EA3C8B">
        <w:rPr>
          <w:lang w:val="cs-CZ"/>
        </w:rPr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>
        <w:rPr>
          <w:lang w:val="cs-CZ"/>
        </w:rPr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rPr>
          <w:lang w:val="cs-CZ"/>
        </w:rPr>
        <w:t>.</w:t>
      </w:r>
    </w:p>
    <w:p w14:paraId="4FBB3BFA" w14:textId="7E64D40F" w:rsidR="00C609E2" w:rsidRPr="006C7FFE" w:rsidRDefault="00C609E2" w:rsidP="000972D0">
      <w:pPr>
        <w:pStyle w:val="SODvedlejodrky"/>
        <w:rPr>
          <w:lang w:val="cs-CZ"/>
        </w:rPr>
      </w:pPr>
      <w:r>
        <w:rPr>
          <w:lang w:val="cs-CZ"/>
        </w:rPr>
        <w:t>S</w:t>
      </w:r>
      <w:r w:rsidRPr="00C609E2">
        <w:t>eznam strojů a zařízení, které jsou součástí díla, jejich pasporty, záruční listy, návody k obsluze a údržbě v českém jazyku</w:t>
      </w:r>
      <w:r w:rsidR="0087245F">
        <w:rPr>
          <w:lang w:val="cs-CZ"/>
        </w:rPr>
        <w:t>.</w:t>
      </w:r>
    </w:p>
    <w:p w14:paraId="5CF8C7E6" w14:textId="77777777" w:rsidR="00AF4B0B" w:rsidRPr="003C0E72" w:rsidRDefault="00C609E2" w:rsidP="00231910">
      <w:pPr>
        <w:pStyle w:val="Nadpis1"/>
      </w:pPr>
      <w:r w:rsidRPr="003C0E72">
        <w:t xml:space="preserve"> </w:t>
      </w:r>
      <w:r w:rsidR="00AF4B0B" w:rsidRPr="003C0E72">
        <w:t>Záruka za jakost díla</w:t>
      </w:r>
    </w:p>
    <w:p w14:paraId="0E5227BE" w14:textId="77777777" w:rsidR="001617FF" w:rsidRPr="007C3E8C" w:rsidRDefault="001617FF" w:rsidP="001617FF">
      <w:pPr>
        <w:pStyle w:val="SODHlavnodrky"/>
        <w:ind w:left="714"/>
      </w:pPr>
      <w:r>
        <w:t xml:space="preserve">Zhotovitel poskytuje na provedené dílo záruku za jakost </w:t>
      </w:r>
      <w:r w:rsidRPr="001617FF">
        <w:fldChar w:fldCharType="begin">
          <w:ffData>
            <w:name w:val="Text51"/>
            <w:enabled/>
            <w:calcOnExit w:val="0"/>
            <w:textInput/>
          </w:ffData>
        </w:fldChar>
      </w:r>
      <w:bookmarkStart w:id="24" w:name="Text51"/>
      <w:r w:rsidRPr="001617FF">
        <w:instrText xml:space="preserve"> FORMTEXT </w:instrText>
      </w:r>
      <w:r w:rsidRPr="001617FF">
        <w:fldChar w:fldCharType="separate"/>
      </w:r>
      <w:r w:rsidRPr="001617FF">
        <w:t> </w:t>
      </w:r>
      <w:r w:rsidRPr="001617FF">
        <w:t> </w:t>
      </w:r>
      <w:r w:rsidRPr="001617FF">
        <w:t> </w:t>
      </w:r>
      <w:r w:rsidRPr="001617FF">
        <w:t> </w:t>
      </w:r>
      <w:r w:rsidRPr="001617FF">
        <w:t> </w:t>
      </w:r>
      <w:r w:rsidRPr="001617FF">
        <w:fldChar w:fldCharType="end"/>
      </w:r>
      <w:bookmarkEnd w:id="24"/>
      <w:r w:rsidRPr="001617FF">
        <w:t xml:space="preserve"> </w:t>
      </w:r>
      <w:r w:rsidRPr="001617FF">
        <w:rPr>
          <w:b/>
        </w:rPr>
        <w:t xml:space="preserve">měsíců </w:t>
      </w:r>
      <w:r w:rsidRPr="001617FF">
        <w:t xml:space="preserve">(hodnotící kritérium) </w:t>
      </w:r>
      <w:r w:rsidRPr="001617FF">
        <w:rPr>
          <w:b/>
        </w:rPr>
        <w:t xml:space="preserve"> </w:t>
      </w:r>
      <w:r>
        <w:t>od písemného</w:t>
      </w:r>
      <w:r w:rsidRPr="001617FF">
        <w:t xml:space="preserve"> p</w:t>
      </w:r>
      <w:r>
        <w:t>ředání a převzetí díla objednateli. V případě odstoupení od smlouvy začíná záruční doba plynout okamžikem doručení oznámení o odstoupení od smlouvy.</w:t>
      </w:r>
      <w:r w:rsidRPr="001617FF">
        <w:t xml:space="preserve"> </w:t>
      </w:r>
    </w:p>
    <w:p w14:paraId="00CB5BD9" w14:textId="48B545B6" w:rsidR="001617FF" w:rsidRPr="00EC2ACE" w:rsidRDefault="001617FF" w:rsidP="001617FF">
      <w:pPr>
        <w:pStyle w:val="SODHlavnodrky"/>
        <w:ind w:left="714"/>
      </w:pPr>
      <w:r>
        <w:t>Zhotovitel poskytuje</w:t>
      </w:r>
      <w:r w:rsidRPr="001617FF">
        <w:t xml:space="preserve"> dílčí záruku na nosné pásy </w:t>
      </w:r>
      <w:r w:rsidRPr="001617FF">
        <w:fldChar w:fldCharType="begin">
          <w:ffData>
            <w:name w:val="Text51"/>
            <w:enabled/>
            <w:calcOnExit w:val="0"/>
            <w:textInput/>
          </w:ffData>
        </w:fldChar>
      </w:r>
      <w:r w:rsidRPr="001617FF">
        <w:instrText xml:space="preserve"> FORMTEXT </w:instrText>
      </w:r>
      <w:r w:rsidRPr="001617FF">
        <w:fldChar w:fldCharType="separate"/>
      </w:r>
      <w:r w:rsidRPr="001617FF">
        <w:t> </w:t>
      </w:r>
      <w:r w:rsidRPr="001617FF">
        <w:t> </w:t>
      </w:r>
      <w:r w:rsidRPr="001617FF">
        <w:t> </w:t>
      </w:r>
      <w:r w:rsidRPr="001617FF">
        <w:t> </w:t>
      </w:r>
      <w:r w:rsidRPr="001617FF">
        <w:t> </w:t>
      </w:r>
      <w:r w:rsidRPr="001617FF">
        <w:fldChar w:fldCharType="end"/>
      </w:r>
      <w:r w:rsidRPr="001617FF">
        <w:t xml:space="preserve"> </w:t>
      </w:r>
      <w:r w:rsidRPr="001617FF">
        <w:rPr>
          <w:b/>
        </w:rPr>
        <w:t>měsíců</w:t>
      </w:r>
      <w:r w:rsidRPr="001617FF">
        <w:t xml:space="preserve"> (hodnotící kritérium) </w:t>
      </w:r>
      <w:r>
        <w:t>od písemného předání a převzetí díla objednateli.</w:t>
      </w:r>
    </w:p>
    <w:p w14:paraId="148F53AD" w14:textId="5218FEE2" w:rsidR="001617FF" w:rsidRDefault="001617FF" w:rsidP="001617FF">
      <w:pPr>
        <w:pStyle w:val="SODHlavnodrky"/>
        <w:ind w:left="714"/>
      </w:pPr>
      <w:r>
        <w:t xml:space="preserve">Zhotovitel poskytuje dílčí záruku na </w:t>
      </w:r>
      <w:r w:rsidRPr="001617FF">
        <w:t xml:space="preserve">pohon výtahu </w:t>
      </w:r>
      <w:r w:rsidRPr="001617FF">
        <w:fldChar w:fldCharType="begin">
          <w:ffData>
            <w:name w:val="Text51"/>
            <w:enabled/>
            <w:calcOnExit w:val="0"/>
            <w:textInput/>
          </w:ffData>
        </w:fldChar>
      </w:r>
      <w:r w:rsidRPr="001617FF">
        <w:instrText xml:space="preserve"> FORMTEXT </w:instrText>
      </w:r>
      <w:r w:rsidRPr="001617FF">
        <w:fldChar w:fldCharType="separate"/>
      </w:r>
      <w:r w:rsidRPr="001617FF">
        <w:t> </w:t>
      </w:r>
      <w:r w:rsidRPr="001617FF">
        <w:t> </w:t>
      </w:r>
      <w:r w:rsidRPr="001617FF">
        <w:t> </w:t>
      </w:r>
      <w:r w:rsidRPr="001617FF">
        <w:t> </w:t>
      </w:r>
      <w:r w:rsidRPr="001617FF">
        <w:t> </w:t>
      </w:r>
      <w:r w:rsidRPr="001617FF">
        <w:fldChar w:fldCharType="end"/>
      </w:r>
      <w:r w:rsidRPr="001617FF">
        <w:t xml:space="preserve"> </w:t>
      </w:r>
      <w:r w:rsidRPr="001617FF">
        <w:rPr>
          <w:b/>
        </w:rPr>
        <w:t>měsíců</w:t>
      </w:r>
      <w:r w:rsidRPr="001617FF">
        <w:t xml:space="preserve"> (hodnotící kritérium) </w:t>
      </w:r>
      <w:r>
        <w:t>od písemného předání a převzetí díla objednateli.</w:t>
      </w:r>
    </w:p>
    <w:p w14:paraId="28FB4D8A" w14:textId="77777777" w:rsidR="00AF4B0B" w:rsidRDefault="00AF4B0B" w:rsidP="001617FF">
      <w:pPr>
        <w:pStyle w:val="SODHlavnodrky"/>
        <w:ind w:left="714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které se na provádění vztahují.</w:t>
      </w:r>
      <w:r w:rsidR="006A2571" w:rsidRPr="001617FF">
        <w:t xml:space="preserve"> </w:t>
      </w:r>
      <w:r w:rsidR="00791531" w:rsidRPr="001617FF">
        <w:t xml:space="preserve">Objednatel požaduje dodat veškeré </w:t>
      </w:r>
      <w:r w:rsidR="00C609E2" w:rsidRPr="001617FF">
        <w:t xml:space="preserve">materiály a </w:t>
      </w:r>
      <w:r w:rsidR="00791531" w:rsidRPr="001617FF">
        <w:t xml:space="preserve">zařízení s životností </w:t>
      </w:r>
      <w:r w:rsidR="00057A15" w:rsidRPr="001617FF">
        <w:t>minimálně po celou</w:t>
      </w:r>
      <w:r w:rsidR="008E7AF2" w:rsidRPr="001617FF">
        <w:t xml:space="preserve"> výše uvedenou</w:t>
      </w:r>
      <w:r w:rsidR="00057A15" w:rsidRPr="001617FF">
        <w:t xml:space="preserve"> záruční dobu</w:t>
      </w:r>
      <w:r w:rsidR="00791531" w:rsidRPr="001617FF">
        <w:t>.</w:t>
      </w:r>
    </w:p>
    <w:p w14:paraId="4BDA7834" w14:textId="77777777" w:rsidR="00AF4B0B" w:rsidRDefault="00AF4B0B" w:rsidP="00597DEC">
      <w:pPr>
        <w:pStyle w:val="SODHlavn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14:paraId="17425143" w14:textId="77777777" w:rsidR="00AF4B0B" w:rsidRDefault="00AF4B0B" w:rsidP="00597DEC">
      <w:pPr>
        <w:pStyle w:val="SODHlavnodrky"/>
      </w:pPr>
      <w:r>
        <w:t>Záruční doba neběží po dobu, po kterou objednatel nemohl předmět díla užívat pro vady díla, za které zhotovitel odpovídá.</w:t>
      </w:r>
    </w:p>
    <w:p w14:paraId="6634402B" w14:textId="77777777" w:rsidR="00AF4B0B" w:rsidRDefault="00AF4B0B" w:rsidP="00597DEC">
      <w:pPr>
        <w:pStyle w:val="SODHlavnodrky"/>
      </w:pPr>
      <w:r>
        <w:t>Pro ty části díla, které byly v důsledku oprávněné reklamace opraveny, běží záruční lhůta opětovně od počátku ode dne provedení reklamační opravy.</w:t>
      </w:r>
    </w:p>
    <w:p w14:paraId="7D8EA0BC" w14:textId="77777777" w:rsidR="00AF4B0B" w:rsidRPr="0069310B" w:rsidRDefault="00AF4B0B" w:rsidP="00231910">
      <w:pPr>
        <w:pStyle w:val="Nadpis2"/>
      </w:pPr>
      <w:r w:rsidRPr="0069310B">
        <w:t>Způsob reklamace vad</w:t>
      </w:r>
    </w:p>
    <w:p w14:paraId="63B95ACF" w14:textId="77777777" w:rsidR="00AF4B0B" w:rsidRDefault="00AF4B0B" w:rsidP="00597DEC">
      <w:pPr>
        <w:pStyle w:val="SODHlavnodrky"/>
      </w:pPr>
      <w:r>
        <w:t>Objeví-li se v průběhu záruční doby vady, může objednatel:</w:t>
      </w:r>
    </w:p>
    <w:p w14:paraId="58DDA39F" w14:textId="7D2838B5" w:rsidR="00901B7E" w:rsidRDefault="00AF4B0B" w:rsidP="000972D0">
      <w:pPr>
        <w:pStyle w:val="SODvedlejodrky"/>
      </w:pPr>
      <w:r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14:paraId="49DADE3B" w14:textId="0B14824D" w:rsidR="00AF4B0B" w:rsidRDefault="00AF4B0B" w:rsidP="000972D0">
      <w:pPr>
        <w:pStyle w:val="SODvedlejodrky"/>
      </w:pPr>
      <w:r>
        <w:t>požadovat odstranění vad opravou, pokud jsou vady opravitelné</w:t>
      </w:r>
    </w:p>
    <w:p w14:paraId="6C8C649C" w14:textId="2CD771E8" w:rsidR="00540A68" w:rsidRDefault="00901B7E" w:rsidP="000972D0">
      <w:pPr>
        <w:pStyle w:val="SODvedlejodrky"/>
      </w:pPr>
      <w:r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14:paraId="60FC9314" w14:textId="60399205" w:rsidR="00AF4B0B" w:rsidRDefault="00540A68" w:rsidP="000972D0">
      <w:pPr>
        <w:pStyle w:val="SODvedlejodrky"/>
      </w:pPr>
      <w:r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14:paraId="54A3615F" w14:textId="77777777" w:rsidR="00AF4B0B" w:rsidRDefault="00AF4B0B" w:rsidP="00597DEC">
      <w:pPr>
        <w:pStyle w:val="SODHlavn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14:paraId="1ADB6410" w14:textId="77777777" w:rsidR="00AF4B0B" w:rsidRDefault="00AF4B0B" w:rsidP="00597DEC">
      <w:pPr>
        <w:pStyle w:val="SODHlavn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14:paraId="6D9A7886" w14:textId="77777777" w:rsidR="00AF4B0B" w:rsidRDefault="00AF4B0B" w:rsidP="00597DEC">
      <w:pPr>
        <w:pStyle w:val="SODHlavn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14:paraId="5A0EAE28" w14:textId="77777777" w:rsidR="00540A68" w:rsidRDefault="00540A68" w:rsidP="00597DEC">
      <w:pPr>
        <w:pStyle w:val="SODHlavnodrky"/>
      </w:pPr>
      <w:r>
        <w:t>Spolu se zhotovitelem odpovídá za vady společně a nerozdílně poddodavatel zhotovitele, ten kdo dodal projekt a ten, kdo prováděl dozor nad stavbou.</w:t>
      </w:r>
    </w:p>
    <w:p w14:paraId="003C0994" w14:textId="77777777" w:rsidR="00AF4B0B" w:rsidRPr="0069310B" w:rsidRDefault="00AF4B0B" w:rsidP="00231910">
      <w:pPr>
        <w:pStyle w:val="Nadpis2"/>
      </w:pPr>
      <w:r w:rsidRPr="0069310B">
        <w:t xml:space="preserve">Podmínky odstranění reklamovaných vad </w:t>
      </w:r>
    </w:p>
    <w:p w14:paraId="1A482C77" w14:textId="5B8760AB" w:rsidR="00AF4B0B" w:rsidRDefault="00AF4B0B" w:rsidP="00597DEC">
      <w:pPr>
        <w:pStyle w:val="SODHlavnodrky"/>
      </w:pPr>
      <w:r>
        <w:t xml:space="preserve">Zhotovitel je povinen nejpozději do 5 dnů po obdržení reklamace písemně oznámit, zda reklamaci uznává. Pokud tak neučiní, má se za to, že reklamaci objednatele uznává. Zhotovitel </w:t>
      </w:r>
      <w:r w:rsidR="007C1B09">
        <w:rPr>
          <w:lang w:val="cs-CZ"/>
        </w:rPr>
        <w:t xml:space="preserve">je povinen </w:t>
      </w:r>
      <w:r w:rsidR="007C1B09">
        <w:t>nastoupit</w:t>
      </w:r>
      <w:r>
        <w:t xml:space="preserve">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14:paraId="5DDE7F76" w14:textId="77777777" w:rsidR="00AF4B0B" w:rsidRDefault="00AF4B0B" w:rsidP="00597DEC">
      <w:pPr>
        <w:pStyle w:val="SODHlavnodrky"/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14:paraId="3BCCBCD9" w14:textId="77777777" w:rsidR="007930C3" w:rsidRPr="00EF01A4" w:rsidRDefault="007930C3" w:rsidP="00597DEC">
      <w:pPr>
        <w:pStyle w:val="SODHlavnodrky"/>
      </w:pPr>
      <w:r>
        <w:t>Reklamace se zhotoviteli doručují na adresu uvedenou v záhlaví této smlouvy. Zhotovitel je povinen informovat objednatele o zamýšlené změně svého sídla.</w:t>
      </w:r>
    </w:p>
    <w:p w14:paraId="38759ADD" w14:textId="77777777" w:rsidR="00AF4B0B" w:rsidRDefault="00AF4B0B" w:rsidP="00231910">
      <w:pPr>
        <w:pStyle w:val="Nadpis1"/>
      </w:pPr>
      <w:r>
        <w:t>Vlastnictví díla a nebezpečí škody na díle</w:t>
      </w:r>
    </w:p>
    <w:p w14:paraId="12C2D572" w14:textId="77777777" w:rsidR="00AF4B0B" w:rsidRDefault="00AF4B0B" w:rsidP="00597DEC">
      <w:pPr>
        <w:pStyle w:val="SODHlavnodrky"/>
      </w:pPr>
      <w:r>
        <w:t>Vlastníkem díla je od počátku objednatel.</w:t>
      </w:r>
    </w:p>
    <w:p w14:paraId="578342FD" w14:textId="77777777" w:rsidR="00AF4B0B" w:rsidRDefault="00AF4B0B" w:rsidP="00597DEC">
      <w:pPr>
        <w:pStyle w:val="SODHlavnodrky"/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14:paraId="61ADD62D" w14:textId="77777777" w:rsidR="00AF4B0B" w:rsidRDefault="00AF4B0B" w:rsidP="00231910">
      <w:pPr>
        <w:pStyle w:val="Nadpis1"/>
      </w:pPr>
      <w:r>
        <w:t>Pojištění díla</w:t>
      </w:r>
    </w:p>
    <w:p w14:paraId="64FE5642" w14:textId="48F1A7CD" w:rsidR="00AF4B0B" w:rsidRDefault="00AF4B0B" w:rsidP="00597DEC">
      <w:pPr>
        <w:pStyle w:val="SODHlavnodrky"/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 xml:space="preserve">a proti zahrnutí díla do majetkové podstaty, a to do výše </w:t>
      </w:r>
      <w:r w:rsidR="00635217" w:rsidRPr="00A8167E">
        <w:rPr>
          <w:lang w:val="cs-CZ"/>
        </w:rPr>
        <w:t>2</w:t>
      </w:r>
      <w:r w:rsidR="001D6BF8" w:rsidRPr="00A8167E">
        <w:rPr>
          <w:lang w:val="cs-CZ"/>
        </w:rPr>
        <w:t xml:space="preserve"> mil. Kč.</w:t>
      </w:r>
      <w:r>
        <w:t xml:space="preserve"> Doklady o pojištění je povinen předložit objednateli na požádání. Zhotovitel se zavazuje udržovat toto pojištění v platnosti po celou dobu realizace díla</w:t>
      </w:r>
      <w:r w:rsidR="0008483D">
        <w:t xml:space="preserve"> </w:t>
      </w:r>
      <w:r w:rsidR="00C74988" w:rsidRPr="00A8167E">
        <w:rPr>
          <w:lang w:val="cs-CZ"/>
        </w:rPr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14:paraId="0C4020FC" w14:textId="77777777" w:rsidR="00AF4B0B" w:rsidRDefault="00AF4B0B" w:rsidP="00597DEC">
      <w:pPr>
        <w:pStyle w:val="SODHlavnodrky"/>
      </w:pPr>
      <w:r>
        <w:t>Náklady na pojištění nese zhotovitel.</w:t>
      </w:r>
    </w:p>
    <w:p w14:paraId="133E1274" w14:textId="77777777" w:rsidR="00AF4B0B" w:rsidRDefault="00AF4B0B" w:rsidP="00231910">
      <w:pPr>
        <w:pStyle w:val="Nadpis1"/>
      </w:pPr>
      <w:r>
        <w:t xml:space="preserve">Vyšší moc </w:t>
      </w:r>
    </w:p>
    <w:p w14:paraId="4F56BABD" w14:textId="77777777" w:rsidR="00AF4B0B" w:rsidRDefault="00AF4B0B" w:rsidP="00597DEC">
      <w:pPr>
        <w:pStyle w:val="SODHlavn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A8167E">
        <w:rPr>
          <w:lang w:val="cs-CZ"/>
        </w:rPr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14:paraId="4D46D341" w14:textId="77777777" w:rsidR="00AF4B0B" w:rsidRDefault="00AF4B0B" w:rsidP="00597DEC">
      <w:pPr>
        <w:pStyle w:val="SODHlavnodrky"/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120F55" w:rsidRPr="00A8167E">
        <w:rPr>
          <w:lang w:val="cs-CZ"/>
        </w:rPr>
        <w:t> </w:t>
      </w:r>
      <w:r w:rsidR="007930C3">
        <w:t>odstoupení od smlouvy druhé smluvní straně.</w:t>
      </w:r>
    </w:p>
    <w:p w14:paraId="3123425A" w14:textId="77777777" w:rsidR="00F5116C" w:rsidRPr="00AA4873" w:rsidRDefault="00F5116C" w:rsidP="00231910">
      <w:pPr>
        <w:pStyle w:val="Nadpis1"/>
      </w:pPr>
      <w:r w:rsidRPr="00AA4873">
        <w:t>Ukončení smlouvy</w:t>
      </w:r>
    </w:p>
    <w:p w14:paraId="30B53317" w14:textId="77777777" w:rsidR="00D9763A" w:rsidRPr="002966A0" w:rsidRDefault="00D9763A" w:rsidP="00597DEC">
      <w:pPr>
        <w:pStyle w:val="SODHlavn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14:paraId="3275BC45" w14:textId="77777777" w:rsidR="00D9763A" w:rsidRPr="000972D0" w:rsidRDefault="00D9763A" w:rsidP="000972D0">
      <w:pPr>
        <w:pStyle w:val="SODvedlejodstavecpsmena"/>
        <w:numPr>
          <w:ilvl w:val="0"/>
          <w:numId w:val="46"/>
        </w:numPr>
      </w:pPr>
      <w:r w:rsidRPr="000972D0">
        <w:t xml:space="preserve">zhotovitel řádně a včas neplní své povinnosti vyplývající z této smlouvy. Za porušení povinností se považuje také nerespektování příkazů objednatele; </w:t>
      </w:r>
    </w:p>
    <w:p w14:paraId="69C45E68" w14:textId="5E315FD6" w:rsidR="0087245F" w:rsidRPr="000972D0" w:rsidRDefault="00D9763A" w:rsidP="000972D0">
      <w:pPr>
        <w:pStyle w:val="SODvedlejodstavecpsmena"/>
      </w:pPr>
      <w:r w:rsidRPr="000972D0">
        <w:t>zhotovitel nepřistoupí na změnu této smlouvy v důsledku uplatnění práva objednatele na</w:t>
      </w:r>
      <w:r w:rsidR="00BA6BDF" w:rsidRPr="000972D0">
        <w:t xml:space="preserve"> </w:t>
      </w:r>
      <w:r w:rsidRPr="000972D0">
        <w:t>vyčlenění některých pr</w:t>
      </w:r>
      <w:r w:rsidR="0087245F" w:rsidRPr="000972D0">
        <w:t>a</w:t>
      </w:r>
      <w:r w:rsidRPr="000972D0">
        <w:t>cí nebo dodávek z předmětu smlouvy</w:t>
      </w:r>
      <w:r w:rsidR="0087245F" w:rsidRPr="000972D0">
        <w:t>;</w:t>
      </w:r>
    </w:p>
    <w:p w14:paraId="2D66B697" w14:textId="77777777" w:rsidR="00D9763A" w:rsidRPr="000972D0" w:rsidRDefault="0087245F" w:rsidP="000972D0">
      <w:pPr>
        <w:pStyle w:val="SODvedlejodstavecpsmena"/>
      </w:pPr>
      <w:r w:rsidRPr="000972D0">
        <w:t>zhotovitel poruší svou povinnost součinnosti podle čl. 3. odst. 3.04. bod 3. této smlouvy</w:t>
      </w:r>
      <w:r w:rsidR="00D9763A" w:rsidRPr="000972D0">
        <w:t>.</w:t>
      </w:r>
    </w:p>
    <w:p w14:paraId="58778D87" w14:textId="77777777" w:rsidR="00D9763A" w:rsidRDefault="00D9763A" w:rsidP="00597DEC">
      <w:pPr>
        <w:pStyle w:val="SODHlavnodrky"/>
      </w:pPr>
      <w:r>
        <w:t>Poruší-li některá ze stran tuto smlouvu podstatným způsobem, může druhá strana bez zbytečného odkladu od této smlouvy odstoupit</w:t>
      </w:r>
      <w:r w:rsidR="0087245F" w:rsidRPr="00A8167E">
        <w:rPr>
          <w:lang w:val="cs-CZ"/>
        </w:rPr>
        <w:t>.</w:t>
      </w:r>
    </w:p>
    <w:p w14:paraId="7D7D699A" w14:textId="77777777" w:rsidR="00AF4B0B" w:rsidRDefault="00AF4B0B" w:rsidP="00231910">
      <w:pPr>
        <w:pStyle w:val="Nadpis1"/>
      </w:pPr>
      <w:r>
        <w:t>Ostatní ujednání</w:t>
      </w:r>
    </w:p>
    <w:p w14:paraId="4F4938EC" w14:textId="77777777" w:rsidR="00AF4B0B" w:rsidRDefault="00AF4B0B" w:rsidP="00597DEC">
      <w:pPr>
        <w:pStyle w:val="SODHlavnodrky"/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14:paraId="471998DD" w14:textId="77777777" w:rsidR="000432C5" w:rsidRDefault="00D9763A" w:rsidP="00597DEC">
      <w:pPr>
        <w:pStyle w:val="SODHlavn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A8167E">
        <w:rPr>
          <w:lang w:val="cs-CZ"/>
        </w:rPr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14:paraId="3C0A3C0A" w14:textId="204E6CD9" w:rsidR="001D6BF8" w:rsidRDefault="001D6BF8" w:rsidP="00597DEC">
      <w:pPr>
        <w:pStyle w:val="SODHlavnodrky"/>
      </w:pPr>
      <w:r>
        <w:t>Smluvní strany výslovně souhlasí s tím, že tato smlouva může být bez jakéhokoliv omezení zveřejněna na oficiálních internetových stránkách města Uherský Brod  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t>)</w:t>
      </w:r>
      <w:r w:rsidR="0087245F" w:rsidRPr="00A8167E">
        <w:rPr>
          <w:lang w:val="cs-CZ"/>
        </w:rPr>
        <w:t>, kde jsou uveřejněny i podrobné informace o zpracování osobních údajů</w:t>
      </w:r>
      <w:r w:rsidR="007C1B09">
        <w:t>.</w:t>
      </w:r>
    </w:p>
    <w:p w14:paraId="6FAE18BB" w14:textId="77777777" w:rsidR="00BA6BDF" w:rsidRDefault="00BA6BDF" w:rsidP="00597DEC">
      <w:pPr>
        <w:pStyle w:val="SODHlavnodrky"/>
      </w:pPr>
      <w:r>
        <w:t>Smluvní strany navzájem prohlašují, že smlouva neobsahuje žádné obchodní tajemství.</w:t>
      </w:r>
    </w:p>
    <w:p w14:paraId="04F7BA9E" w14:textId="77777777" w:rsidR="00BA6BDF" w:rsidRDefault="00BA6BDF" w:rsidP="00597DEC">
      <w:pPr>
        <w:pStyle w:val="SODHlavnodrky"/>
      </w:pPr>
      <w:r>
        <w:t xml:space="preserve">Tato smlouva bude zveřejněna objednatelem v registru smluv podle zákona č. 340/2015 Sb., </w:t>
      </w:r>
      <w:r w:rsidRPr="00A8167E">
        <w:rPr>
          <w:lang w:val="cs-CZ"/>
        </w:rPr>
        <w:br/>
      </w:r>
      <w:r>
        <w:t>o zvláštních podmínkách účinnosti některých smluv, uveřejňování těchto smluv a o registru smluv (zákon o registru smluv).</w:t>
      </w:r>
    </w:p>
    <w:p w14:paraId="2EBEFC77" w14:textId="77777777" w:rsidR="00BA6BDF" w:rsidRDefault="00BA6BDF" w:rsidP="00597DEC">
      <w:pPr>
        <w:pStyle w:val="SODHlavnodrky"/>
      </w:pPr>
      <w:r>
        <w:t>Objednatel zašle tuto smlouvu správci registru smluv k uveřejnění bez zbytečného odkladu, nejpozději však do 30 dnů od uzavření smlouvy.</w:t>
      </w:r>
    </w:p>
    <w:p w14:paraId="6FE83C7E" w14:textId="77777777" w:rsidR="00A57EC9" w:rsidRPr="00A8167E" w:rsidRDefault="00A57EC9" w:rsidP="00597DEC">
      <w:pPr>
        <w:pStyle w:val="SODHlavn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 w:rsidRPr="00A8167E"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 w:rsidRPr="00A8167E"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 w:rsidRPr="00A8167E">
        <w:rPr>
          <w:color w:val="1F497D"/>
        </w:rPr>
        <w:t xml:space="preserve"> </w:t>
      </w:r>
      <w:r>
        <w:t xml:space="preserve">zbytečného odkladu poskytnout Objednateli veškerou </w:t>
      </w:r>
      <w:r w:rsidRPr="00A8167E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14:paraId="3B6590C1" w14:textId="77777777" w:rsidR="00AF4B0B" w:rsidRDefault="00AF4B0B" w:rsidP="00597DEC">
      <w:pPr>
        <w:pStyle w:val="SODHlavnodrky"/>
      </w:pPr>
      <w:r>
        <w:t>Přílohou a nedílnou součástí smlouvy jsou:</w:t>
      </w:r>
    </w:p>
    <w:p w14:paraId="426F1401" w14:textId="38EFCF01" w:rsidR="00AF4B0B" w:rsidRDefault="002412D1" w:rsidP="000972D0">
      <w:pPr>
        <w:pStyle w:val="SODvedlejodrky"/>
      </w:pPr>
      <w:r>
        <w:rPr>
          <w:lang w:val="cs-CZ"/>
        </w:rPr>
        <w:t>Rozpis ceny</w:t>
      </w:r>
    </w:p>
    <w:p w14:paraId="3A5F46AD" w14:textId="77777777" w:rsidR="00AF4B0B" w:rsidRPr="00BA6BDF" w:rsidRDefault="00AF4B0B" w:rsidP="00597DEC">
      <w:pPr>
        <w:pStyle w:val="SODHlavnodrky"/>
      </w:pPr>
      <w:r>
        <w:t>Přílohy, které jsou součástí smlouvy a jsou uloženy v sídle obou smluvních stran</w:t>
      </w:r>
    </w:p>
    <w:p w14:paraId="74272C4B" w14:textId="1C79F211" w:rsidR="00BA6BDF" w:rsidRPr="00A8167E" w:rsidRDefault="001617FF" w:rsidP="000972D0">
      <w:pPr>
        <w:pStyle w:val="SODvedlejodrky"/>
        <w:rPr>
          <w:lang w:val="cs-CZ"/>
        </w:rPr>
      </w:pPr>
      <w:r>
        <w:t xml:space="preserve">P3 </w:t>
      </w:r>
      <w:r>
        <w:rPr>
          <w:lang w:val="cs-CZ"/>
        </w:rPr>
        <w:t>– Technická specifikace výtahu</w:t>
      </w:r>
    </w:p>
    <w:p w14:paraId="1DDB2419" w14:textId="7BB27401" w:rsidR="00A8677C" w:rsidRPr="00A8677C" w:rsidRDefault="00AF4B0B" w:rsidP="00597DEC">
      <w:pPr>
        <w:pStyle w:val="SODHlavnodrky"/>
      </w:pPr>
      <w:r>
        <w:t xml:space="preserve">Smlouva je vyhotovena v </w:t>
      </w:r>
      <w:bookmarkStart w:id="25" w:name="Text28"/>
      <w:r w:rsidR="009910E5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5"/>
      <w:r>
        <w:t xml:space="preserve"> rovnocenných stejnopisech, z nichž zhotovitel obdrží </w:t>
      </w:r>
      <w:bookmarkStart w:id="26" w:name="Text27"/>
      <w:r w:rsidR="009910E5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6"/>
      <w:r>
        <w:t xml:space="preserve"> výtisky </w:t>
      </w:r>
      <w:r w:rsidR="007C1B09">
        <w:br/>
      </w:r>
      <w:r>
        <w:t xml:space="preserve">a objednatel </w:t>
      </w:r>
      <w:r w:rsidR="00DC4F88">
        <w:t>2</w:t>
      </w:r>
      <w:r>
        <w:t xml:space="preserve"> výtisky.</w:t>
      </w:r>
      <w:r w:rsidR="00DB36C8" w:rsidRPr="00A8167E">
        <w:rPr>
          <w:lang w:val="cs-CZ"/>
        </w:rPr>
        <w:t xml:space="preserve"> </w:t>
      </w:r>
    </w:p>
    <w:p w14:paraId="7B048774" w14:textId="622BB155" w:rsidR="00AF4B0B" w:rsidRDefault="00DB36C8" w:rsidP="00597DEC">
      <w:pPr>
        <w:pStyle w:val="SODHlavnodrky"/>
      </w:pPr>
      <w:r>
        <w:t xml:space="preserve">Smlouva nabývá platnosti </w:t>
      </w:r>
      <w:r w:rsidR="004D0693">
        <w:t xml:space="preserve">dnem podpisu smluvními stranami </w:t>
      </w:r>
      <w:r>
        <w:t>a účinnosti dnem jejího zveřejnění v registru smluv.</w:t>
      </w:r>
    </w:p>
    <w:p w14:paraId="77CD6C11" w14:textId="77777777" w:rsidR="00BE1CE9" w:rsidRDefault="00BE1CE9" w:rsidP="00231910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 w14:paraId="0EA37E87" w14:textId="77777777">
        <w:trPr>
          <w:trHeight w:val="168"/>
        </w:trPr>
        <w:tc>
          <w:tcPr>
            <w:tcW w:w="9211" w:type="dxa"/>
          </w:tcPr>
          <w:p w14:paraId="09DA16A5" w14:textId="77777777" w:rsidR="00AF4B0B" w:rsidRDefault="00AF4B0B" w:rsidP="00CA30F6">
            <w:pPr>
              <w:pStyle w:val="doloka"/>
            </w:pPr>
            <w:r>
              <w:t>Doložka dle § 41 z.č. 128/2000 Sb., o  obcích (obecní zřízení)</w:t>
            </w:r>
          </w:p>
        </w:tc>
      </w:tr>
      <w:tr w:rsidR="00AF4B0B" w14:paraId="0E6A5D02" w14:textId="77777777">
        <w:tc>
          <w:tcPr>
            <w:tcW w:w="9211" w:type="dxa"/>
          </w:tcPr>
          <w:p w14:paraId="3139B891" w14:textId="4DA78A7D" w:rsidR="00AF4B0B" w:rsidRDefault="00AF4B0B" w:rsidP="007C1B09">
            <w:pPr>
              <w:pStyle w:val="doloka"/>
            </w:pPr>
            <w:r>
              <w:t>Schv</w:t>
            </w:r>
            <w:r w:rsidR="00945BA4">
              <w:t>áleno orgánem obce:</w:t>
            </w:r>
            <w:r w:rsidR="00BA6BDF">
              <w:t xml:space="preserve">   </w:t>
            </w:r>
            <w:r w:rsidR="00CA30F6">
              <w:tab/>
            </w:r>
            <w:r>
              <w:t>Rada města Uherský Brod</w:t>
            </w:r>
            <w:r w:rsidR="00BA6BDF">
              <w:t xml:space="preserve">  </w:t>
            </w:r>
            <w:r w:rsidR="00BA6BDF">
              <w:br/>
              <w:t xml:space="preserve">                             </w:t>
            </w:r>
            <w:r w:rsidR="00057A15">
              <w:t xml:space="preserve">                </w:t>
            </w:r>
            <w:r w:rsidR="00CA30F6">
              <w:tab/>
            </w:r>
            <w:r w:rsidR="00057A15">
              <w:t>… schůze konaná d</w:t>
            </w:r>
            <w:r w:rsidR="00BA6BDF">
              <w:t xml:space="preserve">ne </w:t>
            </w:r>
            <w:r w:rsidR="00057A15">
              <w:t>…….</w:t>
            </w:r>
            <w:r w:rsidR="00641144">
              <w:t>.202</w:t>
            </w:r>
            <w:r w:rsidR="007C1B09">
              <w:t>3</w:t>
            </w:r>
          </w:p>
        </w:tc>
      </w:tr>
      <w:tr w:rsidR="00AF4B0B" w14:paraId="190D9526" w14:textId="77777777">
        <w:trPr>
          <w:trHeight w:val="455"/>
        </w:trPr>
        <w:tc>
          <w:tcPr>
            <w:tcW w:w="9211" w:type="dxa"/>
          </w:tcPr>
          <w:p w14:paraId="217ED066" w14:textId="453A8280" w:rsidR="00AF4B0B" w:rsidRDefault="00AF4B0B" w:rsidP="00CA30F6">
            <w:pPr>
              <w:pStyle w:val="doloka"/>
            </w:pPr>
            <w:r>
              <w:t xml:space="preserve">                                     </w:t>
            </w:r>
            <w:r w:rsidR="00C80C61">
              <w:t xml:space="preserve">          </w:t>
            </w:r>
            <w:r w:rsidR="00CA30F6">
              <w:tab/>
            </w:r>
            <w:r w:rsidR="00C80C61">
              <w:t xml:space="preserve">č. usnesení  </w:t>
            </w:r>
            <w:r w:rsidR="00BA6BDF">
              <w:t>……..</w:t>
            </w:r>
            <w:r w:rsidR="00043E63">
              <w:t>/R</w:t>
            </w:r>
            <w:r w:rsidR="00BA6BDF">
              <w:t>….</w:t>
            </w:r>
            <w:r w:rsidR="00641144">
              <w:t>/2</w:t>
            </w:r>
            <w:r w:rsidR="007C1B09">
              <w:t>3</w:t>
            </w:r>
          </w:p>
        </w:tc>
      </w:tr>
    </w:tbl>
    <w:p w14:paraId="391FA035" w14:textId="77777777" w:rsidR="00453502" w:rsidRDefault="00453502" w:rsidP="00231910">
      <w:pPr>
        <w:pStyle w:val="podpisysmlouva"/>
      </w:pPr>
    </w:p>
    <w:p w14:paraId="0D51DD16" w14:textId="77777777" w:rsidR="00453502" w:rsidRDefault="00453502" w:rsidP="00231910">
      <w:pPr>
        <w:pStyle w:val="podpisysmlouva"/>
      </w:pPr>
    </w:p>
    <w:p w14:paraId="189B4194" w14:textId="77777777" w:rsidR="00AF4B0B" w:rsidRDefault="00AF4B0B" w:rsidP="004660E6">
      <w:pPr>
        <w:pStyle w:val="SODpodpis"/>
      </w:pPr>
      <w:r>
        <w:tab/>
      </w:r>
      <w:r w:rsidR="006C7315">
        <w:fldChar w:fldCharType="begin">
          <w:ffData>
            <w:name w:val="Text53"/>
            <w:enabled/>
            <w:calcOnExit w:val="0"/>
            <w:textInput/>
          </w:ffData>
        </w:fldChar>
      </w:r>
      <w:bookmarkStart w:id="27" w:name="Text53"/>
      <w:r w:rsidR="006C7315">
        <w:instrText xml:space="preserve"> FORMTEXT </w:instrText>
      </w:r>
      <w:r w:rsidR="006C7315">
        <w:fldChar w:fldCharType="separate"/>
      </w:r>
      <w:r w:rsidR="006C7315">
        <w:t> </w:t>
      </w:r>
      <w:r w:rsidR="006C7315">
        <w:t> </w:t>
      </w:r>
      <w:r w:rsidR="006C7315">
        <w:t> </w:t>
      </w:r>
      <w:r w:rsidR="006C7315">
        <w:t> </w:t>
      </w:r>
      <w:r w:rsidR="006C7315">
        <w:t> </w:t>
      </w:r>
      <w:r w:rsidR="006C7315">
        <w:fldChar w:fldCharType="end"/>
      </w:r>
      <w:bookmarkEnd w:id="27"/>
      <w:r>
        <w:tab/>
        <w:t xml:space="preserve">Uherský Brod, dne </w:t>
      </w:r>
    </w:p>
    <w:p w14:paraId="172F812B" w14:textId="77777777" w:rsidR="00AF4B0B" w:rsidRDefault="00AF4B0B" w:rsidP="004660E6">
      <w:pPr>
        <w:pStyle w:val="SODpodpis"/>
      </w:pPr>
    </w:p>
    <w:p w14:paraId="2B7E1E94" w14:textId="77777777" w:rsidR="004A3CE7" w:rsidRDefault="004A3CE7" w:rsidP="00231910">
      <w:pPr>
        <w:pStyle w:val="podpisysmlouva"/>
      </w:pPr>
    </w:p>
    <w:p w14:paraId="2067EF1B" w14:textId="77777777" w:rsidR="004A3CE7" w:rsidRDefault="004A3CE7" w:rsidP="00231910">
      <w:pPr>
        <w:pStyle w:val="podpisysmlouva"/>
      </w:pPr>
    </w:p>
    <w:p w14:paraId="147AFD28" w14:textId="77777777" w:rsidR="00AF4B0B" w:rsidRDefault="00AF4B0B" w:rsidP="004660E6">
      <w:pPr>
        <w:pStyle w:val="SODpodpis"/>
      </w:pPr>
      <w:r>
        <w:tab/>
        <w:t xml:space="preserve">Z h o t o v i t e l : </w:t>
      </w:r>
      <w:r>
        <w:tab/>
        <w:t>O b j e d n a t e l:</w:t>
      </w:r>
    </w:p>
    <w:p w14:paraId="4D4E934A" w14:textId="77777777" w:rsidR="00AF4B0B" w:rsidRDefault="00AF4B0B" w:rsidP="004660E6">
      <w:pPr>
        <w:pStyle w:val="SODpodpis"/>
      </w:pPr>
    </w:p>
    <w:p w14:paraId="4E4CA265" w14:textId="77777777" w:rsidR="004A3CE7" w:rsidRDefault="004A3CE7" w:rsidP="004660E6">
      <w:pPr>
        <w:pStyle w:val="SODpodpis"/>
      </w:pPr>
    </w:p>
    <w:p w14:paraId="6CFED062" w14:textId="77777777" w:rsidR="004A3CE7" w:rsidRDefault="004A3CE7" w:rsidP="004660E6">
      <w:pPr>
        <w:pStyle w:val="SODpodpis"/>
      </w:pPr>
    </w:p>
    <w:p w14:paraId="068D3BB0" w14:textId="77777777" w:rsidR="004A3CE7" w:rsidRDefault="004A3CE7" w:rsidP="004660E6">
      <w:pPr>
        <w:pStyle w:val="SODpodpis"/>
      </w:pPr>
    </w:p>
    <w:p w14:paraId="73377A9E" w14:textId="77777777" w:rsidR="004A3CE7" w:rsidRDefault="004A3CE7" w:rsidP="004660E6">
      <w:pPr>
        <w:pStyle w:val="SODpodpis"/>
      </w:pPr>
    </w:p>
    <w:p w14:paraId="5A755AB8" w14:textId="77777777" w:rsidR="00453502" w:rsidRDefault="00453502" w:rsidP="004660E6">
      <w:pPr>
        <w:pStyle w:val="SODpodpis"/>
      </w:pPr>
    </w:p>
    <w:p w14:paraId="632620B4" w14:textId="77777777" w:rsidR="00453502" w:rsidRDefault="00453502" w:rsidP="004660E6">
      <w:pPr>
        <w:pStyle w:val="SODpodpis"/>
      </w:pPr>
    </w:p>
    <w:p w14:paraId="48C18DC1" w14:textId="2385877F" w:rsidR="00AF4B0B" w:rsidRDefault="00AF4B0B" w:rsidP="004660E6">
      <w:pPr>
        <w:pStyle w:val="SODpodpis"/>
      </w:pPr>
      <w:r>
        <w:tab/>
      </w:r>
      <w:r w:rsidR="004A3CE7">
        <w:tab/>
      </w:r>
      <w:r w:rsidR="006C7315">
        <w:fldChar w:fldCharType="begin">
          <w:ffData>
            <w:name w:val="Text54"/>
            <w:enabled/>
            <w:calcOnExit w:val="0"/>
            <w:textInput/>
          </w:ffData>
        </w:fldChar>
      </w:r>
      <w:bookmarkStart w:id="28" w:name="Text54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8"/>
      <w:r>
        <w:tab/>
      </w:r>
      <w:r w:rsidR="00574436">
        <w:t xml:space="preserve">Ing. </w:t>
      </w:r>
      <w:r w:rsidR="001617FF">
        <w:t>Kamil Válek</w:t>
      </w:r>
    </w:p>
    <w:p w14:paraId="44680253" w14:textId="61A3B085" w:rsidR="008108D7" w:rsidRDefault="00AF4B0B" w:rsidP="004660E6">
      <w:pPr>
        <w:pStyle w:val="SODpodpis"/>
      </w:pPr>
      <w:r>
        <w:tab/>
      </w:r>
      <w:r w:rsidR="004A3CE7">
        <w:tab/>
      </w:r>
      <w:r w:rsidR="006C7315">
        <w:fldChar w:fldCharType="begin">
          <w:ffData>
            <w:name w:val="Text55"/>
            <w:enabled/>
            <w:calcOnExit w:val="0"/>
            <w:textInput/>
          </w:ffData>
        </w:fldChar>
      </w:r>
      <w:bookmarkStart w:id="29" w:name="Text55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9"/>
      <w:r>
        <w:tab/>
      </w:r>
      <w:r w:rsidR="001617FF">
        <w:t>tajemník</w:t>
      </w:r>
    </w:p>
    <w:sectPr w:rsidR="008108D7" w:rsidSect="003811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2" w:right="1134" w:bottom="1418" w:left="1134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2587CB" w14:textId="77777777" w:rsidR="00D64403" w:rsidRDefault="00D64403" w:rsidP="00231910">
      <w:r>
        <w:separator/>
      </w:r>
    </w:p>
    <w:p w14:paraId="4CD74A37" w14:textId="77777777" w:rsidR="00D64403" w:rsidRDefault="00D64403" w:rsidP="00231910"/>
    <w:p w14:paraId="7A470727" w14:textId="77777777" w:rsidR="00D64403" w:rsidRDefault="00D64403" w:rsidP="00231910"/>
    <w:p w14:paraId="11EA67F2" w14:textId="77777777" w:rsidR="00D64403" w:rsidRDefault="00D64403" w:rsidP="00231910"/>
    <w:p w14:paraId="68A25D4B" w14:textId="77777777" w:rsidR="00D64403" w:rsidRDefault="00D64403" w:rsidP="00231910"/>
    <w:p w14:paraId="37E1F0CC" w14:textId="77777777" w:rsidR="00D64403" w:rsidRDefault="00D64403" w:rsidP="00231910"/>
    <w:p w14:paraId="71DF80D2" w14:textId="77777777" w:rsidR="00D64403" w:rsidRDefault="00D64403" w:rsidP="00231910"/>
    <w:p w14:paraId="265DF9C4" w14:textId="77777777" w:rsidR="00D64403" w:rsidRDefault="00D64403" w:rsidP="00231910"/>
    <w:p w14:paraId="7E43A93E" w14:textId="77777777" w:rsidR="00D64403" w:rsidRDefault="00D64403" w:rsidP="00231910"/>
    <w:p w14:paraId="04C0B5F3" w14:textId="77777777" w:rsidR="00D64403" w:rsidRDefault="00D64403" w:rsidP="00231910"/>
    <w:p w14:paraId="7010D9A8" w14:textId="77777777" w:rsidR="00D64403" w:rsidRDefault="00D64403" w:rsidP="00231910"/>
    <w:p w14:paraId="517AEC94" w14:textId="77777777" w:rsidR="00D64403" w:rsidRDefault="00D64403" w:rsidP="00231910"/>
    <w:p w14:paraId="73D2CEFE" w14:textId="77777777" w:rsidR="00D64403" w:rsidRDefault="00D64403" w:rsidP="00231910"/>
    <w:p w14:paraId="795BCF52" w14:textId="77777777" w:rsidR="00D64403" w:rsidRDefault="00D64403" w:rsidP="00231910"/>
    <w:p w14:paraId="522D701A" w14:textId="77777777" w:rsidR="00D64403" w:rsidRDefault="00D64403" w:rsidP="00231910"/>
    <w:p w14:paraId="34328444" w14:textId="77777777" w:rsidR="00D64403" w:rsidRDefault="00D64403" w:rsidP="00231910"/>
    <w:p w14:paraId="1108F0FC" w14:textId="77777777" w:rsidR="00D64403" w:rsidRDefault="00D64403" w:rsidP="00231910"/>
    <w:p w14:paraId="1F11A394" w14:textId="77777777" w:rsidR="00D64403" w:rsidRDefault="00D64403" w:rsidP="00231910"/>
    <w:p w14:paraId="02BD28CE" w14:textId="77777777" w:rsidR="00D64403" w:rsidRDefault="00D64403" w:rsidP="00231910"/>
    <w:p w14:paraId="2DD3179E" w14:textId="77777777" w:rsidR="00D64403" w:rsidRDefault="00D64403" w:rsidP="00231910"/>
    <w:p w14:paraId="163DC565" w14:textId="77777777" w:rsidR="00D64403" w:rsidRDefault="00D64403" w:rsidP="00231910"/>
    <w:p w14:paraId="5ACA78A0" w14:textId="77777777" w:rsidR="00D64403" w:rsidRDefault="00D64403" w:rsidP="00231910"/>
    <w:p w14:paraId="24827029" w14:textId="77777777" w:rsidR="00D64403" w:rsidRDefault="00D64403" w:rsidP="00231910"/>
  </w:endnote>
  <w:endnote w:type="continuationSeparator" w:id="0">
    <w:p w14:paraId="49A0D6AF" w14:textId="77777777" w:rsidR="00D64403" w:rsidRDefault="00D64403" w:rsidP="00231910">
      <w:r>
        <w:continuationSeparator/>
      </w:r>
    </w:p>
    <w:p w14:paraId="3A58DAC8" w14:textId="77777777" w:rsidR="00D64403" w:rsidRDefault="00D64403" w:rsidP="00231910"/>
    <w:p w14:paraId="7DCDF103" w14:textId="77777777" w:rsidR="00D64403" w:rsidRDefault="00D64403" w:rsidP="00231910"/>
    <w:p w14:paraId="60A3EF6E" w14:textId="77777777" w:rsidR="00D64403" w:rsidRDefault="00D64403" w:rsidP="00231910"/>
    <w:p w14:paraId="0C254C2B" w14:textId="77777777" w:rsidR="00D64403" w:rsidRDefault="00D64403" w:rsidP="00231910"/>
    <w:p w14:paraId="0DE7D51B" w14:textId="77777777" w:rsidR="00D64403" w:rsidRDefault="00D64403" w:rsidP="00231910"/>
    <w:p w14:paraId="11E72B3A" w14:textId="77777777" w:rsidR="00D64403" w:rsidRDefault="00D64403" w:rsidP="00231910"/>
    <w:p w14:paraId="6C720F4F" w14:textId="77777777" w:rsidR="00D64403" w:rsidRDefault="00D64403" w:rsidP="00231910"/>
    <w:p w14:paraId="6EC22F39" w14:textId="77777777" w:rsidR="00D64403" w:rsidRDefault="00D64403" w:rsidP="00231910"/>
    <w:p w14:paraId="2A9AA2B5" w14:textId="77777777" w:rsidR="00D64403" w:rsidRDefault="00D64403" w:rsidP="00231910"/>
    <w:p w14:paraId="0960BD1E" w14:textId="77777777" w:rsidR="00D64403" w:rsidRDefault="00D64403" w:rsidP="00231910"/>
    <w:p w14:paraId="5F43E6B0" w14:textId="77777777" w:rsidR="00D64403" w:rsidRDefault="00D64403" w:rsidP="00231910"/>
    <w:p w14:paraId="4AF5D005" w14:textId="77777777" w:rsidR="00D64403" w:rsidRDefault="00D64403" w:rsidP="00231910"/>
    <w:p w14:paraId="533A20BD" w14:textId="77777777" w:rsidR="00D64403" w:rsidRDefault="00D64403" w:rsidP="00231910"/>
    <w:p w14:paraId="7806D317" w14:textId="77777777" w:rsidR="00D64403" w:rsidRDefault="00D64403" w:rsidP="00231910"/>
    <w:p w14:paraId="38DD10CB" w14:textId="77777777" w:rsidR="00D64403" w:rsidRDefault="00D64403" w:rsidP="00231910"/>
    <w:p w14:paraId="13DA03E8" w14:textId="77777777" w:rsidR="00D64403" w:rsidRDefault="00D64403" w:rsidP="00231910"/>
    <w:p w14:paraId="2DD48BB0" w14:textId="77777777" w:rsidR="00D64403" w:rsidRDefault="00D64403" w:rsidP="00231910"/>
    <w:p w14:paraId="4DFF9F73" w14:textId="77777777" w:rsidR="00D64403" w:rsidRDefault="00D64403" w:rsidP="00231910"/>
    <w:p w14:paraId="6294E7AD" w14:textId="77777777" w:rsidR="00D64403" w:rsidRDefault="00D64403" w:rsidP="00231910"/>
    <w:p w14:paraId="0588BD14" w14:textId="77777777" w:rsidR="00D64403" w:rsidRDefault="00D64403" w:rsidP="00231910"/>
    <w:p w14:paraId="69CA6AF3" w14:textId="77777777" w:rsidR="00D64403" w:rsidRDefault="00D64403" w:rsidP="00231910"/>
    <w:p w14:paraId="1575DF72" w14:textId="77777777" w:rsidR="00D64403" w:rsidRDefault="00D64403" w:rsidP="002319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D66BA" w14:textId="77777777" w:rsidR="00D64403" w:rsidRDefault="00D64403" w:rsidP="00231910">
    <w:pPr>
      <w:pStyle w:val="Zpat"/>
    </w:pPr>
  </w:p>
  <w:p w14:paraId="0A5ADB0B" w14:textId="77777777" w:rsidR="00D64403" w:rsidRDefault="00D64403" w:rsidP="00231910"/>
  <w:p w14:paraId="5A91F702" w14:textId="77777777" w:rsidR="00D64403" w:rsidRDefault="00D64403" w:rsidP="00231910"/>
  <w:p w14:paraId="2CBDE28B" w14:textId="77777777" w:rsidR="00D64403" w:rsidRDefault="00D64403" w:rsidP="00231910"/>
  <w:p w14:paraId="0BA8A7AB" w14:textId="77777777" w:rsidR="00D64403" w:rsidRDefault="00D64403" w:rsidP="00231910"/>
  <w:p w14:paraId="6035154C" w14:textId="77777777" w:rsidR="00D64403" w:rsidRDefault="00D64403" w:rsidP="00231910"/>
  <w:p w14:paraId="6F7EFE11" w14:textId="77777777" w:rsidR="00D64403" w:rsidRDefault="00D64403" w:rsidP="00231910"/>
  <w:p w14:paraId="75E5BCDF" w14:textId="77777777" w:rsidR="00D64403" w:rsidRDefault="00D64403" w:rsidP="00231910"/>
  <w:p w14:paraId="098BAA08" w14:textId="77777777" w:rsidR="00D64403" w:rsidRDefault="00D64403" w:rsidP="00231910"/>
  <w:p w14:paraId="4E06A17D" w14:textId="77777777" w:rsidR="00D64403" w:rsidRDefault="00D64403" w:rsidP="00231910"/>
  <w:p w14:paraId="6F6E152B" w14:textId="77777777" w:rsidR="00D64403" w:rsidRDefault="00D64403" w:rsidP="00231910"/>
  <w:p w14:paraId="6D2F0DE0" w14:textId="77777777" w:rsidR="00D64403" w:rsidRDefault="00D64403" w:rsidP="00231910"/>
  <w:p w14:paraId="413442EF" w14:textId="77777777" w:rsidR="00D64403" w:rsidRDefault="00D64403" w:rsidP="00231910"/>
  <w:p w14:paraId="0CF8AEB5" w14:textId="77777777" w:rsidR="00D64403" w:rsidRDefault="00D64403" w:rsidP="00231910"/>
  <w:p w14:paraId="3B530E1A" w14:textId="77777777" w:rsidR="00D64403" w:rsidRDefault="00D64403" w:rsidP="00231910"/>
  <w:p w14:paraId="7C50C5B2" w14:textId="77777777" w:rsidR="00D64403" w:rsidRDefault="00D64403" w:rsidP="00231910"/>
  <w:p w14:paraId="41BD3E17" w14:textId="77777777" w:rsidR="00D64403" w:rsidRDefault="00D64403" w:rsidP="00231910"/>
  <w:p w14:paraId="1403DF16" w14:textId="77777777" w:rsidR="00D64403" w:rsidRDefault="00D64403" w:rsidP="00231910"/>
  <w:p w14:paraId="606781A8" w14:textId="77777777" w:rsidR="00D64403" w:rsidRDefault="00D64403" w:rsidP="00231910"/>
  <w:p w14:paraId="1CC65E48" w14:textId="77777777" w:rsidR="00D64403" w:rsidRDefault="00D64403" w:rsidP="0023191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A0A553" w14:textId="77777777" w:rsidR="00D64403" w:rsidRDefault="00D64403" w:rsidP="00231910">
    <w:pPr>
      <w:pStyle w:val="Zpat"/>
    </w:pPr>
  </w:p>
  <w:p w14:paraId="04F34988" w14:textId="77777777" w:rsidR="00D64403" w:rsidRPr="0053581C" w:rsidRDefault="00D64403" w:rsidP="004660E6">
    <w:pPr>
      <w:pStyle w:val="SODzpat"/>
      <w:rPr>
        <w:rFonts w:cs="Arial"/>
      </w:rPr>
    </w:pPr>
    <w:r w:rsidRPr="0053581C">
      <w:t>NÁVRH SMLOUVY O DÍLO</w:t>
    </w:r>
  </w:p>
  <w:p w14:paraId="04589ADC" w14:textId="5A103651" w:rsidR="00D64403" w:rsidRPr="0053581C" w:rsidRDefault="00D64403" w:rsidP="004660E6">
    <w:pPr>
      <w:pStyle w:val="SODzpat"/>
    </w:pPr>
    <w:r>
      <w:t>Radnice – dodávka výtahu</w:t>
    </w:r>
    <w:r>
      <w:tab/>
    </w:r>
    <w:r w:rsidRPr="0053581C">
      <w:tab/>
    </w:r>
    <w:r w:rsidRPr="0053581C">
      <w:rPr>
        <w:bCs/>
      </w:rPr>
      <w:t>S</w:t>
    </w:r>
    <w:r w:rsidRPr="0053581C">
      <w:t xml:space="preserve">trana </w:t>
    </w:r>
    <w:r w:rsidRPr="0053581C">
      <w:fldChar w:fldCharType="begin"/>
    </w:r>
    <w:r w:rsidRPr="0053581C">
      <w:instrText xml:space="preserve"> PAGE </w:instrText>
    </w:r>
    <w:r w:rsidRPr="0053581C">
      <w:fldChar w:fldCharType="separate"/>
    </w:r>
    <w:r w:rsidR="00F52071">
      <w:rPr>
        <w:noProof/>
      </w:rPr>
      <w:t>5</w:t>
    </w:r>
    <w:r w:rsidRPr="0053581C">
      <w:fldChar w:fldCharType="end"/>
    </w:r>
    <w:r w:rsidRPr="0053581C"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F52071">
      <w:rPr>
        <w:noProof/>
      </w:rPr>
      <w:t>12</w:t>
    </w:r>
    <w:r>
      <w:rPr>
        <w:noProof/>
      </w:rPr>
      <w:fldChar w:fldCharType="end"/>
    </w:r>
    <w:r w:rsidRPr="0053581C">
      <w:t>)</w:t>
    </w:r>
  </w:p>
  <w:p w14:paraId="7C3299E5" w14:textId="77777777" w:rsidR="00D64403" w:rsidRDefault="00D64403" w:rsidP="00231910"/>
  <w:p w14:paraId="3E04708B" w14:textId="77777777" w:rsidR="00D64403" w:rsidRDefault="00D64403" w:rsidP="00231910"/>
  <w:p w14:paraId="5B067188" w14:textId="77777777" w:rsidR="00D64403" w:rsidRDefault="00D64403" w:rsidP="0023191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DEA41" w14:textId="77777777" w:rsidR="00D64403" w:rsidRDefault="00D64403" w:rsidP="00231910">
    <w:pPr>
      <w:pStyle w:val="Zpat"/>
    </w:pPr>
  </w:p>
  <w:p w14:paraId="37F067B3" w14:textId="77777777" w:rsidR="00D64403" w:rsidRDefault="00D64403" w:rsidP="00231910">
    <w:pPr>
      <w:pStyle w:val="Zpat"/>
    </w:pPr>
  </w:p>
  <w:p w14:paraId="1CC71EB0" w14:textId="77777777" w:rsidR="00D64403" w:rsidRDefault="00D64403" w:rsidP="0023191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7A2D8" w14:textId="77777777" w:rsidR="00D64403" w:rsidRDefault="00D64403" w:rsidP="00231910">
      <w:r>
        <w:separator/>
      </w:r>
    </w:p>
    <w:p w14:paraId="3FAEF11D" w14:textId="77777777" w:rsidR="00D64403" w:rsidRDefault="00D64403" w:rsidP="00231910"/>
    <w:p w14:paraId="3564CBAA" w14:textId="77777777" w:rsidR="00D64403" w:rsidRDefault="00D64403" w:rsidP="00231910"/>
    <w:p w14:paraId="76E60256" w14:textId="77777777" w:rsidR="00D64403" w:rsidRDefault="00D64403" w:rsidP="00231910"/>
    <w:p w14:paraId="70F48551" w14:textId="77777777" w:rsidR="00D64403" w:rsidRDefault="00D64403" w:rsidP="00231910"/>
    <w:p w14:paraId="6FAB59CD" w14:textId="77777777" w:rsidR="00D64403" w:rsidRDefault="00D64403" w:rsidP="00231910"/>
    <w:p w14:paraId="1BA10489" w14:textId="77777777" w:rsidR="00D64403" w:rsidRDefault="00D64403" w:rsidP="00231910"/>
    <w:p w14:paraId="0B37C760" w14:textId="77777777" w:rsidR="00D64403" w:rsidRDefault="00D64403" w:rsidP="00231910"/>
    <w:p w14:paraId="75E86BEA" w14:textId="77777777" w:rsidR="00D64403" w:rsidRDefault="00D64403" w:rsidP="00231910"/>
    <w:p w14:paraId="7080D921" w14:textId="77777777" w:rsidR="00D64403" w:rsidRDefault="00D64403" w:rsidP="00231910"/>
    <w:p w14:paraId="1A16C133" w14:textId="77777777" w:rsidR="00D64403" w:rsidRDefault="00D64403" w:rsidP="00231910"/>
    <w:p w14:paraId="75FE7EE4" w14:textId="77777777" w:rsidR="00D64403" w:rsidRDefault="00D64403" w:rsidP="00231910"/>
    <w:p w14:paraId="3F56E7F7" w14:textId="77777777" w:rsidR="00D64403" w:rsidRDefault="00D64403" w:rsidP="00231910"/>
    <w:p w14:paraId="040DC161" w14:textId="77777777" w:rsidR="00D64403" w:rsidRDefault="00D64403" w:rsidP="00231910"/>
    <w:p w14:paraId="1EC06721" w14:textId="77777777" w:rsidR="00D64403" w:rsidRDefault="00D64403" w:rsidP="00231910"/>
    <w:p w14:paraId="56411C00" w14:textId="77777777" w:rsidR="00D64403" w:rsidRDefault="00D64403" w:rsidP="00231910"/>
    <w:p w14:paraId="1ADC22FD" w14:textId="77777777" w:rsidR="00D64403" w:rsidRDefault="00D64403" w:rsidP="00231910"/>
    <w:p w14:paraId="0A370879" w14:textId="77777777" w:rsidR="00D64403" w:rsidRDefault="00D64403" w:rsidP="00231910"/>
    <w:p w14:paraId="7C4CC526" w14:textId="77777777" w:rsidR="00D64403" w:rsidRDefault="00D64403" w:rsidP="00231910"/>
    <w:p w14:paraId="28342FAD" w14:textId="77777777" w:rsidR="00D64403" w:rsidRDefault="00D64403" w:rsidP="00231910"/>
    <w:p w14:paraId="7515D6D6" w14:textId="77777777" w:rsidR="00D64403" w:rsidRDefault="00D64403" w:rsidP="00231910"/>
    <w:p w14:paraId="61DFCB86" w14:textId="77777777" w:rsidR="00D64403" w:rsidRDefault="00D64403" w:rsidP="00231910"/>
    <w:p w14:paraId="618FB037" w14:textId="77777777" w:rsidR="00D64403" w:rsidRDefault="00D64403" w:rsidP="00231910"/>
  </w:footnote>
  <w:footnote w:type="continuationSeparator" w:id="0">
    <w:p w14:paraId="13E0DF5E" w14:textId="77777777" w:rsidR="00D64403" w:rsidRDefault="00D64403" w:rsidP="00231910">
      <w:r>
        <w:continuationSeparator/>
      </w:r>
    </w:p>
    <w:p w14:paraId="34E5CE80" w14:textId="77777777" w:rsidR="00D64403" w:rsidRDefault="00D64403" w:rsidP="00231910"/>
    <w:p w14:paraId="6F2FC490" w14:textId="77777777" w:rsidR="00D64403" w:rsidRDefault="00D64403" w:rsidP="00231910"/>
    <w:p w14:paraId="1694ADC5" w14:textId="77777777" w:rsidR="00D64403" w:rsidRDefault="00D64403" w:rsidP="00231910"/>
    <w:p w14:paraId="60DB0FF1" w14:textId="77777777" w:rsidR="00D64403" w:rsidRDefault="00D64403" w:rsidP="00231910"/>
    <w:p w14:paraId="4EFF854A" w14:textId="77777777" w:rsidR="00D64403" w:rsidRDefault="00D64403" w:rsidP="00231910"/>
    <w:p w14:paraId="3BA94193" w14:textId="77777777" w:rsidR="00D64403" w:rsidRDefault="00D64403" w:rsidP="00231910"/>
    <w:p w14:paraId="67456823" w14:textId="77777777" w:rsidR="00D64403" w:rsidRDefault="00D64403" w:rsidP="00231910"/>
    <w:p w14:paraId="6CB8E858" w14:textId="77777777" w:rsidR="00D64403" w:rsidRDefault="00D64403" w:rsidP="00231910"/>
    <w:p w14:paraId="0CB66BD0" w14:textId="77777777" w:rsidR="00D64403" w:rsidRDefault="00D64403" w:rsidP="00231910"/>
    <w:p w14:paraId="4D52B725" w14:textId="77777777" w:rsidR="00D64403" w:rsidRDefault="00D64403" w:rsidP="00231910"/>
    <w:p w14:paraId="7948E333" w14:textId="77777777" w:rsidR="00D64403" w:rsidRDefault="00D64403" w:rsidP="00231910"/>
    <w:p w14:paraId="7C4116C8" w14:textId="77777777" w:rsidR="00D64403" w:rsidRDefault="00D64403" w:rsidP="00231910"/>
    <w:p w14:paraId="6813EF37" w14:textId="77777777" w:rsidR="00D64403" w:rsidRDefault="00D64403" w:rsidP="00231910"/>
    <w:p w14:paraId="5FCCF4DC" w14:textId="77777777" w:rsidR="00D64403" w:rsidRDefault="00D64403" w:rsidP="00231910"/>
    <w:p w14:paraId="54DA7AA1" w14:textId="77777777" w:rsidR="00D64403" w:rsidRDefault="00D64403" w:rsidP="00231910"/>
    <w:p w14:paraId="5C9F631B" w14:textId="77777777" w:rsidR="00D64403" w:rsidRDefault="00D64403" w:rsidP="00231910"/>
    <w:p w14:paraId="69A9DCDF" w14:textId="77777777" w:rsidR="00D64403" w:rsidRDefault="00D64403" w:rsidP="00231910"/>
    <w:p w14:paraId="348B3D97" w14:textId="77777777" w:rsidR="00D64403" w:rsidRDefault="00D64403" w:rsidP="00231910"/>
    <w:p w14:paraId="5CC696E1" w14:textId="77777777" w:rsidR="00D64403" w:rsidRDefault="00D64403" w:rsidP="00231910"/>
    <w:p w14:paraId="49972B73" w14:textId="77777777" w:rsidR="00D64403" w:rsidRDefault="00D64403" w:rsidP="00231910"/>
    <w:p w14:paraId="476AC254" w14:textId="77777777" w:rsidR="00D64403" w:rsidRDefault="00D64403" w:rsidP="00231910"/>
    <w:p w14:paraId="65ADEB67" w14:textId="77777777" w:rsidR="00D64403" w:rsidRDefault="00D64403" w:rsidP="002319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7DA8B" w14:textId="77777777" w:rsidR="00D64403" w:rsidRDefault="00D64403" w:rsidP="00231910"/>
  <w:p w14:paraId="6897BFAA" w14:textId="77777777" w:rsidR="00D64403" w:rsidRDefault="00D64403" w:rsidP="00231910"/>
  <w:p w14:paraId="20A0CD4D" w14:textId="77777777" w:rsidR="00D64403" w:rsidRDefault="00D64403" w:rsidP="00231910"/>
  <w:p w14:paraId="53F0D611" w14:textId="77777777" w:rsidR="00D64403" w:rsidRDefault="00D64403" w:rsidP="00231910"/>
  <w:p w14:paraId="595134DF" w14:textId="77777777" w:rsidR="00D64403" w:rsidRDefault="00D64403" w:rsidP="00231910"/>
  <w:p w14:paraId="1B664207" w14:textId="77777777" w:rsidR="00D64403" w:rsidRDefault="00D64403" w:rsidP="00231910"/>
  <w:p w14:paraId="3CFFD96A" w14:textId="77777777" w:rsidR="00D64403" w:rsidRDefault="00D64403" w:rsidP="00231910"/>
  <w:p w14:paraId="3E448D4D" w14:textId="77777777" w:rsidR="00D64403" w:rsidRDefault="00D64403" w:rsidP="00231910"/>
  <w:p w14:paraId="66ED9BFC" w14:textId="77777777" w:rsidR="00D64403" w:rsidRDefault="00D64403" w:rsidP="00231910"/>
  <w:p w14:paraId="44860AA8" w14:textId="77777777" w:rsidR="00D64403" w:rsidRDefault="00D64403" w:rsidP="00231910"/>
  <w:p w14:paraId="6553AF63" w14:textId="77777777" w:rsidR="00D64403" w:rsidRDefault="00D64403" w:rsidP="00231910"/>
  <w:p w14:paraId="567C596E" w14:textId="77777777" w:rsidR="00D64403" w:rsidRDefault="00D64403" w:rsidP="00231910"/>
  <w:p w14:paraId="7B7FC373" w14:textId="77777777" w:rsidR="00D64403" w:rsidRDefault="00D64403" w:rsidP="00231910"/>
  <w:p w14:paraId="6F7A0198" w14:textId="77777777" w:rsidR="00D64403" w:rsidRDefault="00D64403" w:rsidP="00231910"/>
  <w:p w14:paraId="369C16EF" w14:textId="77777777" w:rsidR="00D64403" w:rsidRDefault="00D64403" w:rsidP="00231910"/>
  <w:p w14:paraId="1D28AC43" w14:textId="77777777" w:rsidR="00D64403" w:rsidRDefault="00D64403" w:rsidP="00231910"/>
  <w:p w14:paraId="3C654D39" w14:textId="77777777" w:rsidR="00D64403" w:rsidRDefault="00D64403" w:rsidP="00231910"/>
  <w:p w14:paraId="1550571B" w14:textId="77777777" w:rsidR="00D64403" w:rsidRDefault="00D64403" w:rsidP="00231910"/>
  <w:p w14:paraId="462A60A7" w14:textId="77777777" w:rsidR="00D64403" w:rsidRDefault="00D64403" w:rsidP="00231910"/>
  <w:p w14:paraId="62CAC932" w14:textId="77777777" w:rsidR="00D64403" w:rsidRDefault="00D64403" w:rsidP="00231910"/>
  <w:p w14:paraId="622DC371" w14:textId="77777777" w:rsidR="00D64403" w:rsidRDefault="00D64403" w:rsidP="00231910"/>
  <w:p w14:paraId="33D8CF93" w14:textId="77777777" w:rsidR="00D64403" w:rsidRDefault="00D64403" w:rsidP="0023191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C5B31" w14:textId="77777777" w:rsidR="00D64403" w:rsidRDefault="00D64403" w:rsidP="00231910"/>
  <w:p w14:paraId="12D4095D" w14:textId="77777777" w:rsidR="00D64403" w:rsidRDefault="00D64403" w:rsidP="0023191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FDB37" w14:textId="77777777" w:rsidR="00D64403" w:rsidRPr="005C179D" w:rsidRDefault="00D64403" w:rsidP="00231910">
    <w:r>
      <w:rPr>
        <w:noProof/>
      </w:rPr>
      <w:drawing>
        <wp:inline distT="0" distB="0" distL="0" distR="0" wp14:anchorId="30D0A564" wp14:editId="4F65AB85">
          <wp:extent cx="2400300" cy="552450"/>
          <wp:effectExtent l="0" t="0" r="0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C9A327" w14:textId="77777777" w:rsidR="00D64403" w:rsidRPr="005C179D" w:rsidRDefault="00D64403" w:rsidP="00231910"/>
  <w:p w14:paraId="0C84BE4D" w14:textId="77777777" w:rsidR="00D64403" w:rsidRDefault="00D64403" w:rsidP="00231910"/>
  <w:p w14:paraId="5B854D1D" w14:textId="77777777" w:rsidR="00D64403" w:rsidRDefault="00D64403" w:rsidP="00231910"/>
  <w:p w14:paraId="23EC4AC3" w14:textId="77777777" w:rsidR="00D64403" w:rsidRDefault="00D64403" w:rsidP="0023191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35E3DA1"/>
    <w:multiLevelType w:val="hybridMultilevel"/>
    <w:tmpl w:val="1D0A9408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530144"/>
    <w:multiLevelType w:val="hybridMultilevel"/>
    <w:tmpl w:val="BF104378"/>
    <w:lvl w:ilvl="0" w:tplc="C8305876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1754EF"/>
    <w:multiLevelType w:val="hybridMultilevel"/>
    <w:tmpl w:val="CF04653C"/>
    <w:lvl w:ilvl="0" w:tplc="BF2A661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03DE9"/>
    <w:multiLevelType w:val="hybridMultilevel"/>
    <w:tmpl w:val="AD3C7162"/>
    <w:lvl w:ilvl="0" w:tplc="590EEBCE">
      <w:start w:val="1"/>
      <w:numFmt w:val="lowerLetter"/>
      <w:pStyle w:val="SODvedlejodstavecpsmena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 w15:restartNumberingAfterBreak="0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F2EFA"/>
    <w:multiLevelType w:val="hybridMultilevel"/>
    <w:tmpl w:val="B58E84F2"/>
    <w:lvl w:ilvl="0" w:tplc="0405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4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6" w15:restartNumberingAfterBreak="0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464B5E91"/>
    <w:multiLevelType w:val="hybridMultilevel"/>
    <w:tmpl w:val="635E8C3A"/>
    <w:lvl w:ilvl="0" w:tplc="637E63EE">
      <w:start w:val="14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0F07EA"/>
    <w:multiLevelType w:val="hybridMultilevel"/>
    <w:tmpl w:val="9FA0420E"/>
    <w:lvl w:ilvl="0" w:tplc="637E63EE">
      <w:start w:val="14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8AB01F58">
      <w:start w:val="1"/>
      <w:numFmt w:val="bullet"/>
      <w:pStyle w:val="SODvedlejodrky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E37674"/>
    <w:multiLevelType w:val="hybridMultilevel"/>
    <w:tmpl w:val="999689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A25E17"/>
    <w:multiLevelType w:val="hybridMultilevel"/>
    <w:tmpl w:val="D040CE44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5"/>
  </w:num>
  <w:num w:numId="2">
    <w:abstractNumId w:val="4"/>
  </w:num>
  <w:num w:numId="3">
    <w:abstractNumId w:val="23"/>
  </w:num>
  <w:num w:numId="4">
    <w:abstractNumId w:val="13"/>
  </w:num>
  <w:num w:numId="5">
    <w:abstractNumId w:val="6"/>
  </w:num>
  <w:num w:numId="6">
    <w:abstractNumId w:val="11"/>
  </w:num>
  <w:num w:numId="7">
    <w:abstractNumId w:val="3"/>
  </w:num>
  <w:num w:numId="8">
    <w:abstractNumId w:val="2"/>
  </w:num>
  <w:num w:numId="9">
    <w:abstractNumId w:val="7"/>
  </w:num>
  <w:num w:numId="10">
    <w:abstractNumId w:val="21"/>
  </w:num>
  <w:num w:numId="11">
    <w:abstractNumId w:val="16"/>
  </w:num>
  <w:num w:numId="12">
    <w:abstractNumId w:val="19"/>
  </w:num>
  <w:num w:numId="13">
    <w:abstractNumId w:val="12"/>
  </w:num>
  <w:num w:numId="14">
    <w:abstractNumId w:val="0"/>
  </w:num>
  <w:num w:numId="15">
    <w:abstractNumId w:val="10"/>
  </w:num>
  <w:num w:numId="16">
    <w:abstractNumId w:val="10"/>
  </w:num>
  <w:num w:numId="17">
    <w:abstractNumId w:val="4"/>
  </w:num>
  <w:num w:numId="18">
    <w:abstractNumId w:val="13"/>
  </w:num>
  <w:num w:numId="19">
    <w:abstractNumId w:val="15"/>
  </w:num>
  <w:num w:numId="20">
    <w:abstractNumId w:val="15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5"/>
  </w:num>
  <w:num w:numId="34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0"/>
  </w:num>
  <w:num w:numId="37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4"/>
  </w:num>
  <w:num w:numId="39">
    <w:abstractNumId w:val="4"/>
  </w:num>
  <w:num w:numId="40">
    <w:abstractNumId w:val="22"/>
  </w:num>
  <w:num w:numId="41">
    <w:abstractNumId w:val="17"/>
  </w:num>
  <w:num w:numId="42">
    <w:abstractNumId w:val="1"/>
  </w:num>
  <w:num w:numId="43">
    <w:abstractNumId w:val="18"/>
  </w:num>
  <w:num w:numId="44">
    <w:abstractNumId w:val="4"/>
  </w:num>
  <w:num w:numId="45">
    <w:abstractNumId w:val="18"/>
  </w:num>
  <w:num w:numId="46">
    <w:abstractNumId w:val="6"/>
    <w:lvlOverride w:ilvl="0">
      <w:startOverride w:val="1"/>
    </w:lvlOverride>
  </w:num>
  <w:num w:numId="47">
    <w:abstractNumId w:val="4"/>
  </w:num>
  <w:num w:numId="48">
    <w:abstractNumId w:val="15"/>
  </w:num>
  <w:num w:numId="4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z1V7XLYkrKVXOZZExe2kr/Sk8kgT3itEpS5TAAS+QHx7+oPK1J+M213bgNTgidMdKF7d8jPbEMSW9kJlsVwIQ==" w:salt="YUPMor3mj3uzfIzZlmSdlQ=="/>
  <w:defaultTabStop w:val="709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C32"/>
    <w:rsid w:val="00000208"/>
    <w:rsid w:val="00000E9E"/>
    <w:rsid w:val="00001E6E"/>
    <w:rsid w:val="000036A6"/>
    <w:rsid w:val="000059E1"/>
    <w:rsid w:val="00007E85"/>
    <w:rsid w:val="00007F73"/>
    <w:rsid w:val="0001000C"/>
    <w:rsid w:val="00010F94"/>
    <w:rsid w:val="00011216"/>
    <w:rsid w:val="00013FE9"/>
    <w:rsid w:val="000326D9"/>
    <w:rsid w:val="000409DE"/>
    <w:rsid w:val="000432C5"/>
    <w:rsid w:val="00043E63"/>
    <w:rsid w:val="00044230"/>
    <w:rsid w:val="000449DF"/>
    <w:rsid w:val="000462DC"/>
    <w:rsid w:val="00051DFF"/>
    <w:rsid w:val="0005301E"/>
    <w:rsid w:val="00057A15"/>
    <w:rsid w:val="0006035A"/>
    <w:rsid w:val="000607A7"/>
    <w:rsid w:val="000648BC"/>
    <w:rsid w:val="00064C3C"/>
    <w:rsid w:val="00064D57"/>
    <w:rsid w:val="000708D3"/>
    <w:rsid w:val="00070DF0"/>
    <w:rsid w:val="00072391"/>
    <w:rsid w:val="00074431"/>
    <w:rsid w:val="00075794"/>
    <w:rsid w:val="0008483D"/>
    <w:rsid w:val="00086EE1"/>
    <w:rsid w:val="000873BD"/>
    <w:rsid w:val="00094568"/>
    <w:rsid w:val="00095BBF"/>
    <w:rsid w:val="000972D0"/>
    <w:rsid w:val="000A4AA0"/>
    <w:rsid w:val="000B0802"/>
    <w:rsid w:val="000C3C19"/>
    <w:rsid w:val="000D082C"/>
    <w:rsid w:val="000D1164"/>
    <w:rsid w:val="000D42F3"/>
    <w:rsid w:val="000D6D21"/>
    <w:rsid w:val="000D78E6"/>
    <w:rsid w:val="000E4332"/>
    <w:rsid w:val="000F0CE9"/>
    <w:rsid w:val="000F2A49"/>
    <w:rsid w:val="000F343B"/>
    <w:rsid w:val="0010080E"/>
    <w:rsid w:val="00103A0F"/>
    <w:rsid w:val="001059A0"/>
    <w:rsid w:val="001059E5"/>
    <w:rsid w:val="001074AF"/>
    <w:rsid w:val="00111A81"/>
    <w:rsid w:val="001140CC"/>
    <w:rsid w:val="00120F55"/>
    <w:rsid w:val="001244D2"/>
    <w:rsid w:val="00130895"/>
    <w:rsid w:val="0013234E"/>
    <w:rsid w:val="001350FC"/>
    <w:rsid w:val="00141236"/>
    <w:rsid w:val="00142198"/>
    <w:rsid w:val="001437FC"/>
    <w:rsid w:val="001534AF"/>
    <w:rsid w:val="001617FF"/>
    <w:rsid w:val="001676FE"/>
    <w:rsid w:val="00175730"/>
    <w:rsid w:val="00177B29"/>
    <w:rsid w:val="00182909"/>
    <w:rsid w:val="001842AE"/>
    <w:rsid w:val="001923B5"/>
    <w:rsid w:val="00194DE5"/>
    <w:rsid w:val="0019571E"/>
    <w:rsid w:val="001979AC"/>
    <w:rsid w:val="001A4290"/>
    <w:rsid w:val="001B2FEB"/>
    <w:rsid w:val="001B63AB"/>
    <w:rsid w:val="001C06C7"/>
    <w:rsid w:val="001C091D"/>
    <w:rsid w:val="001C3C9D"/>
    <w:rsid w:val="001C64EB"/>
    <w:rsid w:val="001D02F1"/>
    <w:rsid w:val="001D5AD4"/>
    <w:rsid w:val="001D6BF8"/>
    <w:rsid w:val="001D7725"/>
    <w:rsid w:val="001E11BC"/>
    <w:rsid w:val="00205B6B"/>
    <w:rsid w:val="00206AC8"/>
    <w:rsid w:val="00210118"/>
    <w:rsid w:val="00210354"/>
    <w:rsid w:val="00211ED9"/>
    <w:rsid w:val="002145FE"/>
    <w:rsid w:val="00217324"/>
    <w:rsid w:val="00223A71"/>
    <w:rsid w:val="00231910"/>
    <w:rsid w:val="00240419"/>
    <w:rsid w:val="002412D1"/>
    <w:rsid w:val="0024421D"/>
    <w:rsid w:val="002465AC"/>
    <w:rsid w:val="0025473C"/>
    <w:rsid w:val="00257CDA"/>
    <w:rsid w:val="00257FF0"/>
    <w:rsid w:val="00265D07"/>
    <w:rsid w:val="00267E8F"/>
    <w:rsid w:val="00273B5D"/>
    <w:rsid w:val="002742CE"/>
    <w:rsid w:val="002957C1"/>
    <w:rsid w:val="002A08CA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1AAC"/>
    <w:rsid w:val="00302527"/>
    <w:rsid w:val="003044DC"/>
    <w:rsid w:val="00305232"/>
    <w:rsid w:val="003065DC"/>
    <w:rsid w:val="003069BC"/>
    <w:rsid w:val="003103DE"/>
    <w:rsid w:val="00320194"/>
    <w:rsid w:val="0032249C"/>
    <w:rsid w:val="003252B5"/>
    <w:rsid w:val="00344B94"/>
    <w:rsid w:val="0034636E"/>
    <w:rsid w:val="00352412"/>
    <w:rsid w:val="00356AAD"/>
    <w:rsid w:val="0036040F"/>
    <w:rsid w:val="0036445C"/>
    <w:rsid w:val="003811A1"/>
    <w:rsid w:val="003822FE"/>
    <w:rsid w:val="00395650"/>
    <w:rsid w:val="00395A9E"/>
    <w:rsid w:val="003A1FE1"/>
    <w:rsid w:val="003C0E72"/>
    <w:rsid w:val="003C24BE"/>
    <w:rsid w:val="003C2F19"/>
    <w:rsid w:val="003C334E"/>
    <w:rsid w:val="003C3E93"/>
    <w:rsid w:val="003D6C32"/>
    <w:rsid w:val="003E1759"/>
    <w:rsid w:val="003E6C11"/>
    <w:rsid w:val="003F1058"/>
    <w:rsid w:val="003F14FB"/>
    <w:rsid w:val="003F222A"/>
    <w:rsid w:val="003F6433"/>
    <w:rsid w:val="0040275D"/>
    <w:rsid w:val="00417858"/>
    <w:rsid w:val="00426BB2"/>
    <w:rsid w:val="00432BD3"/>
    <w:rsid w:val="00433DCA"/>
    <w:rsid w:val="00440C5B"/>
    <w:rsid w:val="0044137C"/>
    <w:rsid w:val="00442F99"/>
    <w:rsid w:val="004435EC"/>
    <w:rsid w:val="00445FDB"/>
    <w:rsid w:val="00453502"/>
    <w:rsid w:val="00456F85"/>
    <w:rsid w:val="00457987"/>
    <w:rsid w:val="004660E6"/>
    <w:rsid w:val="00471D6F"/>
    <w:rsid w:val="004832B5"/>
    <w:rsid w:val="00485B44"/>
    <w:rsid w:val="004925AF"/>
    <w:rsid w:val="00496DC8"/>
    <w:rsid w:val="004A1A3A"/>
    <w:rsid w:val="004A22E1"/>
    <w:rsid w:val="004A26CF"/>
    <w:rsid w:val="004A3CE7"/>
    <w:rsid w:val="004A6C61"/>
    <w:rsid w:val="004B03D5"/>
    <w:rsid w:val="004B1A00"/>
    <w:rsid w:val="004B4568"/>
    <w:rsid w:val="004B5584"/>
    <w:rsid w:val="004B5665"/>
    <w:rsid w:val="004B5B1D"/>
    <w:rsid w:val="004B73F6"/>
    <w:rsid w:val="004B7A40"/>
    <w:rsid w:val="004C16A6"/>
    <w:rsid w:val="004C16C7"/>
    <w:rsid w:val="004C52C5"/>
    <w:rsid w:val="004C65D7"/>
    <w:rsid w:val="004D0693"/>
    <w:rsid w:val="004D6E18"/>
    <w:rsid w:val="004E27BB"/>
    <w:rsid w:val="004E6022"/>
    <w:rsid w:val="004E6840"/>
    <w:rsid w:val="004F588D"/>
    <w:rsid w:val="00500180"/>
    <w:rsid w:val="005005FA"/>
    <w:rsid w:val="00502FEF"/>
    <w:rsid w:val="005151BC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555CB"/>
    <w:rsid w:val="00555F7B"/>
    <w:rsid w:val="0055778F"/>
    <w:rsid w:val="0056145B"/>
    <w:rsid w:val="00562573"/>
    <w:rsid w:val="005647AB"/>
    <w:rsid w:val="005666D2"/>
    <w:rsid w:val="00574436"/>
    <w:rsid w:val="005763F3"/>
    <w:rsid w:val="005771FA"/>
    <w:rsid w:val="00580FA8"/>
    <w:rsid w:val="00585B54"/>
    <w:rsid w:val="005962A0"/>
    <w:rsid w:val="00597DEC"/>
    <w:rsid w:val="005A1BEA"/>
    <w:rsid w:val="005A3211"/>
    <w:rsid w:val="005B2649"/>
    <w:rsid w:val="005B59E0"/>
    <w:rsid w:val="005B69FC"/>
    <w:rsid w:val="005B6D5C"/>
    <w:rsid w:val="005C64ED"/>
    <w:rsid w:val="005D6B6D"/>
    <w:rsid w:val="005E04B3"/>
    <w:rsid w:val="005E16E9"/>
    <w:rsid w:val="005F4838"/>
    <w:rsid w:val="0060143F"/>
    <w:rsid w:val="00610826"/>
    <w:rsid w:val="00612E12"/>
    <w:rsid w:val="00616C63"/>
    <w:rsid w:val="00621AD5"/>
    <w:rsid w:val="00634255"/>
    <w:rsid w:val="00635217"/>
    <w:rsid w:val="00637D11"/>
    <w:rsid w:val="00640257"/>
    <w:rsid w:val="00640940"/>
    <w:rsid w:val="00641144"/>
    <w:rsid w:val="0064125D"/>
    <w:rsid w:val="00646907"/>
    <w:rsid w:val="00647F2E"/>
    <w:rsid w:val="00650308"/>
    <w:rsid w:val="00655EDD"/>
    <w:rsid w:val="00660D77"/>
    <w:rsid w:val="00665203"/>
    <w:rsid w:val="0066773A"/>
    <w:rsid w:val="00667D02"/>
    <w:rsid w:val="00677F0C"/>
    <w:rsid w:val="006845A7"/>
    <w:rsid w:val="00684F33"/>
    <w:rsid w:val="0068540C"/>
    <w:rsid w:val="0069310B"/>
    <w:rsid w:val="00694327"/>
    <w:rsid w:val="006A0C27"/>
    <w:rsid w:val="006A1FED"/>
    <w:rsid w:val="006A2571"/>
    <w:rsid w:val="006A3A5E"/>
    <w:rsid w:val="006A659F"/>
    <w:rsid w:val="006C7315"/>
    <w:rsid w:val="006C7FFE"/>
    <w:rsid w:val="006D09B9"/>
    <w:rsid w:val="006D4C4D"/>
    <w:rsid w:val="006F0837"/>
    <w:rsid w:val="006F54B2"/>
    <w:rsid w:val="006F7A63"/>
    <w:rsid w:val="00707341"/>
    <w:rsid w:val="007158A5"/>
    <w:rsid w:val="00716C9B"/>
    <w:rsid w:val="0072067B"/>
    <w:rsid w:val="00732652"/>
    <w:rsid w:val="00741834"/>
    <w:rsid w:val="007420B6"/>
    <w:rsid w:val="00742458"/>
    <w:rsid w:val="007458C4"/>
    <w:rsid w:val="00746A8C"/>
    <w:rsid w:val="00751989"/>
    <w:rsid w:val="00753AA3"/>
    <w:rsid w:val="00757C23"/>
    <w:rsid w:val="007746A1"/>
    <w:rsid w:val="00784199"/>
    <w:rsid w:val="00786E7F"/>
    <w:rsid w:val="00791531"/>
    <w:rsid w:val="007930C3"/>
    <w:rsid w:val="00795D78"/>
    <w:rsid w:val="00796418"/>
    <w:rsid w:val="007A0836"/>
    <w:rsid w:val="007A348E"/>
    <w:rsid w:val="007A37C6"/>
    <w:rsid w:val="007A4869"/>
    <w:rsid w:val="007A6528"/>
    <w:rsid w:val="007B2541"/>
    <w:rsid w:val="007B6BA9"/>
    <w:rsid w:val="007C1B09"/>
    <w:rsid w:val="007C1EA4"/>
    <w:rsid w:val="007C1FEC"/>
    <w:rsid w:val="007C61A2"/>
    <w:rsid w:val="007C7938"/>
    <w:rsid w:val="007D111A"/>
    <w:rsid w:val="007D4AF4"/>
    <w:rsid w:val="007E40A8"/>
    <w:rsid w:val="007F0065"/>
    <w:rsid w:val="007F1C99"/>
    <w:rsid w:val="007F2A66"/>
    <w:rsid w:val="007F31DD"/>
    <w:rsid w:val="007F4D6F"/>
    <w:rsid w:val="007F7D40"/>
    <w:rsid w:val="00806105"/>
    <w:rsid w:val="008108D7"/>
    <w:rsid w:val="00814B14"/>
    <w:rsid w:val="0083288D"/>
    <w:rsid w:val="00835659"/>
    <w:rsid w:val="008430E7"/>
    <w:rsid w:val="008443CF"/>
    <w:rsid w:val="00847B6A"/>
    <w:rsid w:val="008567EB"/>
    <w:rsid w:val="00864184"/>
    <w:rsid w:val="0087245F"/>
    <w:rsid w:val="0087422E"/>
    <w:rsid w:val="00874E93"/>
    <w:rsid w:val="008751A3"/>
    <w:rsid w:val="00875660"/>
    <w:rsid w:val="008803C7"/>
    <w:rsid w:val="0088608E"/>
    <w:rsid w:val="00894C9E"/>
    <w:rsid w:val="00894DBC"/>
    <w:rsid w:val="008B04CD"/>
    <w:rsid w:val="008B2769"/>
    <w:rsid w:val="008B2DEB"/>
    <w:rsid w:val="008B5256"/>
    <w:rsid w:val="008B5F3A"/>
    <w:rsid w:val="008C0EA7"/>
    <w:rsid w:val="008C24E9"/>
    <w:rsid w:val="008D2EC8"/>
    <w:rsid w:val="008D57B9"/>
    <w:rsid w:val="008D6780"/>
    <w:rsid w:val="008E2495"/>
    <w:rsid w:val="008E6999"/>
    <w:rsid w:val="008E7AF2"/>
    <w:rsid w:val="008F24B2"/>
    <w:rsid w:val="008F416B"/>
    <w:rsid w:val="00901B7E"/>
    <w:rsid w:val="00903D52"/>
    <w:rsid w:val="009053BF"/>
    <w:rsid w:val="009069E1"/>
    <w:rsid w:val="00913905"/>
    <w:rsid w:val="0092017E"/>
    <w:rsid w:val="00920DF5"/>
    <w:rsid w:val="0092430A"/>
    <w:rsid w:val="0093139B"/>
    <w:rsid w:val="00940D17"/>
    <w:rsid w:val="00940F05"/>
    <w:rsid w:val="00945BA4"/>
    <w:rsid w:val="009500F2"/>
    <w:rsid w:val="00961F46"/>
    <w:rsid w:val="00965396"/>
    <w:rsid w:val="009706B3"/>
    <w:rsid w:val="009729A6"/>
    <w:rsid w:val="009729EC"/>
    <w:rsid w:val="00976E05"/>
    <w:rsid w:val="00981279"/>
    <w:rsid w:val="009868A6"/>
    <w:rsid w:val="009910E5"/>
    <w:rsid w:val="009947AD"/>
    <w:rsid w:val="009977EF"/>
    <w:rsid w:val="009A0113"/>
    <w:rsid w:val="009B1AF9"/>
    <w:rsid w:val="009C0D13"/>
    <w:rsid w:val="009C2B12"/>
    <w:rsid w:val="009C4044"/>
    <w:rsid w:val="009D599B"/>
    <w:rsid w:val="009D7C5A"/>
    <w:rsid w:val="009D7F4B"/>
    <w:rsid w:val="009E6F9F"/>
    <w:rsid w:val="009E7542"/>
    <w:rsid w:val="009F1B49"/>
    <w:rsid w:val="009F768E"/>
    <w:rsid w:val="00A001B0"/>
    <w:rsid w:val="00A0127B"/>
    <w:rsid w:val="00A06165"/>
    <w:rsid w:val="00A06C58"/>
    <w:rsid w:val="00A1098F"/>
    <w:rsid w:val="00A1356F"/>
    <w:rsid w:val="00A217E7"/>
    <w:rsid w:val="00A23DCF"/>
    <w:rsid w:val="00A310BB"/>
    <w:rsid w:val="00A32BAD"/>
    <w:rsid w:val="00A33697"/>
    <w:rsid w:val="00A3511B"/>
    <w:rsid w:val="00A42E0F"/>
    <w:rsid w:val="00A4693C"/>
    <w:rsid w:val="00A472BA"/>
    <w:rsid w:val="00A479B4"/>
    <w:rsid w:val="00A56A3F"/>
    <w:rsid w:val="00A57EC9"/>
    <w:rsid w:val="00A65C41"/>
    <w:rsid w:val="00A7738F"/>
    <w:rsid w:val="00A8167E"/>
    <w:rsid w:val="00A82CE9"/>
    <w:rsid w:val="00A837B8"/>
    <w:rsid w:val="00A8677C"/>
    <w:rsid w:val="00A92B28"/>
    <w:rsid w:val="00A96F8E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AF6540"/>
    <w:rsid w:val="00AF6FCC"/>
    <w:rsid w:val="00B0405E"/>
    <w:rsid w:val="00B219A7"/>
    <w:rsid w:val="00B25EFD"/>
    <w:rsid w:val="00B26F7D"/>
    <w:rsid w:val="00B42490"/>
    <w:rsid w:val="00B46CA4"/>
    <w:rsid w:val="00B4719A"/>
    <w:rsid w:val="00B527D8"/>
    <w:rsid w:val="00B54C60"/>
    <w:rsid w:val="00B62B10"/>
    <w:rsid w:val="00B62BB3"/>
    <w:rsid w:val="00B67BB5"/>
    <w:rsid w:val="00B707D0"/>
    <w:rsid w:val="00B717B6"/>
    <w:rsid w:val="00B764FC"/>
    <w:rsid w:val="00B83668"/>
    <w:rsid w:val="00B856D2"/>
    <w:rsid w:val="00B86BC7"/>
    <w:rsid w:val="00BA271F"/>
    <w:rsid w:val="00BA6BDF"/>
    <w:rsid w:val="00BB3AF5"/>
    <w:rsid w:val="00BC509E"/>
    <w:rsid w:val="00BD1AC5"/>
    <w:rsid w:val="00BD237D"/>
    <w:rsid w:val="00BE1CE9"/>
    <w:rsid w:val="00BE2D12"/>
    <w:rsid w:val="00BE3610"/>
    <w:rsid w:val="00BE7597"/>
    <w:rsid w:val="00BE7D9A"/>
    <w:rsid w:val="00BF52BE"/>
    <w:rsid w:val="00BF594E"/>
    <w:rsid w:val="00C00A3F"/>
    <w:rsid w:val="00C02562"/>
    <w:rsid w:val="00C0614E"/>
    <w:rsid w:val="00C20272"/>
    <w:rsid w:val="00C23C4C"/>
    <w:rsid w:val="00C27EFF"/>
    <w:rsid w:val="00C35123"/>
    <w:rsid w:val="00C41E77"/>
    <w:rsid w:val="00C530C8"/>
    <w:rsid w:val="00C609E2"/>
    <w:rsid w:val="00C60ABD"/>
    <w:rsid w:val="00C719D5"/>
    <w:rsid w:val="00C73BF2"/>
    <w:rsid w:val="00C74988"/>
    <w:rsid w:val="00C80C61"/>
    <w:rsid w:val="00C84605"/>
    <w:rsid w:val="00C86D02"/>
    <w:rsid w:val="00C870F2"/>
    <w:rsid w:val="00C97439"/>
    <w:rsid w:val="00CA14E8"/>
    <w:rsid w:val="00CA30F6"/>
    <w:rsid w:val="00CA734B"/>
    <w:rsid w:val="00CB68A6"/>
    <w:rsid w:val="00CC1F19"/>
    <w:rsid w:val="00CC310F"/>
    <w:rsid w:val="00CD27FA"/>
    <w:rsid w:val="00CD51D3"/>
    <w:rsid w:val="00CD781F"/>
    <w:rsid w:val="00CE7E02"/>
    <w:rsid w:val="00CF4E02"/>
    <w:rsid w:val="00CF5B11"/>
    <w:rsid w:val="00D04179"/>
    <w:rsid w:val="00D06C96"/>
    <w:rsid w:val="00D06D74"/>
    <w:rsid w:val="00D1049B"/>
    <w:rsid w:val="00D14E79"/>
    <w:rsid w:val="00D208AD"/>
    <w:rsid w:val="00D213D0"/>
    <w:rsid w:val="00D22C69"/>
    <w:rsid w:val="00D24899"/>
    <w:rsid w:val="00D34C40"/>
    <w:rsid w:val="00D36C3B"/>
    <w:rsid w:val="00D47854"/>
    <w:rsid w:val="00D52963"/>
    <w:rsid w:val="00D57EB1"/>
    <w:rsid w:val="00D629A9"/>
    <w:rsid w:val="00D64403"/>
    <w:rsid w:val="00D70189"/>
    <w:rsid w:val="00D727D3"/>
    <w:rsid w:val="00D72825"/>
    <w:rsid w:val="00D74C86"/>
    <w:rsid w:val="00D757FF"/>
    <w:rsid w:val="00D75A82"/>
    <w:rsid w:val="00D800BA"/>
    <w:rsid w:val="00D9149B"/>
    <w:rsid w:val="00D924FC"/>
    <w:rsid w:val="00D93020"/>
    <w:rsid w:val="00D93AB4"/>
    <w:rsid w:val="00D95AEA"/>
    <w:rsid w:val="00D9763A"/>
    <w:rsid w:val="00DB0B2B"/>
    <w:rsid w:val="00DB36C8"/>
    <w:rsid w:val="00DC4F88"/>
    <w:rsid w:val="00DC5CCD"/>
    <w:rsid w:val="00DD1250"/>
    <w:rsid w:val="00DD48B3"/>
    <w:rsid w:val="00DD70FD"/>
    <w:rsid w:val="00DE041C"/>
    <w:rsid w:val="00DE05FF"/>
    <w:rsid w:val="00DE1CA3"/>
    <w:rsid w:val="00DE2907"/>
    <w:rsid w:val="00DE2E5E"/>
    <w:rsid w:val="00E011C5"/>
    <w:rsid w:val="00E06CF8"/>
    <w:rsid w:val="00E0775D"/>
    <w:rsid w:val="00E10177"/>
    <w:rsid w:val="00E11C2F"/>
    <w:rsid w:val="00E12947"/>
    <w:rsid w:val="00E22FC7"/>
    <w:rsid w:val="00E27CBB"/>
    <w:rsid w:val="00E31A2F"/>
    <w:rsid w:val="00E3370F"/>
    <w:rsid w:val="00E36982"/>
    <w:rsid w:val="00E40220"/>
    <w:rsid w:val="00E40B8D"/>
    <w:rsid w:val="00E41B30"/>
    <w:rsid w:val="00E4395B"/>
    <w:rsid w:val="00E51EA3"/>
    <w:rsid w:val="00E60095"/>
    <w:rsid w:val="00E6319C"/>
    <w:rsid w:val="00E63770"/>
    <w:rsid w:val="00E661B8"/>
    <w:rsid w:val="00E661EF"/>
    <w:rsid w:val="00E72361"/>
    <w:rsid w:val="00E72550"/>
    <w:rsid w:val="00E747EA"/>
    <w:rsid w:val="00E816B3"/>
    <w:rsid w:val="00E81D3B"/>
    <w:rsid w:val="00E85020"/>
    <w:rsid w:val="00E914EB"/>
    <w:rsid w:val="00E91951"/>
    <w:rsid w:val="00E91B3B"/>
    <w:rsid w:val="00E95B5E"/>
    <w:rsid w:val="00E96A24"/>
    <w:rsid w:val="00E9711F"/>
    <w:rsid w:val="00E97EBF"/>
    <w:rsid w:val="00EA08FD"/>
    <w:rsid w:val="00EA0906"/>
    <w:rsid w:val="00EA2EA7"/>
    <w:rsid w:val="00EA3C8B"/>
    <w:rsid w:val="00EB3D7A"/>
    <w:rsid w:val="00EB7BE4"/>
    <w:rsid w:val="00EC0A31"/>
    <w:rsid w:val="00EE3108"/>
    <w:rsid w:val="00EE43AD"/>
    <w:rsid w:val="00EF01A4"/>
    <w:rsid w:val="00EF0A95"/>
    <w:rsid w:val="00EF21FC"/>
    <w:rsid w:val="00EF4732"/>
    <w:rsid w:val="00F00A30"/>
    <w:rsid w:val="00F0398B"/>
    <w:rsid w:val="00F04B2C"/>
    <w:rsid w:val="00F1357F"/>
    <w:rsid w:val="00F162B9"/>
    <w:rsid w:val="00F26ED7"/>
    <w:rsid w:val="00F445CA"/>
    <w:rsid w:val="00F500BB"/>
    <w:rsid w:val="00F5116C"/>
    <w:rsid w:val="00F52071"/>
    <w:rsid w:val="00F54B07"/>
    <w:rsid w:val="00F5644B"/>
    <w:rsid w:val="00F56C64"/>
    <w:rsid w:val="00F61E0A"/>
    <w:rsid w:val="00F8487A"/>
    <w:rsid w:val="00F912EC"/>
    <w:rsid w:val="00F921C5"/>
    <w:rsid w:val="00F939E7"/>
    <w:rsid w:val="00FA20F5"/>
    <w:rsid w:val="00FA2936"/>
    <w:rsid w:val="00FA6FBA"/>
    <w:rsid w:val="00FA7A10"/>
    <w:rsid w:val="00FB207F"/>
    <w:rsid w:val="00FB2747"/>
    <w:rsid w:val="00FB78D7"/>
    <w:rsid w:val="00FC1168"/>
    <w:rsid w:val="00FC1C6E"/>
    <w:rsid w:val="00FC5B11"/>
    <w:rsid w:val="00FC6EFB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4D5F0AFB"/>
  <w15:docId w15:val="{C0F0E432-4A4D-4713-A461-17A8F75EB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231910"/>
    <w:pPr>
      <w:tabs>
        <w:tab w:val="left" w:pos="709"/>
        <w:tab w:val="right" w:pos="9072"/>
      </w:tabs>
      <w:ind w:left="-14"/>
      <w:jc w:val="both"/>
    </w:pPr>
    <w:rPr>
      <w:rFonts w:ascii="Arial" w:hAnsi="Arial"/>
    </w:rPr>
  </w:style>
  <w:style w:type="paragraph" w:styleId="Nadpis1">
    <w:name w:val="heading 1"/>
    <w:aliases w:val="SOD_Nadpis 1;článek"/>
    <w:basedOn w:val="Normln"/>
    <w:next w:val="Normln"/>
    <w:autoRedefine/>
    <w:qFormat/>
    <w:rsid w:val="0069310B"/>
    <w:pPr>
      <w:keepNext/>
      <w:numPr>
        <w:numId w:val="1"/>
      </w:numPr>
      <w:tabs>
        <w:tab w:val="clear" w:pos="709"/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aliases w:val="SOD_Nadpis 2"/>
    <w:basedOn w:val="Normln"/>
    <w:next w:val="Normln"/>
    <w:qFormat/>
    <w:rsid w:val="002F2592"/>
    <w:pPr>
      <w:keepNext/>
      <w:numPr>
        <w:ilvl w:val="1"/>
        <w:numId w:val="1"/>
      </w:numPr>
      <w:tabs>
        <w:tab w:val="clear" w:pos="709"/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aliases w:val="SOD_Nadpis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rsid w:val="00B527D8"/>
    <w:pPr>
      <w:spacing w:before="120" w:after="60"/>
      <w:jc w:val="center"/>
      <w:outlineLvl w:val="4"/>
    </w:pPr>
    <w:rPr>
      <w:b/>
      <w:bCs/>
      <w:iCs/>
    </w:rPr>
  </w:style>
  <w:style w:type="paragraph" w:styleId="Nadpis6">
    <w:name w:val="heading 6"/>
    <w:basedOn w:val="Normln"/>
    <w:next w:val="Normln"/>
    <w:qFormat/>
    <w:rsid w:val="000F343B"/>
    <w:pPr>
      <w:spacing w:before="240" w:after="60"/>
      <w:jc w:val="center"/>
      <w:outlineLvl w:val="5"/>
    </w:pPr>
    <w:rPr>
      <w:b/>
      <w:bCs/>
      <w:sz w:val="24"/>
      <w:szCs w:val="22"/>
    </w:rPr>
  </w:style>
  <w:style w:type="paragraph" w:styleId="Nadpis7">
    <w:name w:val="heading 7"/>
    <w:aliases w:val="SOD odstavec"/>
    <w:basedOn w:val="Normln"/>
    <w:next w:val="Normln"/>
    <w:autoRedefine/>
    <w:qFormat/>
    <w:rsid w:val="00597DEC"/>
    <w:pPr>
      <w:keepNext/>
      <w:tabs>
        <w:tab w:val="left" w:pos="567"/>
        <w:tab w:val="left" w:pos="1588"/>
      </w:tabs>
      <w:spacing w:before="80" w:after="120"/>
      <w:ind w:left="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link w:val="ZpatChar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1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A8167E"/>
    <w:pPr>
      <w:tabs>
        <w:tab w:val="left" w:pos="2041"/>
        <w:tab w:val="left" w:pos="3969"/>
        <w:tab w:val="decimal" w:pos="7371"/>
      </w:tabs>
      <w:spacing w:before="40" w:after="40"/>
      <w:ind w:left="3969" w:hanging="3249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link w:val="Zkladntextodsazen2-odrkyChar"/>
    <w:autoRedefine/>
    <w:rsid w:val="000F343B"/>
    <w:pPr>
      <w:numPr>
        <w:numId w:val="2"/>
      </w:numPr>
      <w:tabs>
        <w:tab w:val="clear" w:pos="717"/>
      </w:tabs>
    </w:pPr>
  </w:style>
  <w:style w:type="paragraph" w:styleId="Nzev">
    <w:name w:val="Title"/>
    <w:aliases w:val="SOD_Název"/>
    <w:basedOn w:val="Normln"/>
    <w:link w:val="NzevChar"/>
    <w:autoRedefine/>
    <w:uiPriority w:val="99"/>
    <w:qFormat/>
    <w:rsid w:val="000F343B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link w:val="podpisysmlouvaChar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F52071"/>
    <w:pPr>
      <w:tabs>
        <w:tab w:val="clear" w:pos="709"/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uiPriority w:val="1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aliases w:val="SOD_Název Char"/>
    <w:link w:val="Nzev"/>
    <w:uiPriority w:val="99"/>
    <w:locked/>
    <w:rsid w:val="000F343B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A8167E"/>
    <w:rPr>
      <w:rFonts w:ascii="Arial" w:eastAsia="Arial Unicode MS" w:hAnsi="Arial"/>
      <w:lang w:val="x-none" w:eastAsia="x-none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  <w:style w:type="paragraph" w:customStyle="1" w:styleId="SODHlavnodrky">
    <w:name w:val="SOD_Hlavní odrážky"/>
    <w:basedOn w:val="Zkladntextodsazen2-odrky"/>
    <w:link w:val="SODHlavnodrkyChar"/>
    <w:autoRedefine/>
    <w:qFormat/>
    <w:rsid w:val="00597DEC"/>
    <w:pPr>
      <w:tabs>
        <w:tab w:val="num" w:pos="717"/>
      </w:tabs>
    </w:pPr>
  </w:style>
  <w:style w:type="paragraph" w:customStyle="1" w:styleId="SODvedlejodrky">
    <w:name w:val="SOD_vedlejší odrážky"/>
    <w:basedOn w:val="Zkladntextodsazen2-odrky"/>
    <w:link w:val="SODvedlejodrkyChar"/>
    <w:autoRedefine/>
    <w:qFormat/>
    <w:rsid w:val="000972D0"/>
    <w:pPr>
      <w:numPr>
        <w:ilvl w:val="1"/>
        <w:numId w:val="43"/>
      </w:numPr>
      <w:tabs>
        <w:tab w:val="clear" w:pos="2041"/>
        <w:tab w:val="clear" w:pos="3969"/>
        <w:tab w:val="clear" w:pos="7371"/>
        <w:tab w:val="clear" w:pos="9072"/>
        <w:tab w:val="left" w:pos="1276"/>
        <w:tab w:val="left" w:pos="1588"/>
      </w:tabs>
      <w:spacing w:before="0" w:after="0"/>
      <w:ind w:left="1276" w:hanging="425"/>
    </w:pPr>
  </w:style>
  <w:style w:type="character" w:customStyle="1" w:styleId="Zkladntextodsazen2-odrkyChar">
    <w:name w:val="Základní text odsazený 2  - odrážky Char"/>
    <w:basedOn w:val="Zkladntextodsazen2Char"/>
    <w:link w:val="Zkladntextodsazen2-odrky"/>
    <w:rsid w:val="00F61E0A"/>
    <w:rPr>
      <w:rFonts w:ascii="Arial" w:eastAsia="Arial Unicode MS" w:hAnsi="Arial"/>
      <w:lang w:val="x-none" w:eastAsia="x-none"/>
    </w:rPr>
  </w:style>
  <w:style w:type="character" w:customStyle="1" w:styleId="SODHlavnodrkyChar">
    <w:name w:val="SOD_Hlavní odrážky Char"/>
    <w:basedOn w:val="Zkladntextodsazen2-odrkyChar"/>
    <w:link w:val="SODHlavnodrky"/>
    <w:rsid w:val="00597DEC"/>
    <w:rPr>
      <w:rFonts w:ascii="Arial" w:eastAsia="Arial Unicode MS" w:hAnsi="Arial"/>
      <w:lang w:val="x-none" w:eastAsia="x-none"/>
    </w:rPr>
  </w:style>
  <w:style w:type="paragraph" w:customStyle="1" w:styleId="doloka">
    <w:name w:val="doložka"/>
    <w:basedOn w:val="Zkladntext"/>
    <w:link w:val="dolokaChar"/>
    <w:autoRedefine/>
    <w:qFormat/>
    <w:rsid w:val="00CA30F6"/>
    <w:pPr>
      <w:tabs>
        <w:tab w:val="left" w:pos="2619"/>
      </w:tabs>
      <w:jc w:val="left"/>
    </w:pPr>
  </w:style>
  <w:style w:type="character" w:customStyle="1" w:styleId="SODvedlejodrkyChar">
    <w:name w:val="SOD_vedlejší odrážky Char"/>
    <w:basedOn w:val="Zkladntextodsazen2-odrkyChar"/>
    <w:link w:val="SODvedlejodrky"/>
    <w:rsid w:val="000972D0"/>
    <w:rPr>
      <w:rFonts w:ascii="Arial" w:eastAsia="Arial Unicode MS" w:hAnsi="Arial"/>
      <w:lang w:val="x-none" w:eastAsia="x-none"/>
    </w:rPr>
  </w:style>
  <w:style w:type="paragraph" w:customStyle="1" w:styleId="SODzpat">
    <w:name w:val="SOD_zápatí"/>
    <w:basedOn w:val="Zpat"/>
    <w:link w:val="SODzpatChar"/>
    <w:autoRedefine/>
    <w:qFormat/>
    <w:rsid w:val="004660E6"/>
  </w:style>
  <w:style w:type="character" w:customStyle="1" w:styleId="ZkladntextChar1">
    <w:name w:val="Základní text Char1"/>
    <w:basedOn w:val="Standardnpsmoodstavce"/>
    <w:link w:val="Zkladntext"/>
    <w:rsid w:val="00CA30F6"/>
    <w:rPr>
      <w:rFonts w:ascii="Arial" w:hAnsi="Arial"/>
    </w:rPr>
  </w:style>
  <w:style w:type="character" w:customStyle="1" w:styleId="dolokaChar">
    <w:name w:val="doložka Char"/>
    <w:basedOn w:val="ZkladntextChar1"/>
    <w:link w:val="doloka"/>
    <w:rsid w:val="00CA30F6"/>
    <w:rPr>
      <w:rFonts w:ascii="Arial" w:hAnsi="Arial"/>
    </w:rPr>
  </w:style>
  <w:style w:type="paragraph" w:customStyle="1" w:styleId="SODpodpis">
    <w:name w:val="SOD_podpis"/>
    <w:basedOn w:val="podpisysmlouva"/>
    <w:link w:val="SODpodpisChar"/>
    <w:autoRedefine/>
    <w:qFormat/>
    <w:rsid w:val="004660E6"/>
  </w:style>
  <w:style w:type="character" w:customStyle="1" w:styleId="ZpatChar">
    <w:name w:val="Zápatí Char"/>
    <w:basedOn w:val="Standardnpsmoodstavce"/>
    <w:link w:val="Zpat"/>
    <w:rsid w:val="004660E6"/>
    <w:rPr>
      <w:rFonts w:ascii="Arial" w:hAnsi="Arial"/>
    </w:rPr>
  </w:style>
  <w:style w:type="character" w:customStyle="1" w:styleId="SODzpatChar">
    <w:name w:val="SOD_zápatí Char"/>
    <w:basedOn w:val="ZpatChar"/>
    <w:link w:val="SODzpat"/>
    <w:rsid w:val="004660E6"/>
    <w:rPr>
      <w:rFonts w:ascii="Arial" w:hAnsi="Arial"/>
    </w:rPr>
  </w:style>
  <w:style w:type="paragraph" w:customStyle="1" w:styleId="SODvedlejodstavecpsmena">
    <w:name w:val="SOD_vedlejší odstavec písmena"/>
    <w:basedOn w:val="Odstavecseseznamem"/>
    <w:link w:val="SODvedlejodstavecpsmenaChar"/>
    <w:autoRedefine/>
    <w:qFormat/>
    <w:rsid w:val="000972D0"/>
    <w:pPr>
      <w:numPr>
        <w:numId w:val="5"/>
      </w:numPr>
    </w:pPr>
  </w:style>
  <w:style w:type="character" w:customStyle="1" w:styleId="podpisysmlouvaChar">
    <w:name w:val="podpisy smlouva Char"/>
    <w:basedOn w:val="Standardnpsmoodstavce"/>
    <w:link w:val="podpisysmlouva"/>
    <w:rsid w:val="004660E6"/>
    <w:rPr>
      <w:rFonts w:ascii="Arial" w:hAnsi="Arial"/>
    </w:rPr>
  </w:style>
  <w:style w:type="character" w:customStyle="1" w:styleId="SODpodpisChar">
    <w:name w:val="SOD_podpis Char"/>
    <w:basedOn w:val="podpisysmlouvaChar"/>
    <w:link w:val="SODpodpis"/>
    <w:rsid w:val="004660E6"/>
    <w:rPr>
      <w:rFonts w:ascii="Arial" w:hAnsi="Arial"/>
    </w:rPr>
  </w:style>
  <w:style w:type="paragraph" w:customStyle="1" w:styleId="SODsmluvnstrany">
    <w:name w:val="SOD_smluvní strany"/>
    <w:basedOn w:val="Zkladntextodsazen2"/>
    <w:link w:val="SODsmluvnstranyChar"/>
    <w:autoRedefine/>
    <w:qFormat/>
    <w:rsid w:val="004660E6"/>
  </w:style>
  <w:style w:type="character" w:customStyle="1" w:styleId="SODvedlejodstavecpsmenaChar">
    <w:name w:val="SOD_vedlejší odstavec písmena Char"/>
    <w:basedOn w:val="OdstavecseseznamemChar"/>
    <w:link w:val="SODvedlejodstavecpsmena"/>
    <w:rsid w:val="000972D0"/>
    <w:rPr>
      <w:rFonts w:ascii="Arial" w:hAnsi="Arial"/>
    </w:rPr>
  </w:style>
  <w:style w:type="character" w:customStyle="1" w:styleId="SODsmluvnstranyChar">
    <w:name w:val="SOD_smluvní strany Char"/>
    <w:basedOn w:val="Zkladntextodsazen2Char"/>
    <w:link w:val="SODsmluvnstrany"/>
    <w:rsid w:val="004660E6"/>
    <w:rPr>
      <w:rFonts w:ascii="Arial" w:eastAsia="Arial Unicode MS" w:hAnsi="Arial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b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8F89C-EFAE-45D6-BF66-1BCC43CEE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</Template>
  <TotalTime>3368</TotalTime>
  <Pages>12</Pages>
  <Words>5824</Words>
  <Characters>34364</Characters>
  <Application>Microsoft Office Word</Application>
  <DocSecurity>0</DocSecurity>
  <Lines>286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40108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Braunerová Dagmar, Ing.</cp:lastModifiedBy>
  <cp:revision>16</cp:revision>
  <cp:lastPrinted>2023-04-27T07:38:00Z</cp:lastPrinted>
  <dcterms:created xsi:type="dcterms:W3CDTF">2022-05-24T19:59:00Z</dcterms:created>
  <dcterms:modified xsi:type="dcterms:W3CDTF">2023-05-05T08:27:00Z</dcterms:modified>
</cp:coreProperties>
</file>